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DF4DA6" w:rsidRDefault="00B92F77" w:rsidP="000F0714">
      <w:pPr>
        <w:pStyle w:val="a7"/>
        <w:jc w:val="center"/>
      </w:pPr>
      <w:r>
        <w:t>ё</w:t>
      </w:r>
      <w:r w:rsidR="000F0714" w:rsidRPr="00DF4DA6">
        <w:t xml:space="preserve">Сводная ведомость результатов </w:t>
      </w:r>
      <w:r w:rsidR="004654AF" w:rsidRPr="00DF4DA6">
        <w:t xml:space="preserve">проведения </w:t>
      </w:r>
      <w:r w:rsidR="000F0714" w:rsidRPr="00DF4DA6">
        <w:t>специальной оценки условий труда</w:t>
      </w:r>
    </w:p>
    <w:p w:rsidR="00B3448B" w:rsidRPr="00DF4DA6" w:rsidRDefault="00B3448B" w:rsidP="00B3448B"/>
    <w:p w:rsidR="00B3448B" w:rsidRPr="00DF4DA6" w:rsidRDefault="00B3448B" w:rsidP="00B3448B">
      <w:r w:rsidRPr="00DF4DA6">
        <w:t>Наименование организации:</w:t>
      </w:r>
      <w:fldSimple w:instr=" DOCVARIABLE ceh_info \* MERGEFORMAT ">
        <w:r w:rsidR="006F0A4D" w:rsidRPr="006F0A4D">
          <w:rPr>
            <w:rStyle w:val="a9"/>
          </w:rPr>
          <w:t>Государственное бюджетное учреждение здравоохранения Пермского края "Ордена "Знак Почета " Пермская краевая клиническая больница"</w:t>
        </w:r>
      </w:fldSimple>
      <w:r w:rsidRPr="00DF4DA6">
        <w:rPr>
          <w:rStyle w:val="a9"/>
        </w:rPr>
        <w:t> </w:t>
      </w:r>
    </w:p>
    <w:p w:rsidR="00F06873" w:rsidRPr="00DF4DA6" w:rsidRDefault="00F06873" w:rsidP="004654AF">
      <w:pPr>
        <w:suppressAutoHyphens/>
        <w:jc w:val="right"/>
      </w:pPr>
      <w:r w:rsidRPr="00DF4DA6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DF4DA6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DF4DA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DF4DA6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DF4DA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DA6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DF4DA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DF4DA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DA6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DF4DA6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DF4DA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DF4DA6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DF4DA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DA6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DF4DA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DA6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DF4DA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DA6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DF4DA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DA6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DF4DA6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DF4DA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DF4DA6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DA6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DF4DA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4DA6">
              <w:rPr>
                <w:rFonts w:ascii="Times New Roman" w:hAnsi="Times New Roman"/>
                <w:sz w:val="20"/>
                <w:szCs w:val="20"/>
              </w:rPr>
              <w:t>в том числе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DF4DA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DF4DA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DF4DA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DA6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DF4DA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DA6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DF4DA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DA6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DF4DA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DA6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DF4DA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DF4DA6" w:rsidTr="00E821FE">
        <w:trPr>
          <w:jc w:val="center"/>
        </w:trPr>
        <w:tc>
          <w:tcPr>
            <w:tcW w:w="3518" w:type="dxa"/>
            <w:shd w:val="clear" w:color="auto" w:fill="D9D9D9"/>
            <w:vAlign w:val="center"/>
          </w:tcPr>
          <w:p w:rsidR="00AF1EDF" w:rsidRPr="00DF4DA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DA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shd w:val="clear" w:color="auto" w:fill="D9D9D9"/>
            <w:vAlign w:val="center"/>
          </w:tcPr>
          <w:p w:rsidR="00AF1EDF" w:rsidRPr="00DF4DA6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DA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AF1EDF" w:rsidRPr="00DF4DA6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DA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shd w:val="clear" w:color="auto" w:fill="D9D9D9"/>
            <w:vAlign w:val="center"/>
          </w:tcPr>
          <w:p w:rsidR="00AF1EDF" w:rsidRPr="00DF4DA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DA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shd w:val="clear" w:color="auto" w:fill="D9D9D9"/>
            <w:vAlign w:val="center"/>
          </w:tcPr>
          <w:p w:rsidR="00AF1EDF" w:rsidRPr="00DF4DA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DA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shd w:val="clear" w:color="auto" w:fill="D9D9D9"/>
            <w:vAlign w:val="center"/>
          </w:tcPr>
          <w:p w:rsidR="00AF1EDF" w:rsidRPr="00DF4DA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DA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shd w:val="clear" w:color="auto" w:fill="D9D9D9"/>
            <w:vAlign w:val="center"/>
          </w:tcPr>
          <w:p w:rsidR="00AF1EDF" w:rsidRPr="00DF4DA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DA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shd w:val="clear" w:color="auto" w:fill="D9D9D9"/>
            <w:vAlign w:val="center"/>
          </w:tcPr>
          <w:p w:rsidR="00AF1EDF" w:rsidRPr="00DF4DA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DA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AF1EDF" w:rsidRPr="00DF4DA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DA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shd w:val="clear" w:color="auto" w:fill="D9D9D9"/>
            <w:vAlign w:val="center"/>
          </w:tcPr>
          <w:p w:rsidR="00AF1EDF" w:rsidRPr="00DF4DA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DA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DF4DA6" w:rsidTr="004654AF">
        <w:trPr>
          <w:jc w:val="center"/>
        </w:trPr>
        <w:tc>
          <w:tcPr>
            <w:tcW w:w="3518" w:type="dxa"/>
            <w:vAlign w:val="center"/>
          </w:tcPr>
          <w:p w:rsidR="00AF1EDF" w:rsidRPr="00DF4DA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DF4DA6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DF4DA6" w:rsidRDefault="006F0A4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</w:t>
            </w:r>
          </w:p>
        </w:tc>
        <w:tc>
          <w:tcPr>
            <w:tcW w:w="3118" w:type="dxa"/>
            <w:vAlign w:val="center"/>
          </w:tcPr>
          <w:p w:rsidR="00AF1EDF" w:rsidRPr="00DF4DA6" w:rsidRDefault="006F0A4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</w:t>
            </w:r>
          </w:p>
        </w:tc>
        <w:tc>
          <w:tcPr>
            <w:tcW w:w="1063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69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169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</w:t>
            </w:r>
          </w:p>
        </w:tc>
        <w:tc>
          <w:tcPr>
            <w:tcW w:w="1170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DF4DA6" w:rsidTr="004654AF">
        <w:trPr>
          <w:jc w:val="center"/>
        </w:trPr>
        <w:tc>
          <w:tcPr>
            <w:tcW w:w="3518" w:type="dxa"/>
            <w:vAlign w:val="center"/>
          </w:tcPr>
          <w:p w:rsidR="00AF1EDF" w:rsidRPr="00DF4DA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DF4DA6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DF4DA6">
              <w:rPr>
                <w:rFonts w:ascii="Times New Roman" w:hAnsi="Times New Roman"/>
                <w:sz w:val="20"/>
                <w:szCs w:val="20"/>
              </w:rPr>
              <w:t>с</w:t>
            </w:r>
            <w:r w:rsidRPr="00DF4DA6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DF4DA6" w:rsidRDefault="006F0A4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434</w:t>
            </w:r>
          </w:p>
        </w:tc>
        <w:tc>
          <w:tcPr>
            <w:tcW w:w="3118" w:type="dxa"/>
            <w:vAlign w:val="center"/>
          </w:tcPr>
          <w:p w:rsidR="00AF1EDF" w:rsidRPr="00DF4DA6" w:rsidRDefault="006F0A4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434</w:t>
            </w:r>
          </w:p>
        </w:tc>
        <w:tc>
          <w:tcPr>
            <w:tcW w:w="1063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169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69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169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308</w:t>
            </w:r>
          </w:p>
        </w:tc>
        <w:tc>
          <w:tcPr>
            <w:tcW w:w="1170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DF4DA6" w:rsidTr="004654AF">
        <w:trPr>
          <w:jc w:val="center"/>
        </w:trPr>
        <w:tc>
          <w:tcPr>
            <w:tcW w:w="3518" w:type="dxa"/>
            <w:vAlign w:val="center"/>
          </w:tcPr>
          <w:p w:rsidR="00AF1EDF" w:rsidRPr="00DF4DA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DF4DA6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DF4DA6" w:rsidRDefault="006F0A4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342</w:t>
            </w:r>
          </w:p>
        </w:tc>
        <w:tc>
          <w:tcPr>
            <w:tcW w:w="3118" w:type="dxa"/>
            <w:vAlign w:val="center"/>
          </w:tcPr>
          <w:p w:rsidR="00AF1EDF" w:rsidRPr="00DF4DA6" w:rsidRDefault="006F0A4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342</w:t>
            </w:r>
          </w:p>
        </w:tc>
        <w:tc>
          <w:tcPr>
            <w:tcW w:w="1063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169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169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</w:t>
            </w:r>
          </w:p>
        </w:tc>
        <w:tc>
          <w:tcPr>
            <w:tcW w:w="1170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DF4DA6" w:rsidTr="004654AF">
        <w:trPr>
          <w:jc w:val="center"/>
        </w:trPr>
        <w:tc>
          <w:tcPr>
            <w:tcW w:w="3518" w:type="dxa"/>
            <w:vAlign w:val="center"/>
          </w:tcPr>
          <w:p w:rsidR="00AF1EDF" w:rsidRPr="00DF4DA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DF4DA6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DF4DA6" w:rsidRDefault="006F0A4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DF4DA6" w:rsidRDefault="006F0A4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DF4DA6" w:rsidTr="004654AF">
        <w:trPr>
          <w:jc w:val="center"/>
        </w:trPr>
        <w:tc>
          <w:tcPr>
            <w:tcW w:w="3518" w:type="dxa"/>
            <w:vAlign w:val="center"/>
          </w:tcPr>
          <w:p w:rsidR="00AF1EDF" w:rsidRPr="00DF4DA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DF4DA6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DF4DA6" w:rsidRDefault="006F0A4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DF4DA6" w:rsidRDefault="006F0A4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DF4DA6" w:rsidRDefault="006F0A4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DF4DA6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DF4DA6" w:rsidRDefault="00F06873" w:rsidP="00F06873">
      <w:pPr>
        <w:jc w:val="right"/>
      </w:pPr>
      <w:r w:rsidRPr="00DF4DA6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F4DA6" w:rsidTr="006F0A4D">
        <w:trPr>
          <w:cantSplit/>
          <w:trHeight w:val="245"/>
          <w:tblHeader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DF4DA6" w:rsidRDefault="004654AF" w:rsidP="00F06873">
            <w:pPr>
              <w:jc w:val="center"/>
              <w:rPr>
                <w:sz w:val="20"/>
              </w:rPr>
            </w:pPr>
            <w:r w:rsidRPr="00DF4DA6">
              <w:rPr>
                <w:color w:val="000000"/>
                <w:sz w:val="20"/>
              </w:rPr>
              <w:t>Индиви</w:t>
            </w:r>
            <w:r w:rsidRPr="00DF4DA6">
              <w:rPr>
                <w:color w:val="000000"/>
                <w:sz w:val="20"/>
              </w:rPr>
              <w:softHyphen/>
              <w:t>дуал</w:t>
            </w:r>
            <w:r w:rsidRPr="00DF4DA6">
              <w:rPr>
                <w:color w:val="000000"/>
                <w:sz w:val="20"/>
              </w:rPr>
              <w:t>ь</w:t>
            </w:r>
            <w:r w:rsidRPr="00DF4DA6">
              <w:rPr>
                <w:color w:val="000000"/>
                <w:sz w:val="20"/>
              </w:rPr>
              <w:t>ный номер рабоч</w:t>
            </w:r>
            <w:r w:rsidRPr="00DF4DA6">
              <w:rPr>
                <w:color w:val="000000"/>
                <w:sz w:val="20"/>
              </w:rPr>
              <w:t>е</w:t>
            </w:r>
            <w:r w:rsidRPr="00DF4DA6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DF4DA6" w:rsidRDefault="004654AF" w:rsidP="004654AF">
            <w:pPr>
              <w:jc w:val="center"/>
              <w:rPr>
                <w:color w:val="000000"/>
                <w:sz w:val="20"/>
              </w:rPr>
            </w:pPr>
            <w:r w:rsidRPr="00DF4DA6">
              <w:rPr>
                <w:color w:val="000000"/>
                <w:sz w:val="20"/>
              </w:rPr>
              <w:t>Профессия/</w:t>
            </w:r>
            <w:r w:rsidRPr="00DF4DA6">
              <w:rPr>
                <w:color w:val="000000"/>
                <w:sz w:val="20"/>
              </w:rPr>
              <w:br/>
              <w:t>должность/</w:t>
            </w:r>
            <w:r w:rsidRPr="00DF4DA6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DF4DA6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DF4DA6" w:rsidRDefault="00F06873" w:rsidP="00F06873">
            <w:pPr>
              <w:jc w:val="center"/>
              <w:rPr>
                <w:sz w:val="20"/>
              </w:rPr>
            </w:pPr>
            <w:r w:rsidRPr="00DF4DA6">
              <w:rPr>
                <w:sz w:val="20"/>
              </w:rPr>
              <w:t>Классы</w:t>
            </w:r>
            <w:r w:rsidR="004654AF" w:rsidRPr="00DF4DA6">
              <w:rPr>
                <w:color w:val="000000"/>
                <w:sz w:val="20"/>
              </w:rPr>
              <w:t>(подклассы)</w:t>
            </w:r>
            <w:r w:rsidRPr="00DF4DA6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DF4DA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F4DA6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DF4DA6">
              <w:rPr>
                <w:color w:val="000000"/>
                <w:sz w:val="16"/>
                <w:szCs w:val="16"/>
              </w:rPr>
              <w:t>о</w:t>
            </w:r>
            <w:r w:rsidRPr="00DF4DA6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DF4DA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F4DA6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DF4DA6">
              <w:rPr>
                <w:color w:val="000000"/>
                <w:sz w:val="16"/>
                <w:szCs w:val="16"/>
              </w:rPr>
              <w:t>о</w:t>
            </w:r>
            <w:r w:rsidRPr="00DF4DA6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DF4DA6">
              <w:rPr>
                <w:color w:val="000000"/>
                <w:sz w:val="16"/>
                <w:szCs w:val="16"/>
              </w:rPr>
              <w:t>о</w:t>
            </w:r>
            <w:r w:rsidRPr="00DF4DA6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DF4DA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F4DA6">
              <w:rPr>
                <w:color w:val="000000"/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DF4DA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F4DA6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DF4DA6">
              <w:rPr>
                <w:color w:val="000000"/>
                <w:sz w:val="16"/>
                <w:szCs w:val="16"/>
              </w:rPr>
              <w:t>п</w:t>
            </w:r>
            <w:r w:rsidRPr="00DF4DA6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DF4DA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F4DA6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DF4DA6">
              <w:rPr>
                <w:color w:val="000000"/>
                <w:sz w:val="16"/>
                <w:szCs w:val="16"/>
              </w:rPr>
              <w:t>ь</w:t>
            </w:r>
            <w:r w:rsidRPr="00DF4DA6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DF4DA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F4DA6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DF4DA6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DF4DA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F4DA6">
              <w:rPr>
                <w:color w:val="000000"/>
                <w:sz w:val="16"/>
                <w:szCs w:val="16"/>
              </w:rPr>
              <w:t>Лечебно</w:t>
            </w:r>
            <w:r w:rsidRPr="00DF4DA6">
              <w:rPr>
                <w:sz w:val="16"/>
                <w:szCs w:val="16"/>
              </w:rPr>
              <w:t>-профилактическое п</w:t>
            </w:r>
            <w:r w:rsidRPr="00DF4DA6">
              <w:rPr>
                <w:sz w:val="16"/>
                <w:szCs w:val="16"/>
              </w:rPr>
              <w:t>и</w:t>
            </w:r>
            <w:r w:rsidRPr="00DF4DA6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DF4DA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F4DA6">
              <w:rPr>
                <w:color w:val="000000"/>
                <w:sz w:val="16"/>
                <w:szCs w:val="16"/>
              </w:rPr>
              <w:t>Льготно</w:t>
            </w:r>
            <w:r w:rsidRPr="00DF4DA6">
              <w:rPr>
                <w:sz w:val="16"/>
                <w:szCs w:val="16"/>
              </w:rPr>
              <w:t>е пенсионное обеспеч</w:t>
            </w:r>
            <w:r w:rsidRPr="00DF4DA6">
              <w:rPr>
                <w:sz w:val="16"/>
                <w:szCs w:val="16"/>
              </w:rPr>
              <w:t>е</w:t>
            </w:r>
            <w:r w:rsidRPr="00DF4DA6">
              <w:rPr>
                <w:sz w:val="16"/>
                <w:szCs w:val="16"/>
              </w:rPr>
              <w:t>ние (да/нет)</w:t>
            </w:r>
          </w:p>
        </w:tc>
      </w:tr>
      <w:tr w:rsidR="00F06873" w:rsidRPr="00DF4DA6" w:rsidTr="006F0A4D">
        <w:trPr>
          <w:cantSplit/>
          <w:trHeight w:val="2254"/>
          <w:tblHeader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F4DA6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F4DA6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DF4DA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F4DA6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DF4DA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F4DA6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DF4DA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F4DA6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DF4DA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F4DA6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DF4DA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F4DA6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DF4DA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F4DA6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DF4DA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F4DA6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DF4DA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F4DA6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DF4DA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F4DA6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DF4DA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F4DA6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DF4DA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F4DA6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DF4DA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F4DA6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DF4DA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F4DA6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DF4DA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F4DA6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F4DA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F4DA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F4DA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F4DA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F4DA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F4DA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F4DA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F4DA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DF4DA6" w:rsidTr="006F0A4D">
        <w:trPr>
          <w:tblHeader/>
        </w:trPr>
        <w:tc>
          <w:tcPr>
            <w:tcW w:w="959" w:type="dxa"/>
            <w:shd w:val="clear" w:color="auto" w:fill="auto"/>
            <w:vAlign w:val="center"/>
          </w:tcPr>
          <w:p w:rsidR="00F06873" w:rsidRPr="00DF4DA6" w:rsidRDefault="00F06873" w:rsidP="001B19D8">
            <w:pPr>
              <w:jc w:val="center"/>
              <w:rPr>
                <w:sz w:val="18"/>
                <w:szCs w:val="18"/>
              </w:rPr>
            </w:pPr>
            <w:r w:rsidRPr="00DF4DA6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DF4DA6" w:rsidRDefault="00F06873" w:rsidP="001B19D8">
            <w:pPr>
              <w:jc w:val="center"/>
              <w:rPr>
                <w:sz w:val="18"/>
                <w:szCs w:val="18"/>
              </w:rPr>
            </w:pPr>
            <w:r w:rsidRPr="00DF4DA6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DF4DA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F4DA6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DF4DA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F4DA6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DF4DA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F4DA6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DF4DA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F4DA6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DF4DA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F4DA6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DF4DA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F4DA6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DF4DA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F4DA6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DF4DA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F4DA6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DF4DA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F4DA6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DF4DA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F4DA6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DF4DA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F4DA6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DF4DA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F4DA6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DF4DA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F4DA6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DF4DA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F4DA6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DF4DA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F4DA6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DF4DA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F4DA6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DF4DA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F4DA6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DF4DA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F4DA6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DF4DA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F4DA6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DF4DA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F4DA6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DF4DA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F4DA6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DF4DA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F4DA6">
              <w:rPr>
                <w:sz w:val="18"/>
                <w:szCs w:val="18"/>
              </w:rPr>
              <w:t>24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Pr="00DF4DA6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b/>
                <w:sz w:val="18"/>
                <w:szCs w:val="18"/>
              </w:rPr>
            </w:pPr>
            <w:r w:rsidRPr="006F0A4D">
              <w:rPr>
                <w:b/>
                <w:sz w:val="18"/>
                <w:szCs w:val="18"/>
              </w:rPr>
              <w:t>Эпидемиологический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Pr="00DF4DA6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Врачебный медицинский пе</w:t>
            </w:r>
            <w:r w:rsidRPr="006F0A4D">
              <w:rPr>
                <w:i/>
                <w:sz w:val="18"/>
                <w:szCs w:val="18"/>
              </w:rPr>
              <w:t>р</w:t>
            </w:r>
            <w:r w:rsidRPr="006F0A4D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Pr="00DF4DA6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медицинским структурным подразделением-врач-эпидемиолог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Pr="00DF4DA6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Врач-эпидемиолог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врача-эпидемиолога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b/>
                <w:sz w:val="18"/>
                <w:szCs w:val="18"/>
              </w:rPr>
            </w:pPr>
            <w:r w:rsidRPr="006F0A4D">
              <w:rPr>
                <w:b/>
                <w:sz w:val="18"/>
                <w:szCs w:val="18"/>
              </w:rPr>
              <w:t>Отдел материально-технического снабжения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7D0B" w:rsidRPr="00DF4DA6" w:rsidTr="00B92F77">
        <w:tc>
          <w:tcPr>
            <w:tcW w:w="959" w:type="dxa"/>
            <w:shd w:val="clear" w:color="auto" w:fill="auto"/>
            <w:vAlign w:val="center"/>
          </w:tcPr>
          <w:p w:rsidR="00237D0B" w:rsidRDefault="00237D0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D0B" w:rsidRPr="006F0A4D" w:rsidRDefault="00237D0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D0B" w:rsidRDefault="00237D0B" w:rsidP="00B92F7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</w:tcPr>
          <w:p w:rsidR="00237D0B" w:rsidRDefault="00237D0B">
            <w:r w:rsidRPr="000276A6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D0B" w:rsidRPr="00DF4DA6" w:rsidTr="00B92F77">
        <w:tc>
          <w:tcPr>
            <w:tcW w:w="959" w:type="dxa"/>
            <w:shd w:val="clear" w:color="auto" w:fill="auto"/>
            <w:vAlign w:val="center"/>
          </w:tcPr>
          <w:p w:rsidR="00237D0B" w:rsidRDefault="00237D0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D0B" w:rsidRPr="006F0A4D" w:rsidRDefault="00237D0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2-й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D0B" w:rsidRDefault="00237D0B" w:rsidP="00B92F7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237D0B" w:rsidRDefault="00237D0B">
            <w:r w:rsidRPr="00F53FB9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</w:tcPr>
          <w:p w:rsidR="00237D0B" w:rsidRDefault="00237D0B">
            <w:r w:rsidRPr="000276A6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D0B" w:rsidRPr="00DF4DA6" w:rsidTr="00B92F77">
        <w:tc>
          <w:tcPr>
            <w:tcW w:w="959" w:type="dxa"/>
            <w:shd w:val="clear" w:color="auto" w:fill="auto"/>
            <w:vAlign w:val="center"/>
          </w:tcPr>
          <w:p w:rsidR="00237D0B" w:rsidRDefault="00237D0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D0B" w:rsidRPr="006F0A4D" w:rsidRDefault="00237D0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2-й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237D0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D0B" w:rsidRDefault="00237D0B" w:rsidP="00B92F7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237D0B" w:rsidRDefault="00237D0B">
            <w:r w:rsidRPr="00F53FB9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</w:tcPr>
          <w:p w:rsidR="00237D0B" w:rsidRDefault="00237D0B">
            <w:r w:rsidRPr="000276A6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b/>
                <w:sz w:val="18"/>
                <w:szCs w:val="18"/>
              </w:rPr>
            </w:pPr>
            <w:r w:rsidRPr="006F0A4D">
              <w:rPr>
                <w:b/>
                <w:sz w:val="18"/>
                <w:szCs w:val="18"/>
              </w:rPr>
              <w:t>Прочие административно-хозяйственные подраздел</w:t>
            </w:r>
            <w:r w:rsidRPr="006F0A4D">
              <w:rPr>
                <w:b/>
                <w:sz w:val="18"/>
                <w:szCs w:val="18"/>
              </w:rPr>
              <w:t>е</w:t>
            </w:r>
            <w:r w:rsidRPr="006F0A4D">
              <w:rPr>
                <w:b/>
                <w:sz w:val="18"/>
                <w:szCs w:val="18"/>
              </w:rPr>
              <w:t>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Хозяйственный отдел № 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Слесарь-сантехник 4-й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теплового пункта 2-й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Слесарь-сантехник 6-й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Слесарь-сантехник 5-й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Электрогазосварщик 5-й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Хозяйственный отдел № 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Маляр 2-й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Маляр 4-й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Столяр 4-й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237D0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237D0B"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237D0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237D0B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Дворник 1-й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 2-й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Лифтер 1-й разряд (приемное хирургии)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Лифтер 1-й разряд (офтальм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lastRenderedPageBreak/>
              <w:t>логия)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Лифтер 1-й разряд (терапия)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Лифтер 1-й разряд (гинекол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Гардеробщик 1-й разряд (гин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кология)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Гардеробщик 1-й разряд (х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рургия)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Хозяйственный отдел № 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структурного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разделения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Хозяйственный отдел № 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структурного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разделения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и служебных помещений 1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30А (29А)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и служебных помещений 1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31А </w:t>
            </w:r>
            <w:r>
              <w:rPr>
                <w:sz w:val="18"/>
                <w:szCs w:val="18"/>
              </w:rPr>
              <w:lastRenderedPageBreak/>
              <w:t>(29А)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Уборщик производственных и </w:t>
            </w:r>
            <w:r>
              <w:rPr>
                <w:sz w:val="18"/>
                <w:szCs w:val="18"/>
              </w:rPr>
              <w:lastRenderedPageBreak/>
              <w:t>служебных помещений 1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32А (29А)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и служебных помещений 1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33А (29А)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и служебных помещений 1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34А (29А)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и служебных помещений 1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35А (29А)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и служебных помещений 1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Буфетная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7D0B" w:rsidRPr="00DF4DA6" w:rsidTr="00B92F77">
        <w:tc>
          <w:tcPr>
            <w:tcW w:w="959" w:type="dxa"/>
            <w:shd w:val="clear" w:color="auto" w:fill="auto"/>
            <w:vAlign w:val="center"/>
          </w:tcPr>
          <w:p w:rsidR="00237D0B" w:rsidRDefault="00237D0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D0B" w:rsidRPr="006F0A4D" w:rsidRDefault="00237D0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буфетчик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237D0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237D0B" w:rsidRDefault="00237D0B">
            <w:r w:rsidRPr="00305060"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</w:tcPr>
          <w:p w:rsidR="00237D0B" w:rsidRDefault="00237D0B">
            <w:r w:rsidRPr="00CE5D43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D0B" w:rsidRPr="00DF4DA6" w:rsidTr="00B92F77">
        <w:tc>
          <w:tcPr>
            <w:tcW w:w="959" w:type="dxa"/>
            <w:shd w:val="clear" w:color="auto" w:fill="auto"/>
            <w:vAlign w:val="center"/>
          </w:tcPr>
          <w:p w:rsidR="00237D0B" w:rsidRDefault="00237D0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D0B" w:rsidRPr="006F0A4D" w:rsidRDefault="00237D0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Буфетчик 3-й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</w:tcPr>
          <w:p w:rsidR="00237D0B" w:rsidRDefault="00237D0B">
            <w:r w:rsidRPr="004F425E"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237D0B" w:rsidRDefault="00237D0B">
            <w:r w:rsidRPr="00305060"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</w:tcPr>
          <w:p w:rsidR="00237D0B" w:rsidRDefault="00237D0B">
            <w:r w:rsidRPr="00CE5D43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7D0B" w:rsidRPr="00DF4DA6" w:rsidTr="00B92F77">
        <w:tc>
          <w:tcPr>
            <w:tcW w:w="959" w:type="dxa"/>
            <w:shd w:val="clear" w:color="auto" w:fill="auto"/>
            <w:vAlign w:val="center"/>
          </w:tcPr>
          <w:p w:rsidR="00237D0B" w:rsidRDefault="00237D0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7D0B" w:rsidRPr="006F0A4D" w:rsidRDefault="00237D0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1-й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</w:tcPr>
          <w:p w:rsidR="00237D0B" w:rsidRDefault="00237D0B">
            <w:r w:rsidRPr="004F425E"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237D0B" w:rsidRDefault="00237D0B">
            <w:r w:rsidRPr="00305060"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</w:tcPr>
          <w:p w:rsidR="00237D0B" w:rsidRDefault="00237D0B">
            <w:r w:rsidRPr="00CE5D43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7D0B" w:rsidRDefault="00237D0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b/>
                <w:sz w:val="18"/>
                <w:szCs w:val="18"/>
              </w:rPr>
            </w:pPr>
            <w:r w:rsidRPr="006F0A4D">
              <w:rPr>
                <w:b/>
                <w:sz w:val="18"/>
                <w:szCs w:val="18"/>
              </w:rPr>
              <w:t>Отделения стационара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Отделение сердечно-сосудистой хирургии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Врачебный медицинский пе</w:t>
            </w:r>
            <w:r w:rsidRPr="006F0A4D">
              <w:rPr>
                <w:i/>
                <w:sz w:val="18"/>
                <w:szCs w:val="18"/>
              </w:rPr>
              <w:t>р</w:t>
            </w:r>
            <w:r w:rsidRPr="006F0A4D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медицинским структурным подразделением-врач-сердечно-сосудистый хирург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Врач-сердечно-сосудистый хирург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41А (40А)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Врач-сердечно-сосудистый хирург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42А (40А)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Врач-сердечно-сосудистый хирург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43А (40А)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Врач-сердечно-сосудистый хирург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44А (40А)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Врач-сердечно-сосудистый хирург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Врач-кардиолог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 (медицинский брат)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процедурной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 2-й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Хирургическое отделение № 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Врачебный медицинский пе</w:t>
            </w:r>
            <w:r w:rsidRPr="006F0A4D">
              <w:rPr>
                <w:i/>
                <w:sz w:val="18"/>
                <w:szCs w:val="18"/>
              </w:rPr>
              <w:t>р</w:t>
            </w:r>
            <w:r w:rsidRPr="006F0A4D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медицинским структурным подразделением-врач-хирург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Врач-хирург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52А (51А)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Врач-хирург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53А (51А)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Врач-хирург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54А (51А)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Врач-хирург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 (медицинский брат)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процедурной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 2-й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Гинекологическое отделение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Врачебный медицинский пе</w:t>
            </w:r>
            <w:r w:rsidRPr="006F0A4D">
              <w:rPr>
                <w:i/>
                <w:sz w:val="18"/>
                <w:szCs w:val="18"/>
              </w:rPr>
              <w:t>р</w:t>
            </w:r>
            <w:r w:rsidRPr="006F0A4D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медицинским структурным подразделением-врач-акушер-гинеколог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62А (61А)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63А (61А)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64А (61А)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65А (61А)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66А (61А)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67А (61А)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68А (61А)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69А (61А)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 (медицинский брат)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процедурной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 2-й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Неврологическое отделение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Врачебный медицинский пе</w:t>
            </w:r>
            <w:r w:rsidRPr="006F0A4D">
              <w:rPr>
                <w:i/>
                <w:sz w:val="18"/>
                <w:szCs w:val="18"/>
              </w:rPr>
              <w:t>р</w:t>
            </w:r>
            <w:r w:rsidRPr="006F0A4D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медицинским структурным подразделением-врач-невролог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Врач-невролог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79А (78А)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Врач-невролог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Врач-рефлексотерапевт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 (медицинский брат)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палатная (2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палатная (3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lastRenderedPageBreak/>
              <w:t>ский брат) процедурной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 2-й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Вспомогательные лечебно-диагностические подраздел</w:t>
            </w:r>
            <w:r w:rsidRPr="006F0A4D">
              <w:rPr>
                <w:i/>
                <w:sz w:val="18"/>
                <w:szCs w:val="18"/>
              </w:rPr>
              <w:t>е</w:t>
            </w:r>
            <w:r w:rsidRPr="006F0A4D">
              <w:rPr>
                <w:i/>
                <w:sz w:val="18"/>
                <w:szCs w:val="18"/>
              </w:rPr>
              <w:t>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Операционный блок № 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перевязочной (ЛОР-отделение (гнойная)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перевязочной (чи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тая общей хирургии)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перевязочной (гнойная 1 хирургического отделения)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перевязочной (чи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тая перевязочная 2 экстренной хирургии и травматологии)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перевязочной (гнойная перевязочная 2 эк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тренной хирургии и травмат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логии)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перевязочной (чи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тая перевязочная отделения торакальной хирургии)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перевязочной (гнойная перевязочная тор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кальной хирургии)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перевязочной (отд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ление урологии)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перевязочной (ц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тоскопический кабинет урол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гического отделения)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перевязочной (не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рохирургическое отделение)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перевязочной (чи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тая перевязочная приемного отделения)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перевязочной (ги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совая)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перевязочной (ЛОР-отделение (чистая)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операц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онная (медицинский брат) (операционная нейрохирургии)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операц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онная (медицинский брат) (операционная № 1 сердечно-сосудистой хирургии)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операц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онная (медицинский брат) </w:t>
            </w:r>
            <w:r>
              <w:rPr>
                <w:sz w:val="18"/>
                <w:szCs w:val="18"/>
              </w:rPr>
              <w:lastRenderedPageBreak/>
              <w:t>(операционная урологии)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операц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онная (медицинский брат) (для оказания экстренной помощи, операционная № 1 второго хирургического отделения)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операц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онная (медицинский брат) (операционная № 1 травмат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логии)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операц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онная (медицинский брат) (операционная № 2 травмат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логии)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операц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онная (медицинский брат) (операционная № 1 торакал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ной хирургии)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операц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онная (медицинский брат) (операционная № 2 торакал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ной хирургии)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операц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онная (медицинский брат) (операционная № 1 ЛОР-отделения)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операц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онная (медицинский брат) (операционная № 2 ЛОР-отделения)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операц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онная (медицинский брат) (операционная № 3 ЛОР-</w:t>
            </w:r>
            <w:r>
              <w:rPr>
                <w:sz w:val="18"/>
                <w:szCs w:val="18"/>
              </w:rPr>
              <w:lastRenderedPageBreak/>
              <w:t>отделения)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операц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онная (медицинский брат) (операционная № 2 общей х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рургии)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операц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онная (медицинский брат) (операционная № 2 сердечно-сосудистой хирургии)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операц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онная (медицинский брат) (для оказания экстренной помощи операционная № 2 второго хирургического отделения)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 операционная (медицинский брат)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Младший медицинский перс</w:t>
            </w:r>
            <w:r w:rsidRPr="006F0A4D">
              <w:rPr>
                <w:i/>
                <w:sz w:val="18"/>
                <w:szCs w:val="18"/>
              </w:rPr>
              <w:t>о</w:t>
            </w:r>
            <w:r w:rsidRPr="006F0A4D">
              <w:rPr>
                <w:i/>
                <w:sz w:val="18"/>
                <w:szCs w:val="18"/>
              </w:rPr>
              <w:t>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 (отделение тор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кальной хирургии)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 (5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 (4 этаж,травматология)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 (нейрохирургич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ское отделение)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 (для оказания эк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тренной помощи (4 этаж,второе хирургическое отделение)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 (для оказания эк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 xml:space="preserve">тренной помощи (4 этаж,второе хирургическое </w:t>
            </w:r>
            <w:r>
              <w:rPr>
                <w:sz w:val="18"/>
                <w:szCs w:val="18"/>
              </w:rPr>
              <w:lastRenderedPageBreak/>
              <w:t>отделение)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 (автоклав)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 (для оказания эк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тренной помощи (ЛОР-отделение)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 2-й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Отделение реанимации и и</w:t>
            </w:r>
            <w:r w:rsidRPr="006F0A4D">
              <w:rPr>
                <w:i/>
                <w:sz w:val="18"/>
                <w:szCs w:val="18"/>
              </w:rPr>
              <w:t>н</w:t>
            </w:r>
            <w:r w:rsidRPr="006F0A4D">
              <w:rPr>
                <w:i/>
                <w:sz w:val="18"/>
                <w:szCs w:val="18"/>
              </w:rPr>
              <w:t>тенсивной терапии № 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Врачебный медицинский пе</w:t>
            </w:r>
            <w:r w:rsidRPr="006F0A4D">
              <w:rPr>
                <w:i/>
                <w:sz w:val="18"/>
                <w:szCs w:val="18"/>
              </w:rPr>
              <w:t>р</w:t>
            </w:r>
            <w:r w:rsidRPr="006F0A4D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медицинским структурным подразделением-врач-анестезиолог-реаниматолог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126А (125А)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127А (125А)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128А (125А)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129А (125А)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130А (125А)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 (медицинский брат)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брат)-анестезист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133А (132А)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брат)-анестезист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134А (132А)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брат)-анестезист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135А (132А)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брат)-анестезист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136А (132А)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брат)-анестезист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137А (132А)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брат)-анестезист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138А (132А)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брат)-анестезист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Младший медицинский перс</w:t>
            </w:r>
            <w:r w:rsidRPr="006F0A4D">
              <w:rPr>
                <w:i/>
                <w:sz w:val="18"/>
                <w:szCs w:val="18"/>
              </w:rPr>
              <w:t>о</w:t>
            </w:r>
            <w:r w:rsidRPr="006F0A4D">
              <w:rPr>
                <w:i/>
                <w:sz w:val="18"/>
                <w:szCs w:val="18"/>
              </w:rPr>
              <w:t>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Младшая медицинская сестра (медицинский брат) по уходу за больными (для оказания экстренной помощи)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Младшая медицинская сестра (медицинский брат) по уходу за больными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 2-й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Патологоанатомическое о</w:t>
            </w:r>
            <w:r w:rsidRPr="006F0A4D">
              <w:rPr>
                <w:i/>
                <w:sz w:val="18"/>
                <w:szCs w:val="18"/>
              </w:rPr>
              <w:t>т</w:t>
            </w:r>
            <w:r w:rsidRPr="006F0A4D">
              <w:rPr>
                <w:i/>
                <w:sz w:val="18"/>
                <w:szCs w:val="18"/>
              </w:rPr>
              <w:t>деление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Врачебный медицинский пе</w:t>
            </w:r>
            <w:r w:rsidRPr="006F0A4D">
              <w:rPr>
                <w:i/>
                <w:sz w:val="18"/>
                <w:szCs w:val="18"/>
              </w:rPr>
              <w:t>р</w:t>
            </w:r>
            <w:r w:rsidRPr="006F0A4D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медицинским структурным подразделением-врач-патологоанатом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Врач-патологоанатом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145А (144А)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Врач-патологоанатом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 (испо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няющий обязанности старш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го)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148А (147А)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149А (147А)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150А (147А)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151А (147А)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152А (147А)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 (ночной)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Отделение анестезиологии и реанимации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Врачебный медицинский пе</w:t>
            </w:r>
            <w:r w:rsidRPr="006F0A4D">
              <w:rPr>
                <w:i/>
                <w:sz w:val="18"/>
                <w:szCs w:val="18"/>
              </w:rPr>
              <w:t>р</w:t>
            </w:r>
            <w:r w:rsidRPr="006F0A4D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медицинским структурным подразделением-врач-анестезиолог-реаниматолог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158А (157А)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159А (157А)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160А (157А)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161А (157А)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162А (157А)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163А (157А)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164А (157А)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165А (157А)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166А (157А)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167А (157А)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168А (157А)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169А (157А)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170А (157А)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171А (157А)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172А (157А)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173А (157А)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174А (157А)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175А (157А)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 (медицинский брат)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брат)-анестезист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178А (177А)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брат)-анестезист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179А (177А)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брат)-анестезист</w:t>
            </w:r>
            <w:bookmarkStart w:id="7" w:name="_GoBack"/>
            <w:bookmarkEnd w:id="7"/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180А (177А)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брат)-анестезист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181А (177А)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брат)-анестезист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182А (177А)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брат)-анестезист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183А (177А)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брат)-анестезист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184А (177А)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брат)-анестезист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185А (177А)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брат)-анестезист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186А (177А)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брат)-анестезист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187А (177А)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брат)-анестезист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188А (177А)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брат)-анестезист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189А (177А)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брат)-анестезист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190А </w:t>
            </w:r>
            <w:r>
              <w:rPr>
                <w:sz w:val="18"/>
                <w:szCs w:val="18"/>
              </w:rPr>
              <w:lastRenderedPageBreak/>
              <w:t>(177А)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lastRenderedPageBreak/>
              <w:t>ский брат)-анестезист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191А (177А)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брат)-анестезист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192А (177А)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брат)-анестезист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193А (177А)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брат)-анестезист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194А (177А)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брат)-анестезист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195А (177А)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брат)-анестезист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196А (177А)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брат)-анестезист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 2-й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Приемное отделение № 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Врачебный медицинский пе</w:t>
            </w:r>
            <w:r w:rsidRPr="006F0A4D">
              <w:rPr>
                <w:i/>
                <w:sz w:val="18"/>
                <w:szCs w:val="18"/>
              </w:rPr>
              <w:t>р</w:t>
            </w:r>
            <w:r w:rsidRPr="006F0A4D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медицинским структурным подразделением-врач приемного отделения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приемного отделения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 (медицинский брат)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приемного отдел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 2-й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Приемное отделение № 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Врачебный медицинский пе</w:t>
            </w:r>
            <w:r w:rsidRPr="006F0A4D">
              <w:rPr>
                <w:i/>
                <w:sz w:val="18"/>
                <w:szCs w:val="18"/>
              </w:rPr>
              <w:t>р</w:t>
            </w:r>
            <w:r w:rsidRPr="006F0A4D">
              <w:rPr>
                <w:i/>
                <w:sz w:val="18"/>
                <w:szCs w:val="18"/>
              </w:rPr>
              <w:lastRenderedPageBreak/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медицинским структурным подразделением-врач приемного отделения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приемного отделения (терапия)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приемного отделения (гинекология)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приемного отделения (офтальмология,ЛОР)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 (медицинский брат)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приемного отдел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(терапия)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приемного отдел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(офтальмология)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приемного отдел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(гинекология)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 2-й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2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Рентгенологическое отделение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Врачебный медицинский пе</w:t>
            </w:r>
            <w:r w:rsidRPr="006F0A4D">
              <w:rPr>
                <w:i/>
                <w:sz w:val="18"/>
                <w:szCs w:val="18"/>
              </w:rPr>
              <w:t>р</w:t>
            </w:r>
            <w:r w:rsidRPr="006F0A4D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медицинским структурным подразделением-врач-рентгенолог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Врач-рентгенолог (терапевт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lastRenderedPageBreak/>
              <w:t>ческий корпус)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Врач-рентгенолог (хирургич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ский корпус,приемное отдел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Врач-рентгенолог (глазной корпус)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Врач-рентгенолог (хирургич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ский корпус 3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Рентгенолаборант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Рентгенолаборант (хирургич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ский корпус приемное отдел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Рентгенолаборант (хирургич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ский корпус 3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Рентгенолаборант (глазной корпус)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Рентгенолаборант (терапевт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ческий корпус)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 2-й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Эндоскопическое отделение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Врачебный медицинский пе</w:t>
            </w:r>
            <w:r w:rsidRPr="006F0A4D">
              <w:rPr>
                <w:i/>
                <w:sz w:val="18"/>
                <w:szCs w:val="18"/>
              </w:rPr>
              <w:t>р</w:t>
            </w:r>
            <w:r w:rsidRPr="006F0A4D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медицинским структурным подразделением-врач-эндоскопист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Врач-эндоскопист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227А (226А)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Врач-эндоскопист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228А </w:t>
            </w:r>
            <w:r>
              <w:rPr>
                <w:sz w:val="18"/>
                <w:szCs w:val="18"/>
              </w:rPr>
              <w:lastRenderedPageBreak/>
              <w:t>(226А)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Врач-эндоскопист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229А (226А)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Врач-эндоскопист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230А (226А)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Врач-эндоскопист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231А (226А)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Врач-эндоскопист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 (медицинский брат)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234А (233А)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235А (233А)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236А (233А)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237А (233А)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Операционный блок № 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 операционная (медицинский брат)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операц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онная (медицинский брат)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240А (239А)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операц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онная (медицинский брат)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241А (239А)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операц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онная (медицинский брат)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242А </w:t>
            </w:r>
            <w:r>
              <w:rPr>
                <w:sz w:val="18"/>
                <w:szCs w:val="18"/>
              </w:rPr>
              <w:lastRenderedPageBreak/>
              <w:t>(239А)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Медицинская сестра операц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lastRenderedPageBreak/>
              <w:t>онная (медицинский брат)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243 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перевязочной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i/>
                <w:sz w:val="18"/>
                <w:szCs w:val="18"/>
              </w:rPr>
            </w:pPr>
            <w:r w:rsidRPr="006F0A4D">
              <w:rPr>
                <w:i/>
                <w:sz w:val="18"/>
                <w:szCs w:val="18"/>
              </w:rPr>
              <w:t>Младший медицинский перс</w:t>
            </w:r>
            <w:r w:rsidRPr="006F0A4D">
              <w:rPr>
                <w:i/>
                <w:sz w:val="18"/>
                <w:szCs w:val="18"/>
              </w:rPr>
              <w:t>о</w:t>
            </w:r>
            <w:r w:rsidRPr="006F0A4D">
              <w:rPr>
                <w:i/>
                <w:sz w:val="18"/>
                <w:szCs w:val="18"/>
              </w:rPr>
              <w:t>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b/>
                <w:sz w:val="18"/>
                <w:szCs w:val="18"/>
              </w:rPr>
            </w:pPr>
            <w:r w:rsidRPr="006F0A4D">
              <w:rPr>
                <w:b/>
                <w:sz w:val="18"/>
                <w:szCs w:val="18"/>
              </w:rPr>
              <w:t>Гараж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ToyotaCamry,гос.№ Е 483 УО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ToyotaCamry,гос.№ М 755 ХТ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FordTransit,гос. № Е 808 ХХ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FordTransit,гос. № М 524 ХТ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FordTransit,гос. № М 571 ХТ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Mercedes-BenzSprinter, гос.№ М 876 МА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b/>
                <w:sz w:val="18"/>
                <w:szCs w:val="18"/>
              </w:rPr>
            </w:pPr>
            <w:r w:rsidRPr="006F0A4D">
              <w:rPr>
                <w:b/>
                <w:sz w:val="18"/>
                <w:szCs w:val="18"/>
              </w:rPr>
              <w:t>Административно-управленческий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F0A4D" w:rsidRPr="00DF4DA6" w:rsidTr="004654AF">
        <w:tc>
          <w:tcPr>
            <w:tcW w:w="959" w:type="dxa"/>
            <w:shd w:val="clear" w:color="auto" w:fill="auto"/>
            <w:vAlign w:val="center"/>
          </w:tcPr>
          <w:p w:rsid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F0A4D" w:rsidRPr="006F0A4D" w:rsidRDefault="006F0A4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врача (по медицинской части)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F0A4D" w:rsidRDefault="006F0A4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Pr="00DF4DA6" w:rsidRDefault="0065289A" w:rsidP="009A1326">
      <w:pPr>
        <w:rPr>
          <w:sz w:val="18"/>
          <w:szCs w:val="18"/>
        </w:rPr>
      </w:pPr>
    </w:p>
    <w:p w:rsidR="00936F48" w:rsidRPr="00DF4DA6" w:rsidRDefault="00936F48" w:rsidP="00936F48">
      <w:r w:rsidRPr="00DF4DA6">
        <w:t>Дата составления:</w:t>
      </w:r>
      <w:fldSimple w:instr=" DOCVARIABLE fill_date \* MERGEFORMAT ">
        <w:r w:rsidR="006F0A4D">
          <w:rPr>
            <w:rStyle w:val="a9"/>
          </w:rPr>
          <w:t>25.10.2020</w:t>
        </w:r>
      </w:fldSimple>
      <w:r w:rsidRPr="00DF4DA6">
        <w:rPr>
          <w:rStyle w:val="a9"/>
        </w:rPr>
        <w:t> </w:t>
      </w:r>
    </w:p>
    <w:p w:rsidR="004654AF" w:rsidRPr="00DF4DA6" w:rsidRDefault="004654AF" w:rsidP="009D6532"/>
    <w:p w:rsidR="006F0A4D" w:rsidRDefault="006F0A4D" w:rsidP="009D6532"/>
    <w:p w:rsidR="006F0A4D" w:rsidRDefault="006F0A4D" w:rsidP="009D6532"/>
    <w:p w:rsidR="00D1500B" w:rsidRDefault="00D1500B" w:rsidP="009D6532"/>
    <w:p w:rsidR="006F0A4D" w:rsidRDefault="006F0A4D" w:rsidP="009D6532"/>
    <w:sectPr w:rsidR="006F0A4D" w:rsidSect="0002033E">
      <w:footerReference w:type="default" r:id="rId6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2C4" w:rsidRDefault="001222C4" w:rsidP="006865C8">
      <w:r>
        <w:separator/>
      </w:r>
    </w:p>
  </w:endnote>
  <w:endnote w:type="continuationSeparator" w:id="1">
    <w:p w:rsidR="001222C4" w:rsidRDefault="001222C4" w:rsidP="006865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F77" w:rsidRDefault="00B92F77">
    <w:pPr>
      <w:pStyle w:val="ad"/>
      <w:jc w:val="right"/>
    </w:pPr>
    <w:fldSimple w:instr="PAGE   \* MERGEFORMAT">
      <w:r w:rsidR="00D97A4F">
        <w:rPr>
          <w:noProof/>
        </w:rPr>
        <w:t>1</w:t>
      </w:r>
    </w:fldSimple>
  </w:p>
  <w:p w:rsidR="00B92F77" w:rsidRDefault="00B92F7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2C4" w:rsidRDefault="001222C4" w:rsidP="006865C8">
      <w:r>
        <w:separator/>
      </w:r>
    </w:p>
  </w:footnote>
  <w:footnote w:type="continuationSeparator" w:id="1">
    <w:p w:rsidR="001222C4" w:rsidRDefault="001222C4" w:rsidP="006865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attachedTemplate r:id="rId1"/>
  <w:stylePaneFormatFilter w:val="3F01"/>
  <w:doNotTrackMoves/>
  <w:defaultTabStop w:val="708"/>
  <w:autoHyphenation/>
  <w:hyphenationZone w:val="357"/>
  <w:noPunctuationKerning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ctivedoc_name" w:val="Документ10"/>
    <w:docVar w:name="att_org_adr" w:val="614000, г. Пермь, ул. Краснова, 24 «б»"/>
    <w:docVar w:name="att_org_name" w:val="Общество с ограниченной ответственностью «Уралтеханалит»"/>
    <w:docVar w:name="att_org_reg_date" w:val="24.05.2016"/>
    <w:docVar w:name="att_org_reg_num" w:val="314"/>
    <w:docVar w:name="boss_fio" w:val="Лупский Андрей Николаевич"/>
    <w:docVar w:name="ceh_info" w:val="Государственное бюджетное учреждение здравоохранения Пермского края &quot;Ордена &quot;Знак Почета &quot; Пермская краевая клиническая больница&quot;"/>
    <w:docVar w:name="doc_name" w:val="Документ10"/>
    <w:docVar w:name="doc_type" w:val="5"/>
    <w:docVar w:name="fill_date" w:val="25.10.2020"/>
    <w:docVar w:name="org_guid" w:val="935225CBDCCF4C60AC84C6FEBE0D78CB"/>
    <w:docVar w:name="org_id" w:val="107"/>
    <w:docVar w:name="org_name" w:val="     "/>
    <w:docVar w:name="pers_guids" w:val="FCDF1A791A8E49239FDB57DF228D7203@035-176-807 54"/>
    <w:docVar w:name="pers_snils" w:val="FCDF1A791A8E49239FDB57DF228D7203@035-176-807 54"/>
    <w:docVar w:name="pred_dolg" w:val="Заместитель главного врача по медицинской части"/>
    <w:docVar w:name="pred_fio" w:val="Балакирева В.В."/>
    <w:docVar w:name="rbtd_name" w:val="Государственное бюджетное учреждение здравоохранения Пермского края &quot;Ордена &quot;Знак Почета &quot; Пермская краевая клиническая больница&quot;"/>
    <w:docVar w:name="step_test" w:val="6"/>
    <w:docVar w:name="sv_docs" w:val="1"/>
  </w:docVars>
  <w:rsids>
    <w:rsidRoot w:val="006F0A4D"/>
    <w:rsid w:val="00010CA7"/>
    <w:rsid w:val="0002033E"/>
    <w:rsid w:val="000B1101"/>
    <w:rsid w:val="000C5130"/>
    <w:rsid w:val="000D3760"/>
    <w:rsid w:val="000F0714"/>
    <w:rsid w:val="001222C4"/>
    <w:rsid w:val="00166F7C"/>
    <w:rsid w:val="00196135"/>
    <w:rsid w:val="00197C4A"/>
    <w:rsid w:val="001A7AC3"/>
    <w:rsid w:val="001B19D8"/>
    <w:rsid w:val="001F0D13"/>
    <w:rsid w:val="00200F58"/>
    <w:rsid w:val="00237B32"/>
    <w:rsid w:val="00237D0B"/>
    <w:rsid w:val="00251F5D"/>
    <w:rsid w:val="002743B5"/>
    <w:rsid w:val="002761BA"/>
    <w:rsid w:val="00320313"/>
    <w:rsid w:val="00364508"/>
    <w:rsid w:val="003A1C01"/>
    <w:rsid w:val="003A2259"/>
    <w:rsid w:val="003A249F"/>
    <w:rsid w:val="003C3080"/>
    <w:rsid w:val="003C79E5"/>
    <w:rsid w:val="003F4B55"/>
    <w:rsid w:val="00443717"/>
    <w:rsid w:val="00450E3E"/>
    <w:rsid w:val="004654AF"/>
    <w:rsid w:val="00474FA8"/>
    <w:rsid w:val="00495D50"/>
    <w:rsid w:val="004B7161"/>
    <w:rsid w:val="004C2D58"/>
    <w:rsid w:val="004C6BD0"/>
    <w:rsid w:val="004D3FF5"/>
    <w:rsid w:val="004E5CB1"/>
    <w:rsid w:val="005449EB"/>
    <w:rsid w:val="00547088"/>
    <w:rsid w:val="005567D6"/>
    <w:rsid w:val="005645F0"/>
    <w:rsid w:val="00572AE0"/>
    <w:rsid w:val="00584289"/>
    <w:rsid w:val="005F64E6"/>
    <w:rsid w:val="0065289A"/>
    <w:rsid w:val="0067226F"/>
    <w:rsid w:val="006865C8"/>
    <w:rsid w:val="006E4DFC"/>
    <w:rsid w:val="006F0A4D"/>
    <w:rsid w:val="00725C51"/>
    <w:rsid w:val="00820552"/>
    <w:rsid w:val="00936F48"/>
    <w:rsid w:val="009647F7"/>
    <w:rsid w:val="009A1326"/>
    <w:rsid w:val="009D6532"/>
    <w:rsid w:val="009E6384"/>
    <w:rsid w:val="00A026A4"/>
    <w:rsid w:val="00A33958"/>
    <w:rsid w:val="00AF1EDF"/>
    <w:rsid w:val="00B12F45"/>
    <w:rsid w:val="00B2089E"/>
    <w:rsid w:val="00B3448B"/>
    <w:rsid w:val="00B874F5"/>
    <w:rsid w:val="00B92F77"/>
    <w:rsid w:val="00BA560A"/>
    <w:rsid w:val="00C0355B"/>
    <w:rsid w:val="00C10763"/>
    <w:rsid w:val="00C3592A"/>
    <w:rsid w:val="00C93056"/>
    <w:rsid w:val="00CA2E96"/>
    <w:rsid w:val="00CC00E0"/>
    <w:rsid w:val="00CD2568"/>
    <w:rsid w:val="00D11966"/>
    <w:rsid w:val="00D1500B"/>
    <w:rsid w:val="00D2418D"/>
    <w:rsid w:val="00D94F25"/>
    <w:rsid w:val="00D97A4F"/>
    <w:rsid w:val="00DC0F74"/>
    <w:rsid w:val="00DC1A91"/>
    <w:rsid w:val="00DD6622"/>
    <w:rsid w:val="00DE538E"/>
    <w:rsid w:val="00DF4DA6"/>
    <w:rsid w:val="00E25119"/>
    <w:rsid w:val="00E30B79"/>
    <w:rsid w:val="00E30D89"/>
    <w:rsid w:val="00E458F1"/>
    <w:rsid w:val="00E821FE"/>
    <w:rsid w:val="00E8551E"/>
    <w:rsid w:val="00EA3306"/>
    <w:rsid w:val="00EB7BDE"/>
    <w:rsid w:val="00EC5373"/>
    <w:rsid w:val="00F06873"/>
    <w:rsid w:val="00F262EE"/>
    <w:rsid w:val="00F510F1"/>
    <w:rsid w:val="00F835B0"/>
    <w:rsid w:val="00FD4EE4"/>
    <w:rsid w:val="00FE4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6865C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6865C8"/>
    <w:rPr>
      <w:sz w:val="24"/>
    </w:rPr>
  </w:style>
  <w:style w:type="paragraph" w:styleId="ad">
    <w:name w:val="footer"/>
    <w:basedOn w:val="a"/>
    <w:link w:val="ae"/>
    <w:uiPriority w:val="99"/>
    <w:rsid w:val="006865C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865C8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51</TotalTime>
  <Pages>1</Pages>
  <Words>4975</Words>
  <Characters>28358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33267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Tatyana Mashkina</dc:creator>
  <cp:lastModifiedBy>pkkb</cp:lastModifiedBy>
  <cp:revision>9</cp:revision>
  <cp:lastPrinted>2020-12-15T06:13:00Z</cp:lastPrinted>
  <dcterms:created xsi:type="dcterms:W3CDTF">2020-12-09T08:52:00Z</dcterms:created>
  <dcterms:modified xsi:type="dcterms:W3CDTF">2022-12-05T05:29:00Z</dcterms:modified>
</cp:coreProperties>
</file>