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ACD392" w14:textId="77777777" w:rsidR="00DB70BA" w:rsidRPr="00E25464" w:rsidRDefault="00DB70BA" w:rsidP="00DB70BA">
      <w:pPr>
        <w:pStyle w:val="a7"/>
        <w:jc w:val="center"/>
      </w:pPr>
      <w:r w:rsidRPr="00E25464">
        <w:t>Перечень рекомендуемых мероприятий по улучшению условий труда</w:t>
      </w:r>
    </w:p>
    <w:p w14:paraId="2C3D4063" w14:textId="77777777" w:rsidR="00B3448B" w:rsidRPr="00E25464" w:rsidRDefault="00B3448B" w:rsidP="00B3448B"/>
    <w:p w14:paraId="44DBE038" w14:textId="77777777" w:rsidR="00B3448B" w:rsidRPr="00E25464" w:rsidRDefault="00B3448B" w:rsidP="00B3448B">
      <w:r w:rsidRPr="00E25464">
        <w:t>Наименование организации:</w:t>
      </w:r>
      <w:r w:rsidRPr="00E25464">
        <w:rPr>
          <w:rStyle w:val="a9"/>
        </w:rPr>
        <w:t xml:space="preserve"> </w:t>
      </w:r>
      <w:r w:rsidRPr="00E25464">
        <w:rPr>
          <w:rStyle w:val="a9"/>
        </w:rPr>
        <w:fldChar w:fldCharType="begin"/>
      </w:r>
      <w:r w:rsidRPr="00E25464">
        <w:rPr>
          <w:rStyle w:val="a9"/>
        </w:rPr>
        <w:instrText xml:space="preserve"> DOCVARIABLE </w:instrText>
      </w:r>
      <w:r w:rsidR="00483A6A" w:rsidRPr="00E25464">
        <w:rPr>
          <w:rStyle w:val="a9"/>
        </w:rPr>
        <w:instrText>ceh_info</w:instrText>
      </w:r>
      <w:r w:rsidRPr="00E25464">
        <w:rPr>
          <w:rStyle w:val="a9"/>
        </w:rPr>
        <w:instrText xml:space="preserve"> \* MERGEFORMAT </w:instrText>
      </w:r>
      <w:r w:rsidR="00BD0A92" w:rsidRPr="00E25464">
        <w:rPr>
          <w:rStyle w:val="a9"/>
        </w:rPr>
        <w:fldChar w:fldCharType="separate"/>
      </w:r>
      <w:r w:rsidR="001F44DD" w:rsidRPr="001F44DD">
        <w:rPr>
          <w:rStyle w:val="a9"/>
        </w:rPr>
        <w:t xml:space="preserve"> Государственное бюджетное учреждение здравоохранения Пермского края "Ордена "Знак Почёта" Пермская краевая клиническая больница" </w:t>
      </w:r>
      <w:r w:rsidRPr="00E25464">
        <w:rPr>
          <w:rStyle w:val="a9"/>
        </w:rPr>
        <w:fldChar w:fldCharType="end"/>
      </w:r>
      <w:r w:rsidRPr="00E25464">
        <w:rPr>
          <w:rStyle w:val="a9"/>
        </w:rPr>
        <w:t> </w:t>
      </w:r>
    </w:p>
    <w:p w14:paraId="42359E68" w14:textId="77777777" w:rsidR="00DB70BA" w:rsidRPr="00E25464" w:rsidRDefault="00DB70BA" w:rsidP="00DB70BA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5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9"/>
        <w:gridCol w:w="3686"/>
        <w:gridCol w:w="2835"/>
        <w:gridCol w:w="1384"/>
        <w:gridCol w:w="3294"/>
        <w:gridCol w:w="1315"/>
      </w:tblGrid>
      <w:tr w:rsidR="00DB70BA" w:rsidRPr="00E25464" w14:paraId="53D5AF08" w14:textId="77777777" w:rsidTr="008B4051">
        <w:trPr>
          <w:jc w:val="center"/>
        </w:trPr>
        <w:tc>
          <w:tcPr>
            <w:tcW w:w="3049" w:type="dxa"/>
            <w:vAlign w:val="center"/>
          </w:tcPr>
          <w:p w14:paraId="1E0AE25C" w14:textId="77777777" w:rsidR="00DB70BA" w:rsidRPr="00E25464" w:rsidRDefault="00DB70BA" w:rsidP="00DB70BA">
            <w:pPr>
              <w:pStyle w:val="aa"/>
            </w:pPr>
            <w:bookmarkStart w:id="0" w:name="main_table"/>
            <w:bookmarkEnd w:id="0"/>
            <w:r w:rsidRPr="00E25464">
              <w:t>Наименование структурного подразделения, рабочего места</w:t>
            </w:r>
          </w:p>
        </w:tc>
        <w:tc>
          <w:tcPr>
            <w:tcW w:w="3686" w:type="dxa"/>
            <w:vAlign w:val="center"/>
          </w:tcPr>
          <w:p w14:paraId="229AB073" w14:textId="515D00C5" w:rsidR="00DB70BA" w:rsidRPr="00E25464" w:rsidRDefault="00DB70BA" w:rsidP="00DB70BA">
            <w:pPr>
              <w:pStyle w:val="aa"/>
            </w:pPr>
            <w:r w:rsidRPr="00E25464">
              <w:t>Наименование меропри</w:t>
            </w:r>
            <w:r w:rsidRPr="00E25464">
              <w:t>я</w:t>
            </w:r>
            <w:r w:rsidRPr="00E25464">
              <w:t>тия</w:t>
            </w:r>
          </w:p>
        </w:tc>
        <w:tc>
          <w:tcPr>
            <w:tcW w:w="2835" w:type="dxa"/>
            <w:vAlign w:val="center"/>
          </w:tcPr>
          <w:p w14:paraId="236FFB21" w14:textId="77777777" w:rsidR="00DB70BA" w:rsidRPr="00E25464" w:rsidRDefault="00DB70BA" w:rsidP="00DB70BA">
            <w:pPr>
              <w:pStyle w:val="aa"/>
            </w:pPr>
            <w:r w:rsidRPr="00E25464">
              <w:t>Цель мер</w:t>
            </w:r>
            <w:r w:rsidRPr="00E25464">
              <w:t>о</w:t>
            </w:r>
            <w:r w:rsidRPr="00E25464">
              <w:t>приятия</w:t>
            </w:r>
          </w:p>
        </w:tc>
        <w:tc>
          <w:tcPr>
            <w:tcW w:w="1384" w:type="dxa"/>
            <w:vAlign w:val="center"/>
          </w:tcPr>
          <w:p w14:paraId="1A01E22E" w14:textId="77777777" w:rsidR="00DB70BA" w:rsidRPr="00E25464" w:rsidRDefault="008B4051" w:rsidP="00DB70BA">
            <w:pPr>
              <w:pStyle w:val="aa"/>
            </w:pPr>
            <w:r w:rsidRPr="00E25464">
              <w:t>Срок</w:t>
            </w:r>
            <w:r w:rsidRPr="00E25464">
              <w:br/>
            </w:r>
            <w:r w:rsidR="00DB70BA" w:rsidRPr="00E25464">
              <w:t>выпо</w:t>
            </w:r>
            <w:r w:rsidR="00DB70BA" w:rsidRPr="00E25464">
              <w:t>л</w:t>
            </w:r>
            <w:r w:rsidR="00DB70BA" w:rsidRPr="00E25464">
              <w:t>нения</w:t>
            </w:r>
          </w:p>
        </w:tc>
        <w:tc>
          <w:tcPr>
            <w:tcW w:w="3294" w:type="dxa"/>
            <w:vAlign w:val="center"/>
          </w:tcPr>
          <w:p w14:paraId="554EB33C" w14:textId="77777777" w:rsidR="00DB70BA" w:rsidRPr="00E25464" w:rsidRDefault="00DB70BA" w:rsidP="00DB70BA">
            <w:pPr>
              <w:pStyle w:val="aa"/>
            </w:pPr>
            <w:r w:rsidRPr="00E25464">
              <w:t>Структурные подразделения, пр</w:t>
            </w:r>
            <w:r w:rsidRPr="00E25464">
              <w:t>и</w:t>
            </w:r>
            <w:r w:rsidRPr="00E25464">
              <w:t>влека</w:t>
            </w:r>
            <w:r w:rsidRPr="00E25464">
              <w:t>е</w:t>
            </w:r>
            <w:r w:rsidRPr="00E25464">
              <w:t>мые для выполнения</w:t>
            </w:r>
          </w:p>
        </w:tc>
        <w:tc>
          <w:tcPr>
            <w:tcW w:w="1315" w:type="dxa"/>
            <w:vAlign w:val="center"/>
          </w:tcPr>
          <w:p w14:paraId="473EEB4C" w14:textId="77777777" w:rsidR="00DB70BA" w:rsidRPr="00E25464" w:rsidRDefault="00DB70BA" w:rsidP="00DB70BA">
            <w:pPr>
              <w:pStyle w:val="aa"/>
            </w:pPr>
            <w:r w:rsidRPr="00E25464">
              <w:t>Отметка о в</w:t>
            </w:r>
            <w:r w:rsidRPr="00E25464">
              <w:t>ы</w:t>
            </w:r>
            <w:r w:rsidRPr="00E25464">
              <w:t>полнении</w:t>
            </w:r>
          </w:p>
        </w:tc>
      </w:tr>
      <w:tr w:rsidR="00DB70BA" w:rsidRPr="00E25464" w14:paraId="0172C484" w14:textId="77777777" w:rsidTr="008B4051">
        <w:trPr>
          <w:jc w:val="center"/>
        </w:trPr>
        <w:tc>
          <w:tcPr>
            <w:tcW w:w="3049" w:type="dxa"/>
            <w:vAlign w:val="center"/>
          </w:tcPr>
          <w:p w14:paraId="47A89960" w14:textId="77777777" w:rsidR="00DB70BA" w:rsidRPr="00E25464" w:rsidRDefault="00DB70BA" w:rsidP="00DB70BA">
            <w:pPr>
              <w:pStyle w:val="aa"/>
            </w:pPr>
            <w:r w:rsidRPr="00E25464">
              <w:t>1</w:t>
            </w:r>
          </w:p>
        </w:tc>
        <w:tc>
          <w:tcPr>
            <w:tcW w:w="3686" w:type="dxa"/>
            <w:vAlign w:val="center"/>
          </w:tcPr>
          <w:p w14:paraId="2A10DF0E" w14:textId="77777777" w:rsidR="00DB70BA" w:rsidRPr="00E25464" w:rsidRDefault="00DB70BA" w:rsidP="00DB70BA">
            <w:pPr>
              <w:pStyle w:val="aa"/>
            </w:pPr>
            <w:r w:rsidRPr="00E25464">
              <w:t>2</w:t>
            </w:r>
          </w:p>
        </w:tc>
        <w:tc>
          <w:tcPr>
            <w:tcW w:w="2835" w:type="dxa"/>
            <w:vAlign w:val="center"/>
          </w:tcPr>
          <w:p w14:paraId="6449D421" w14:textId="77777777" w:rsidR="00DB70BA" w:rsidRPr="00E25464" w:rsidRDefault="00DB70BA" w:rsidP="00DB70BA">
            <w:pPr>
              <w:pStyle w:val="aa"/>
            </w:pPr>
            <w:r w:rsidRPr="00E25464">
              <w:t>3</w:t>
            </w:r>
          </w:p>
        </w:tc>
        <w:tc>
          <w:tcPr>
            <w:tcW w:w="1384" w:type="dxa"/>
            <w:vAlign w:val="center"/>
          </w:tcPr>
          <w:p w14:paraId="7F5BF118" w14:textId="77777777" w:rsidR="00DB70BA" w:rsidRPr="00E25464" w:rsidRDefault="00DB70BA" w:rsidP="00DB70BA">
            <w:pPr>
              <w:pStyle w:val="aa"/>
            </w:pPr>
            <w:r w:rsidRPr="00E25464">
              <w:t>4</w:t>
            </w:r>
          </w:p>
        </w:tc>
        <w:tc>
          <w:tcPr>
            <w:tcW w:w="3294" w:type="dxa"/>
            <w:vAlign w:val="center"/>
          </w:tcPr>
          <w:p w14:paraId="053D1045" w14:textId="77777777" w:rsidR="00DB70BA" w:rsidRPr="00E25464" w:rsidRDefault="00DB70BA" w:rsidP="00DB70BA">
            <w:pPr>
              <w:pStyle w:val="aa"/>
            </w:pPr>
            <w:r w:rsidRPr="00E25464">
              <w:t>5</w:t>
            </w:r>
          </w:p>
        </w:tc>
        <w:tc>
          <w:tcPr>
            <w:tcW w:w="1315" w:type="dxa"/>
            <w:vAlign w:val="center"/>
          </w:tcPr>
          <w:p w14:paraId="12A5E5EF" w14:textId="77777777" w:rsidR="00DB70BA" w:rsidRPr="00E25464" w:rsidRDefault="00DB70BA" w:rsidP="00DB70BA">
            <w:pPr>
              <w:pStyle w:val="aa"/>
            </w:pPr>
            <w:r w:rsidRPr="00E25464">
              <w:t>6</w:t>
            </w:r>
          </w:p>
        </w:tc>
      </w:tr>
      <w:tr w:rsidR="001F44DD" w:rsidRPr="00E25464" w14:paraId="1A513A5B" w14:textId="77777777" w:rsidTr="008B4051">
        <w:trPr>
          <w:jc w:val="center"/>
        </w:trPr>
        <w:tc>
          <w:tcPr>
            <w:tcW w:w="3049" w:type="dxa"/>
            <w:vAlign w:val="center"/>
          </w:tcPr>
          <w:p w14:paraId="2AE9A265" w14:textId="77777777" w:rsidR="001F44DD" w:rsidRPr="001F44DD" w:rsidRDefault="001F44DD" w:rsidP="001F44DD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Административно-управленческий персонал</w:t>
            </w:r>
          </w:p>
        </w:tc>
        <w:tc>
          <w:tcPr>
            <w:tcW w:w="3686" w:type="dxa"/>
            <w:vAlign w:val="center"/>
          </w:tcPr>
          <w:p w14:paraId="6007B723" w14:textId="77777777" w:rsidR="001F44DD" w:rsidRPr="00E25464" w:rsidRDefault="001F44DD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230992C5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415051A7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41595573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1B2FF831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5DDCC75C" w14:textId="77777777" w:rsidTr="008B4051">
        <w:trPr>
          <w:jc w:val="center"/>
        </w:trPr>
        <w:tc>
          <w:tcPr>
            <w:tcW w:w="3049" w:type="dxa"/>
            <w:vAlign w:val="center"/>
          </w:tcPr>
          <w:p w14:paraId="393884A2" w14:textId="77777777" w:rsidR="001F44DD" w:rsidRPr="001F44DD" w:rsidRDefault="001F44DD" w:rsidP="001F44DD">
            <w:pPr>
              <w:pStyle w:val="aa"/>
              <w:jc w:val="left"/>
            </w:pPr>
            <w:r>
              <w:t>20240001. Главный врач</w:t>
            </w:r>
          </w:p>
        </w:tc>
        <w:tc>
          <w:tcPr>
            <w:tcW w:w="3686" w:type="dxa"/>
            <w:vAlign w:val="center"/>
          </w:tcPr>
          <w:p w14:paraId="484510F2" w14:textId="77777777" w:rsidR="001F44DD" w:rsidRPr="00E25464" w:rsidRDefault="001F44DD" w:rsidP="00DB70BA">
            <w:pPr>
              <w:pStyle w:val="aa"/>
            </w:pPr>
            <w:r>
              <w:t>Биологический: Вредные условия труда по биологическому фактору обусловлены спецификой трудовой деятельности, необходимо соблюдение режимов труда и отдыха, соблюдение периодичности медицинских осмотров, а также организовать выдачу специального питания (молока)</w:t>
            </w:r>
          </w:p>
        </w:tc>
        <w:tc>
          <w:tcPr>
            <w:tcW w:w="2835" w:type="dxa"/>
            <w:vAlign w:val="center"/>
          </w:tcPr>
          <w:p w14:paraId="1CA7E271" w14:textId="77777777" w:rsidR="001F44DD" w:rsidRPr="00E25464" w:rsidRDefault="001F44DD" w:rsidP="00DB70BA">
            <w:pPr>
              <w:pStyle w:val="aa"/>
            </w:pPr>
            <w:r>
              <w:t xml:space="preserve">Снижение вредного воздействия биологического фактора </w:t>
            </w:r>
          </w:p>
        </w:tc>
        <w:tc>
          <w:tcPr>
            <w:tcW w:w="1384" w:type="dxa"/>
            <w:vAlign w:val="center"/>
          </w:tcPr>
          <w:p w14:paraId="6FA6CA50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6CAC40EB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274359E7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678C042D" w14:textId="77777777" w:rsidTr="008B4051">
        <w:trPr>
          <w:jc w:val="center"/>
        </w:trPr>
        <w:tc>
          <w:tcPr>
            <w:tcW w:w="3049" w:type="dxa"/>
            <w:vAlign w:val="center"/>
          </w:tcPr>
          <w:p w14:paraId="390A85B1" w14:textId="0189237E" w:rsidR="001F44DD" w:rsidRPr="001F44DD" w:rsidRDefault="001F44DD" w:rsidP="001F44DD">
            <w:pPr>
              <w:pStyle w:val="aa"/>
              <w:jc w:val="left"/>
            </w:pPr>
            <w:r>
              <w:t>20240002. Главная медицинская сестра</w:t>
            </w:r>
          </w:p>
        </w:tc>
        <w:tc>
          <w:tcPr>
            <w:tcW w:w="3686" w:type="dxa"/>
            <w:vAlign w:val="center"/>
          </w:tcPr>
          <w:p w14:paraId="63B7993C" w14:textId="37C9328F" w:rsidR="001F44DD" w:rsidRDefault="001F44DD" w:rsidP="00DB70BA">
            <w:pPr>
              <w:pStyle w:val="aa"/>
            </w:pPr>
            <w:r>
              <w:t>Биологический: Вредные условия труда по биологическому фактору обусловлены спецификой трудовой деятельности, необходимо соблюдение режимов труда и отдыха, соблюдение периодичности медицинских осмотров, а также организовать выдачу специального питания (молока)</w:t>
            </w:r>
          </w:p>
        </w:tc>
        <w:tc>
          <w:tcPr>
            <w:tcW w:w="2835" w:type="dxa"/>
            <w:vAlign w:val="center"/>
          </w:tcPr>
          <w:p w14:paraId="157E8D02" w14:textId="3CA57318" w:rsidR="001F44DD" w:rsidRDefault="001F44DD" w:rsidP="00DB70BA">
            <w:pPr>
              <w:pStyle w:val="aa"/>
            </w:pPr>
            <w:r>
              <w:t xml:space="preserve">Снижение вредного воздействия биологического фактора </w:t>
            </w:r>
          </w:p>
        </w:tc>
        <w:tc>
          <w:tcPr>
            <w:tcW w:w="1384" w:type="dxa"/>
            <w:vAlign w:val="center"/>
          </w:tcPr>
          <w:p w14:paraId="32F44305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5FBBE09F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45A50A61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1BAE8637" w14:textId="77777777" w:rsidTr="008B4051">
        <w:trPr>
          <w:jc w:val="center"/>
        </w:trPr>
        <w:tc>
          <w:tcPr>
            <w:tcW w:w="3049" w:type="dxa"/>
            <w:vAlign w:val="center"/>
          </w:tcPr>
          <w:p w14:paraId="12904CC8" w14:textId="115FA381" w:rsidR="001F44DD" w:rsidRPr="001F44DD" w:rsidRDefault="001F44DD" w:rsidP="001F44DD">
            <w:pPr>
              <w:pStyle w:val="aa"/>
              <w:jc w:val="left"/>
            </w:pPr>
            <w:r>
              <w:t xml:space="preserve">20240005. Заместитель главного врача по </w:t>
            </w:r>
            <w:proofErr w:type="spellStart"/>
            <w:r>
              <w:t>аккушерско</w:t>
            </w:r>
            <w:proofErr w:type="spellEnd"/>
            <w:r>
              <w:t>-гинекологической помощи</w:t>
            </w:r>
          </w:p>
        </w:tc>
        <w:tc>
          <w:tcPr>
            <w:tcW w:w="3686" w:type="dxa"/>
            <w:vAlign w:val="center"/>
          </w:tcPr>
          <w:p w14:paraId="44DE4057" w14:textId="16C776D6" w:rsidR="001F44DD" w:rsidRDefault="001F44DD" w:rsidP="00DB70BA">
            <w:pPr>
              <w:pStyle w:val="aa"/>
            </w:pPr>
            <w:r>
              <w:t>Биологический: Вредные условия труда по биологическому фактору обусловлены спецификой трудовой деятельности, необходимо соблюдение режимов труда и отдыха, соблюдение периодичности медицинских осмотров, а также организовать выдачу специального питания (молока)</w:t>
            </w:r>
          </w:p>
        </w:tc>
        <w:tc>
          <w:tcPr>
            <w:tcW w:w="2835" w:type="dxa"/>
            <w:vAlign w:val="center"/>
          </w:tcPr>
          <w:p w14:paraId="1D571F7A" w14:textId="7D26ABD5" w:rsidR="001F44DD" w:rsidRDefault="001F44DD" w:rsidP="00DB70BA">
            <w:pPr>
              <w:pStyle w:val="aa"/>
            </w:pPr>
            <w:r>
              <w:t xml:space="preserve">Снижение вредного воздействия биологического фактора </w:t>
            </w:r>
          </w:p>
        </w:tc>
        <w:tc>
          <w:tcPr>
            <w:tcW w:w="1384" w:type="dxa"/>
            <w:vAlign w:val="center"/>
          </w:tcPr>
          <w:p w14:paraId="325F44F1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0BE49F2E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5CBB6214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378DD7BF" w14:textId="77777777" w:rsidTr="008B4051">
        <w:trPr>
          <w:jc w:val="center"/>
        </w:trPr>
        <w:tc>
          <w:tcPr>
            <w:tcW w:w="3049" w:type="dxa"/>
            <w:vAlign w:val="center"/>
          </w:tcPr>
          <w:p w14:paraId="1EEACA11" w14:textId="579A89BC" w:rsidR="001F44DD" w:rsidRPr="001F44DD" w:rsidRDefault="001F44DD" w:rsidP="001F44DD">
            <w:pPr>
              <w:pStyle w:val="aa"/>
              <w:jc w:val="left"/>
            </w:pPr>
            <w:r>
              <w:t>20240006. Заместитель главного врача по контролю качества и клинико-экспертной работе</w:t>
            </w:r>
          </w:p>
        </w:tc>
        <w:tc>
          <w:tcPr>
            <w:tcW w:w="3686" w:type="dxa"/>
            <w:vAlign w:val="center"/>
          </w:tcPr>
          <w:p w14:paraId="3056A58D" w14:textId="2865D7B9" w:rsidR="001F44DD" w:rsidRDefault="001F44DD" w:rsidP="00DB70BA">
            <w:pPr>
              <w:pStyle w:val="aa"/>
            </w:pPr>
            <w:r>
              <w:t>Биологический: Вредные условия труда по биологическому фактору обусловлены спецификой трудовой деятельности, необходимо соблюдение режимов труда и отдыха, соблюдение периодичности медицинских осмотров, а также организовать выдачу специального питания (молока)</w:t>
            </w:r>
          </w:p>
        </w:tc>
        <w:tc>
          <w:tcPr>
            <w:tcW w:w="2835" w:type="dxa"/>
            <w:vAlign w:val="center"/>
          </w:tcPr>
          <w:p w14:paraId="0719CE9E" w14:textId="66119458" w:rsidR="001F44DD" w:rsidRDefault="001F44DD" w:rsidP="00DB70BA">
            <w:pPr>
              <w:pStyle w:val="aa"/>
            </w:pPr>
            <w:r>
              <w:t xml:space="preserve">Снижение вредного воздействия биологического фактора </w:t>
            </w:r>
          </w:p>
        </w:tc>
        <w:tc>
          <w:tcPr>
            <w:tcW w:w="1384" w:type="dxa"/>
            <w:vAlign w:val="center"/>
          </w:tcPr>
          <w:p w14:paraId="04184650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324E2668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7B243839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78AEE898" w14:textId="77777777" w:rsidTr="008B4051">
        <w:trPr>
          <w:jc w:val="center"/>
        </w:trPr>
        <w:tc>
          <w:tcPr>
            <w:tcW w:w="3049" w:type="dxa"/>
            <w:vAlign w:val="center"/>
          </w:tcPr>
          <w:p w14:paraId="0E1877C5" w14:textId="691E0FF2" w:rsidR="001F44DD" w:rsidRPr="001F44DD" w:rsidRDefault="001F44DD" w:rsidP="001F44DD">
            <w:pPr>
              <w:pStyle w:val="aa"/>
              <w:jc w:val="left"/>
            </w:pPr>
            <w:r>
              <w:lastRenderedPageBreak/>
              <w:t>20240007. Заместитель главного врача по лабораторной диагностике</w:t>
            </w:r>
          </w:p>
        </w:tc>
        <w:tc>
          <w:tcPr>
            <w:tcW w:w="3686" w:type="dxa"/>
            <w:vAlign w:val="center"/>
          </w:tcPr>
          <w:p w14:paraId="5BB77551" w14:textId="315809A6" w:rsidR="001F44DD" w:rsidRDefault="001F44DD" w:rsidP="00DB70BA">
            <w:pPr>
              <w:pStyle w:val="aa"/>
            </w:pPr>
            <w:r>
              <w:t>Биологический: Вредные условия труда по биологическому фактору обусловлены спецификой трудовой деятельности, необходимо соблюдение режимов труда и отдыха, соблюдение периодичности медицинских осмотров, а также организовать выдачу специального питания (молока)</w:t>
            </w:r>
          </w:p>
        </w:tc>
        <w:tc>
          <w:tcPr>
            <w:tcW w:w="2835" w:type="dxa"/>
            <w:vAlign w:val="center"/>
          </w:tcPr>
          <w:p w14:paraId="281C7979" w14:textId="1976EDEA" w:rsidR="001F44DD" w:rsidRDefault="001F44DD" w:rsidP="00DB70BA">
            <w:pPr>
              <w:pStyle w:val="aa"/>
            </w:pPr>
            <w:r>
              <w:t xml:space="preserve">Снижение вредного воздействия биологического фактора </w:t>
            </w:r>
          </w:p>
        </w:tc>
        <w:tc>
          <w:tcPr>
            <w:tcW w:w="1384" w:type="dxa"/>
            <w:vAlign w:val="center"/>
          </w:tcPr>
          <w:p w14:paraId="676CD0A6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548D6B43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5058C5F3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128076C7" w14:textId="77777777" w:rsidTr="008B4051">
        <w:trPr>
          <w:jc w:val="center"/>
        </w:trPr>
        <w:tc>
          <w:tcPr>
            <w:tcW w:w="3049" w:type="dxa"/>
            <w:vAlign w:val="center"/>
          </w:tcPr>
          <w:p w14:paraId="2D5E5861" w14:textId="65595CF3" w:rsidR="001F44DD" w:rsidRPr="001F44DD" w:rsidRDefault="001F44DD" w:rsidP="001F44DD">
            <w:pPr>
              <w:pStyle w:val="aa"/>
              <w:jc w:val="left"/>
            </w:pPr>
            <w:r>
              <w:t>20240008. Заместитель главного врача по терапии</w:t>
            </w:r>
          </w:p>
        </w:tc>
        <w:tc>
          <w:tcPr>
            <w:tcW w:w="3686" w:type="dxa"/>
            <w:vAlign w:val="center"/>
          </w:tcPr>
          <w:p w14:paraId="1771437A" w14:textId="7D9FAF7F" w:rsidR="001F44DD" w:rsidRDefault="001F44DD" w:rsidP="00DB70BA">
            <w:pPr>
              <w:pStyle w:val="aa"/>
            </w:pPr>
            <w:r>
              <w:t>Биологический: Вредные условия труда по биологическому фактору обусловлены спецификой трудовой деятельности, необходимо соблюдение режимов труда и отдыха, соблюдение периодичности медицинских осмотров, а также организовать выдачу специального питания (молока)</w:t>
            </w:r>
          </w:p>
        </w:tc>
        <w:tc>
          <w:tcPr>
            <w:tcW w:w="2835" w:type="dxa"/>
            <w:vAlign w:val="center"/>
          </w:tcPr>
          <w:p w14:paraId="6F3668AC" w14:textId="721C93FE" w:rsidR="001F44DD" w:rsidRDefault="001F44DD" w:rsidP="00DB70BA">
            <w:pPr>
              <w:pStyle w:val="aa"/>
            </w:pPr>
            <w:r>
              <w:t xml:space="preserve">Снижение вредного воздействия биологического фактора </w:t>
            </w:r>
          </w:p>
        </w:tc>
        <w:tc>
          <w:tcPr>
            <w:tcW w:w="1384" w:type="dxa"/>
            <w:vAlign w:val="center"/>
          </w:tcPr>
          <w:p w14:paraId="155A8805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4D20F345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0421748A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2954F7C8" w14:textId="77777777" w:rsidTr="008B4051">
        <w:trPr>
          <w:jc w:val="center"/>
        </w:trPr>
        <w:tc>
          <w:tcPr>
            <w:tcW w:w="3049" w:type="dxa"/>
            <w:vAlign w:val="center"/>
          </w:tcPr>
          <w:p w14:paraId="2C3954E2" w14:textId="3BB276B8" w:rsidR="001F44DD" w:rsidRPr="001F44DD" w:rsidRDefault="001F44DD" w:rsidP="001F44DD">
            <w:pPr>
              <w:pStyle w:val="aa"/>
              <w:jc w:val="left"/>
            </w:pPr>
            <w:r>
              <w:t>20240009. Заместитель главного врача по хирургической помощи</w:t>
            </w:r>
          </w:p>
        </w:tc>
        <w:tc>
          <w:tcPr>
            <w:tcW w:w="3686" w:type="dxa"/>
            <w:vAlign w:val="center"/>
          </w:tcPr>
          <w:p w14:paraId="2E7A3DD1" w14:textId="209FA9D4" w:rsidR="001F44DD" w:rsidRDefault="001F44DD" w:rsidP="00DB70BA">
            <w:pPr>
              <w:pStyle w:val="aa"/>
            </w:pPr>
            <w:r>
              <w:t>Биологический: Вредные условия труда по биологическому фактору обусловлены спецификой трудовой деятельности, необходимо соблюдение режимов труда и отдыха, соблюдение периодичности медицинских осмотров, а также организовать выдачу специального питания (молока)</w:t>
            </w:r>
          </w:p>
        </w:tc>
        <w:tc>
          <w:tcPr>
            <w:tcW w:w="2835" w:type="dxa"/>
            <w:vAlign w:val="center"/>
          </w:tcPr>
          <w:p w14:paraId="22A23AFE" w14:textId="2842F971" w:rsidR="001F44DD" w:rsidRDefault="001F44DD" w:rsidP="00DB70BA">
            <w:pPr>
              <w:pStyle w:val="aa"/>
            </w:pPr>
            <w:r>
              <w:t xml:space="preserve">Снижение вредного воздействия биологического фактора </w:t>
            </w:r>
          </w:p>
        </w:tc>
        <w:tc>
          <w:tcPr>
            <w:tcW w:w="1384" w:type="dxa"/>
            <w:vAlign w:val="center"/>
          </w:tcPr>
          <w:p w14:paraId="44BDE15D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437B8460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74923DAC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5E7755E7" w14:textId="77777777" w:rsidTr="008B4051">
        <w:trPr>
          <w:jc w:val="center"/>
        </w:trPr>
        <w:tc>
          <w:tcPr>
            <w:tcW w:w="3049" w:type="dxa"/>
            <w:vAlign w:val="center"/>
          </w:tcPr>
          <w:p w14:paraId="149D2F10" w14:textId="23277169" w:rsidR="001F44DD" w:rsidRPr="001F44DD" w:rsidRDefault="001F44DD" w:rsidP="001F44DD">
            <w:pPr>
              <w:pStyle w:val="aa"/>
              <w:jc w:val="left"/>
            </w:pPr>
            <w:r>
              <w:t>20240011. Заместитель главного врача по экспертизе временной нетрудоспособности</w:t>
            </w:r>
          </w:p>
        </w:tc>
        <w:tc>
          <w:tcPr>
            <w:tcW w:w="3686" w:type="dxa"/>
            <w:vAlign w:val="center"/>
          </w:tcPr>
          <w:p w14:paraId="6D233341" w14:textId="377C8D39" w:rsidR="001F44DD" w:rsidRDefault="001F44DD" w:rsidP="00DB70BA">
            <w:pPr>
              <w:pStyle w:val="aa"/>
            </w:pPr>
            <w:r>
              <w:t>Биологический: Вредные условия труда по биологическому фактору обусловлены спецификой трудовой деятельности, необходимо соблюдение режимов труда и отдыха, соблюдение периодичности медицинских осмотров, а также организовать выдачу специального питания (молока)</w:t>
            </w:r>
          </w:p>
        </w:tc>
        <w:tc>
          <w:tcPr>
            <w:tcW w:w="2835" w:type="dxa"/>
            <w:vAlign w:val="center"/>
          </w:tcPr>
          <w:p w14:paraId="7A723886" w14:textId="40429A1A" w:rsidR="001F44DD" w:rsidRDefault="001F44DD" w:rsidP="00DB70BA">
            <w:pPr>
              <w:pStyle w:val="aa"/>
            </w:pPr>
            <w:r>
              <w:t xml:space="preserve">Снижение вредного воздействия биологического фактора </w:t>
            </w:r>
          </w:p>
        </w:tc>
        <w:tc>
          <w:tcPr>
            <w:tcW w:w="1384" w:type="dxa"/>
            <w:vAlign w:val="center"/>
          </w:tcPr>
          <w:p w14:paraId="0AEF6CE3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1E30EBDA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55D4C430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65D6AB3F" w14:textId="77777777" w:rsidTr="008B4051">
        <w:trPr>
          <w:jc w:val="center"/>
        </w:trPr>
        <w:tc>
          <w:tcPr>
            <w:tcW w:w="3049" w:type="dxa"/>
            <w:vAlign w:val="center"/>
          </w:tcPr>
          <w:p w14:paraId="581345B9" w14:textId="777478B6" w:rsidR="001F44DD" w:rsidRPr="001F44DD" w:rsidRDefault="001F44DD" w:rsidP="001F44DD">
            <w:pPr>
              <w:pStyle w:val="aa"/>
              <w:jc w:val="left"/>
            </w:pPr>
            <w:r>
              <w:t>20200251. Заместитель главного врача по медицинской части</w:t>
            </w:r>
          </w:p>
        </w:tc>
        <w:tc>
          <w:tcPr>
            <w:tcW w:w="3686" w:type="dxa"/>
            <w:vAlign w:val="center"/>
          </w:tcPr>
          <w:p w14:paraId="7666ADB5" w14:textId="4085146B" w:rsidR="001F44DD" w:rsidRDefault="001F44DD" w:rsidP="00DB70BA">
            <w:pPr>
              <w:pStyle w:val="aa"/>
            </w:pPr>
            <w:r>
              <w:t>Биологический: Вредные условия труда по биологическому фактору обусловлены спецификой трудовой деятельности, необходимо соблюдение режимов труда и отдыха, соблюдение периодичности медицинских осмотров, а также организовать выдачу специального питания (молока)</w:t>
            </w:r>
          </w:p>
        </w:tc>
        <w:tc>
          <w:tcPr>
            <w:tcW w:w="2835" w:type="dxa"/>
            <w:vAlign w:val="center"/>
          </w:tcPr>
          <w:p w14:paraId="5C230159" w14:textId="4C6D2117" w:rsidR="001F44DD" w:rsidRDefault="001F44DD" w:rsidP="00DB70BA">
            <w:pPr>
              <w:pStyle w:val="aa"/>
            </w:pPr>
            <w:r>
              <w:t xml:space="preserve">Снижение вредного воздействия биологического фактора </w:t>
            </w:r>
          </w:p>
        </w:tc>
        <w:tc>
          <w:tcPr>
            <w:tcW w:w="1384" w:type="dxa"/>
            <w:vAlign w:val="center"/>
          </w:tcPr>
          <w:p w14:paraId="45F79244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45B319DD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02F400FD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771122D7" w14:textId="77777777" w:rsidTr="008B4051">
        <w:trPr>
          <w:jc w:val="center"/>
        </w:trPr>
        <w:tc>
          <w:tcPr>
            <w:tcW w:w="3049" w:type="dxa"/>
            <w:vAlign w:val="center"/>
          </w:tcPr>
          <w:p w14:paraId="513EDB1A" w14:textId="677280C6" w:rsidR="001F44DD" w:rsidRPr="001F44DD" w:rsidRDefault="001F44DD" w:rsidP="001F44DD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Стационар (г. Пермь, ул. Пушкина, д. 85)</w:t>
            </w:r>
          </w:p>
        </w:tc>
        <w:tc>
          <w:tcPr>
            <w:tcW w:w="3686" w:type="dxa"/>
            <w:vAlign w:val="center"/>
          </w:tcPr>
          <w:p w14:paraId="73685A0C" w14:textId="77777777" w:rsidR="001F44DD" w:rsidRDefault="001F44DD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055363E4" w14:textId="77777777" w:rsidR="001F44DD" w:rsidRDefault="001F44DD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6B2BDA19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0C5ADABC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14861645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730A8A0D" w14:textId="77777777" w:rsidTr="008B4051">
        <w:trPr>
          <w:jc w:val="center"/>
        </w:trPr>
        <w:tc>
          <w:tcPr>
            <w:tcW w:w="3049" w:type="dxa"/>
            <w:vAlign w:val="center"/>
          </w:tcPr>
          <w:p w14:paraId="5EC01EE7" w14:textId="765F0B08" w:rsidR="001F44DD" w:rsidRPr="001F44DD" w:rsidRDefault="001F44DD" w:rsidP="001F44DD">
            <w:pPr>
              <w:pStyle w:val="aa"/>
              <w:rPr>
                <w:i/>
              </w:rPr>
            </w:pPr>
            <w:r>
              <w:rPr>
                <w:i/>
              </w:rPr>
              <w:t>Хирургическое отделение № 2</w:t>
            </w:r>
          </w:p>
        </w:tc>
        <w:tc>
          <w:tcPr>
            <w:tcW w:w="3686" w:type="dxa"/>
            <w:vAlign w:val="center"/>
          </w:tcPr>
          <w:p w14:paraId="0B6E7A3C" w14:textId="77777777" w:rsidR="001F44DD" w:rsidRDefault="001F44DD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2853FC02" w14:textId="77777777" w:rsidR="001F44DD" w:rsidRDefault="001F44DD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38F792A6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0CC1AD72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7D27984C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65C206D2" w14:textId="77777777" w:rsidTr="008B4051">
        <w:trPr>
          <w:jc w:val="center"/>
        </w:trPr>
        <w:tc>
          <w:tcPr>
            <w:tcW w:w="3049" w:type="dxa"/>
            <w:vAlign w:val="center"/>
          </w:tcPr>
          <w:p w14:paraId="6217E10F" w14:textId="5F8C934F" w:rsidR="001F44DD" w:rsidRPr="001F44DD" w:rsidRDefault="001F44DD" w:rsidP="001F44DD">
            <w:pPr>
              <w:pStyle w:val="aa"/>
              <w:jc w:val="left"/>
            </w:pPr>
            <w:r>
              <w:lastRenderedPageBreak/>
              <w:t>20240012. Уборщик служебных помещений 1-й разряд</w:t>
            </w:r>
          </w:p>
        </w:tc>
        <w:tc>
          <w:tcPr>
            <w:tcW w:w="3686" w:type="dxa"/>
            <w:vAlign w:val="center"/>
          </w:tcPr>
          <w:p w14:paraId="4921D53D" w14:textId="2EFC228E" w:rsidR="001F44DD" w:rsidRDefault="001F44DD" w:rsidP="00DB70BA">
            <w:pPr>
              <w:pStyle w:val="aa"/>
            </w:pPr>
            <w:r>
              <w:t>Тяжесть: Вредные условия труда по фактору тяжести трудового процесса обусловлены спецификой трудового процесса, необходимо соблюдение режимов труда и отдыха, соблюдение периодичности медицинских осмотров.</w:t>
            </w:r>
          </w:p>
        </w:tc>
        <w:tc>
          <w:tcPr>
            <w:tcW w:w="2835" w:type="dxa"/>
            <w:vAlign w:val="center"/>
          </w:tcPr>
          <w:p w14:paraId="31FE685E" w14:textId="19C667CC" w:rsidR="001F44DD" w:rsidRDefault="001F44DD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14:paraId="07F6A483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1C11D836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73A03FF1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145B8AB3" w14:textId="77777777" w:rsidTr="008B4051">
        <w:trPr>
          <w:jc w:val="center"/>
        </w:trPr>
        <w:tc>
          <w:tcPr>
            <w:tcW w:w="3049" w:type="dxa"/>
            <w:vAlign w:val="center"/>
          </w:tcPr>
          <w:p w14:paraId="1AB11E12" w14:textId="16E4AAC1" w:rsidR="001F44DD" w:rsidRPr="001F44DD" w:rsidRDefault="001F44DD" w:rsidP="001F44DD">
            <w:pPr>
              <w:pStyle w:val="aa"/>
              <w:rPr>
                <w:i/>
              </w:rPr>
            </w:pPr>
            <w:r>
              <w:rPr>
                <w:i/>
              </w:rPr>
              <w:t>Отделение хирургическое торакальное</w:t>
            </w:r>
          </w:p>
        </w:tc>
        <w:tc>
          <w:tcPr>
            <w:tcW w:w="3686" w:type="dxa"/>
            <w:vAlign w:val="center"/>
          </w:tcPr>
          <w:p w14:paraId="17DB4739" w14:textId="77777777" w:rsidR="001F44DD" w:rsidRDefault="001F44DD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52480F67" w14:textId="77777777" w:rsidR="001F44DD" w:rsidRDefault="001F44DD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3183B703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2510CAB4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103D225A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16AD82B3" w14:textId="77777777" w:rsidTr="008B4051">
        <w:trPr>
          <w:jc w:val="center"/>
        </w:trPr>
        <w:tc>
          <w:tcPr>
            <w:tcW w:w="3049" w:type="dxa"/>
            <w:vAlign w:val="center"/>
          </w:tcPr>
          <w:p w14:paraId="00082112" w14:textId="197BD483" w:rsidR="001F44DD" w:rsidRPr="001F44DD" w:rsidRDefault="001F44DD" w:rsidP="001F44DD">
            <w:pPr>
              <w:pStyle w:val="aa"/>
              <w:jc w:val="left"/>
            </w:pPr>
            <w:r>
              <w:t>20240015. Уборщик служебных помещений 1-й разряд</w:t>
            </w:r>
          </w:p>
        </w:tc>
        <w:tc>
          <w:tcPr>
            <w:tcW w:w="3686" w:type="dxa"/>
            <w:vAlign w:val="center"/>
          </w:tcPr>
          <w:p w14:paraId="52E96ACE" w14:textId="3E946401" w:rsidR="001F44DD" w:rsidRDefault="001F44DD" w:rsidP="00DB70BA">
            <w:pPr>
              <w:pStyle w:val="aa"/>
            </w:pPr>
            <w:r>
              <w:t>Тяжесть: Вредные условия труда по фактору тяжести трудового процесса обусловлены спецификой трудового процесса, необходимо соблюдение режимов труда и отдыха, соблюдение периодичности медицинских осмотров.</w:t>
            </w:r>
          </w:p>
        </w:tc>
        <w:tc>
          <w:tcPr>
            <w:tcW w:w="2835" w:type="dxa"/>
            <w:vAlign w:val="center"/>
          </w:tcPr>
          <w:p w14:paraId="5FB354AD" w14:textId="5DCD5FF7" w:rsidR="001F44DD" w:rsidRDefault="001F44DD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14:paraId="7DC45147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6F6F083A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119B8798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0458046C" w14:textId="77777777" w:rsidTr="008B4051">
        <w:trPr>
          <w:jc w:val="center"/>
        </w:trPr>
        <w:tc>
          <w:tcPr>
            <w:tcW w:w="3049" w:type="dxa"/>
            <w:vAlign w:val="center"/>
          </w:tcPr>
          <w:p w14:paraId="5F612E99" w14:textId="3FAE463A" w:rsidR="001F44DD" w:rsidRPr="001F44DD" w:rsidRDefault="001F44DD" w:rsidP="001F44DD">
            <w:pPr>
              <w:pStyle w:val="aa"/>
              <w:rPr>
                <w:i/>
              </w:rPr>
            </w:pPr>
            <w:r>
              <w:rPr>
                <w:i/>
              </w:rPr>
              <w:t>Нейрохирургическое отделение</w:t>
            </w:r>
          </w:p>
        </w:tc>
        <w:tc>
          <w:tcPr>
            <w:tcW w:w="3686" w:type="dxa"/>
            <w:vAlign w:val="center"/>
          </w:tcPr>
          <w:p w14:paraId="2E458763" w14:textId="77777777" w:rsidR="001F44DD" w:rsidRDefault="001F44DD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3C67B8B5" w14:textId="77777777" w:rsidR="001F44DD" w:rsidRDefault="001F44DD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7225C620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2E2EB9AE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51960C05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4C10C40A" w14:textId="77777777" w:rsidTr="008B4051">
        <w:trPr>
          <w:jc w:val="center"/>
        </w:trPr>
        <w:tc>
          <w:tcPr>
            <w:tcW w:w="3049" w:type="dxa"/>
            <w:vAlign w:val="center"/>
          </w:tcPr>
          <w:p w14:paraId="4DCD4325" w14:textId="3A3D9531" w:rsidR="001F44DD" w:rsidRPr="001F44DD" w:rsidRDefault="001F44DD" w:rsidP="001F44DD">
            <w:pPr>
              <w:pStyle w:val="aa"/>
              <w:jc w:val="left"/>
            </w:pPr>
            <w:r>
              <w:t>20240017. Врач-офтальмолог</w:t>
            </w:r>
          </w:p>
        </w:tc>
        <w:tc>
          <w:tcPr>
            <w:tcW w:w="3686" w:type="dxa"/>
            <w:vAlign w:val="center"/>
          </w:tcPr>
          <w:p w14:paraId="5695B191" w14:textId="4A36909E" w:rsidR="001F44DD" w:rsidRDefault="001F44DD" w:rsidP="00DB70BA">
            <w:pPr>
              <w:pStyle w:val="aa"/>
            </w:pPr>
            <w:r>
              <w:t>Биологический: Вредные условия труда по биологическому фактору обусловлены спецификой трудовой деятельности, необходимо соблюдение режимов труда и отдыха, соблюдение периодичности медицинских осмотров, а также организовать выдачу специального питания (молока)</w:t>
            </w:r>
          </w:p>
        </w:tc>
        <w:tc>
          <w:tcPr>
            <w:tcW w:w="2835" w:type="dxa"/>
            <w:vAlign w:val="center"/>
          </w:tcPr>
          <w:p w14:paraId="47C9DA52" w14:textId="2A56CBDA" w:rsidR="001F44DD" w:rsidRDefault="001F44DD" w:rsidP="00DB70BA">
            <w:pPr>
              <w:pStyle w:val="aa"/>
            </w:pPr>
            <w:r>
              <w:t xml:space="preserve">Снижение вредного воздействия биологического фактора </w:t>
            </w:r>
          </w:p>
        </w:tc>
        <w:tc>
          <w:tcPr>
            <w:tcW w:w="1384" w:type="dxa"/>
            <w:vAlign w:val="center"/>
          </w:tcPr>
          <w:p w14:paraId="25C9630B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39E95C03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487BAFB6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3E4C807E" w14:textId="77777777" w:rsidTr="008B4051">
        <w:trPr>
          <w:jc w:val="center"/>
        </w:trPr>
        <w:tc>
          <w:tcPr>
            <w:tcW w:w="3049" w:type="dxa"/>
            <w:vAlign w:val="center"/>
          </w:tcPr>
          <w:p w14:paraId="71B2BBD6" w14:textId="17EA3073" w:rsidR="001F44DD" w:rsidRPr="001F44DD" w:rsidRDefault="001F44DD" w:rsidP="001F44DD">
            <w:pPr>
              <w:pStyle w:val="aa"/>
              <w:jc w:val="left"/>
            </w:pPr>
            <w:r>
              <w:t>20240016. Врач-оториноларинголог</w:t>
            </w:r>
          </w:p>
        </w:tc>
        <w:tc>
          <w:tcPr>
            <w:tcW w:w="3686" w:type="dxa"/>
            <w:vAlign w:val="center"/>
          </w:tcPr>
          <w:p w14:paraId="70DCFC4C" w14:textId="66E7A26F" w:rsidR="001F44DD" w:rsidRDefault="001F44DD" w:rsidP="00DB70BA">
            <w:pPr>
              <w:pStyle w:val="aa"/>
            </w:pPr>
            <w:r>
              <w:t>Биологический: Вредные условия труда по биологическому фактору обусловлены спецификой трудовой деятельности, необходимо соблюдение режимов труда и отдыха, соблюдение периодичности медицинских осмотров, а также организовать выдачу специального питания (молока)</w:t>
            </w:r>
          </w:p>
        </w:tc>
        <w:tc>
          <w:tcPr>
            <w:tcW w:w="2835" w:type="dxa"/>
            <w:vAlign w:val="center"/>
          </w:tcPr>
          <w:p w14:paraId="68C7DDAD" w14:textId="5F4F5F74" w:rsidR="001F44DD" w:rsidRDefault="001F44DD" w:rsidP="00DB70BA">
            <w:pPr>
              <w:pStyle w:val="aa"/>
            </w:pPr>
            <w:r>
              <w:t xml:space="preserve">Снижение вредного воздействия биологического фактора </w:t>
            </w:r>
          </w:p>
        </w:tc>
        <w:tc>
          <w:tcPr>
            <w:tcW w:w="1384" w:type="dxa"/>
            <w:vAlign w:val="center"/>
          </w:tcPr>
          <w:p w14:paraId="56902F9B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747F2D83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4E02037C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52BB0386" w14:textId="77777777" w:rsidTr="008B4051">
        <w:trPr>
          <w:jc w:val="center"/>
        </w:trPr>
        <w:tc>
          <w:tcPr>
            <w:tcW w:w="3049" w:type="dxa"/>
            <w:vAlign w:val="center"/>
          </w:tcPr>
          <w:p w14:paraId="46252591" w14:textId="6B82FA80" w:rsidR="001F44DD" w:rsidRPr="001F44DD" w:rsidRDefault="001F44DD" w:rsidP="001F44DD">
            <w:pPr>
              <w:pStyle w:val="aa"/>
              <w:rPr>
                <w:i/>
              </w:rPr>
            </w:pPr>
            <w:r>
              <w:rPr>
                <w:i/>
              </w:rPr>
              <w:t>Лечебно-диагностическое отделение</w:t>
            </w:r>
          </w:p>
        </w:tc>
        <w:tc>
          <w:tcPr>
            <w:tcW w:w="3686" w:type="dxa"/>
            <w:vAlign w:val="center"/>
          </w:tcPr>
          <w:p w14:paraId="1A1EFA0E" w14:textId="77777777" w:rsidR="001F44DD" w:rsidRDefault="001F44DD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316B9E6A" w14:textId="77777777" w:rsidR="001F44DD" w:rsidRDefault="001F44DD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08A90C3F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58478827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4B3F3402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323D04E4" w14:textId="77777777" w:rsidTr="008B4051">
        <w:trPr>
          <w:jc w:val="center"/>
        </w:trPr>
        <w:tc>
          <w:tcPr>
            <w:tcW w:w="3049" w:type="dxa"/>
            <w:vAlign w:val="center"/>
          </w:tcPr>
          <w:p w14:paraId="5849A386" w14:textId="69F17AC3" w:rsidR="001F44DD" w:rsidRPr="001F44DD" w:rsidRDefault="001F44DD" w:rsidP="001F44DD">
            <w:pPr>
              <w:pStyle w:val="aa"/>
              <w:rPr>
                <w:i/>
              </w:rPr>
            </w:pPr>
            <w:r>
              <w:rPr>
                <w:i/>
              </w:rPr>
              <w:t>Приемное отделение № 2</w:t>
            </w:r>
          </w:p>
        </w:tc>
        <w:tc>
          <w:tcPr>
            <w:tcW w:w="3686" w:type="dxa"/>
            <w:vAlign w:val="center"/>
          </w:tcPr>
          <w:p w14:paraId="1C1340F2" w14:textId="77777777" w:rsidR="001F44DD" w:rsidRDefault="001F44DD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29AF41A8" w14:textId="77777777" w:rsidR="001F44DD" w:rsidRDefault="001F44DD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43769748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37968969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25225C56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08CDA87F" w14:textId="77777777" w:rsidTr="008B4051">
        <w:trPr>
          <w:jc w:val="center"/>
        </w:trPr>
        <w:tc>
          <w:tcPr>
            <w:tcW w:w="3049" w:type="dxa"/>
            <w:vAlign w:val="center"/>
          </w:tcPr>
          <w:p w14:paraId="03D67986" w14:textId="54C5D55F" w:rsidR="001F44DD" w:rsidRPr="001F44DD" w:rsidRDefault="001F44DD" w:rsidP="001F44DD">
            <w:pPr>
              <w:pStyle w:val="aa"/>
              <w:jc w:val="left"/>
            </w:pPr>
            <w:r>
              <w:t>20240048. Уборщик служебных помещений 1-й разряд</w:t>
            </w:r>
          </w:p>
        </w:tc>
        <w:tc>
          <w:tcPr>
            <w:tcW w:w="3686" w:type="dxa"/>
            <w:vAlign w:val="center"/>
          </w:tcPr>
          <w:p w14:paraId="5600BF1A" w14:textId="4497710F" w:rsidR="001F44DD" w:rsidRDefault="001F44DD" w:rsidP="00DB70BA">
            <w:pPr>
              <w:pStyle w:val="aa"/>
            </w:pPr>
            <w:r>
              <w:t>Тяжесть: Вредные условия труда по фактору тяжести трудового процесса обусловлены спецификой трудового процесса, необходимо соблюдение режимов труда и отдыха, соблюдение периодичности медицинских осмотров.</w:t>
            </w:r>
          </w:p>
        </w:tc>
        <w:tc>
          <w:tcPr>
            <w:tcW w:w="2835" w:type="dxa"/>
            <w:vAlign w:val="center"/>
          </w:tcPr>
          <w:p w14:paraId="75B035D6" w14:textId="00D9143C" w:rsidR="001F44DD" w:rsidRDefault="001F44DD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14:paraId="040E5A71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35B052BB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486293D2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7C399F16" w14:textId="77777777" w:rsidTr="008B4051">
        <w:trPr>
          <w:jc w:val="center"/>
        </w:trPr>
        <w:tc>
          <w:tcPr>
            <w:tcW w:w="3049" w:type="dxa"/>
            <w:vAlign w:val="center"/>
          </w:tcPr>
          <w:p w14:paraId="7463B517" w14:textId="499918A3" w:rsidR="001F44DD" w:rsidRPr="001F44DD" w:rsidRDefault="001F44DD" w:rsidP="001F44DD">
            <w:pPr>
              <w:pStyle w:val="aa"/>
              <w:rPr>
                <w:i/>
              </w:rPr>
            </w:pPr>
            <w:r>
              <w:rPr>
                <w:i/>
              </w:rPr>
              <w:t>Операционный блок № 1</w:t>
            </w:r>
          </w:p>
        </w:tc>
        <w:tc>
          <w:tcPr>
            <w:tcW w:w="3686" w:type="dxa"/>
            <w:vAlign w:val="center"/>
          </w:tcPr>
          <w:p w14:paraId="302739EE" w14:textId="77777777" w:rsidR="001F44DD" w:rsidRDefault="001F44DD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6BE61BA0" w14:textId="77777777" w:rsidR="001F44DD" w:rsidRDefault="001F44DD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75BEC3DB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326C96C7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0AE131A1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123C7BEF" w14:textId="77777777" w:rsidTr="008B4051">
        <w:trPr>
          <w:jc w:val="center"/>
        </w:trPr>
        <w:tc>
          <w:tcPr>
            <w:tcW w:w="3049" w:type="dxa"/>
            <w:vAlign w:val="center"/>
          </w:tcPr>
          <w:p w14:paraId="26FAB6FA" w14:textId="356B4369" w:rsidR="001F44DD" w:rsidRPr="001F44DD" w:rsidRDefault="001F44DD" w:rsidP="001F44DD">
            <w:pPr>
              <w:pStyle w:val="aa"/>
              <w:jc w:val="left"/>
            </w:pPr>
            <w:r>
              <w:t>20240020. Уборщик служебных помещений 1-й разряд</w:t>
            </w:r>
          </w:p>
        </w:tc>
        <w:tc>
          <w:tcPr>
            <w:tcW w:w="3686" w:type="dxa"/>
            <w:vAlign w:val="center"/>
          </w:tcPr>
          <w:p w14:paraId="7B4A4A51" w14:textId="6F05E6D6" w:rsidR="001F44DD" w:rsidRDefault="001F44DD" w:rsidP="00DB70BA">
            <w:pPr>
              <w:pStyle w:val="aa"/>
            </w:pPr>
            <w:r>
              <w:t xml:space="preserve">Тяжесть: Вредные условия труда по фактору тяжести трудового процесса </w:t>
            </w:r>
            <w:r>
              <w:lastRenderedPageBreak/>
              <w:t>обусловлены спецификой трудового процесса, необходимо соблюдение режимов труда и отдыха, соблюдение периодичности медицинских осмотров.</w:t>
            </w:r>
          </w:p>
        </w:tc>
        <w:tc>
          <w:tcPr>
            <w:tcW w:w="2835" w:type="dxa"/>
            <w:vAlign w:val="center"/>
          </w:tcPr>
          <w:p w14:paraId="6C11F9C9" w14:textId="50759BD3" w:rsidR="001F44DD" w:rsidRDefault="001F44DD" w:rsidP="00DB70BA">
            <w:pPr>
              <w:pStyle w:val="aa"/>
            </w:pPr>
            <w:r>
              <w:lastRenderedPageBreak/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14:paraId="08A897AC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46CF5A81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1BCFE979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682FF2D2" w14:textId="77777777" w:rsidTr="008B4051">
        <w:trPr>
          <w:jc w:val="center"/>
        </w:trPr>
        <w:tc>
          <w:tcPr>
            <w:tcW w:w="3049" w:type="dxa"/>
            <w:vAlign w:val="center"/>
          </w:tcPr>
          <w:p w14:paraId="5A93D37C" w14:textId="128361E5" w:rsidR="001F44DD" w:rsidRPr="001F44DD" w:rsidRDefault="001F44DD" w:rsidP="001F44DD">
            <w:pPr>
              <w:pStyle w:val="aa"/>
              <w:jc w:val="left"/>
            </w:pPr>
            <w:r>
              <w:t>20240021. Уборщик служебных помещений 1-й разряд</w:t>
            </w:r>
          </w:p>
        </w:tc>
        <w:tc>
          <w:tcPr>
            <w:tcW w:w="3686" w:type="dxa"/>
            <w:vAlign w:val="center"/>
          </w:tcPr>
          <w:p w14:paraId="74252CBC" w14:textId="554F4E7B" w:rsidR="001F44DD" w:rsidRDefault="001F44DD" w:rsidP="00DB70BA">
            <w:pPr>
              <w:pStyle w:val="aa"/>
            </w:pPr>
            <w:r>
              <w:t>Тяжесть: Вредные условия труда по фактору тяжести трудового процесса обусловлены спецификой трудового процесса, необходимо соблюдение режимов труда и отдыха, соблюдение периодичности медицинских осмотров.</w:t>
            </w:r>
          </w:p>
        </w:tc>
        <w:tc>
          <w:tcPr>
            <w:tcW w:w="2835" w:type="dxa"/>
            <w:vAlign w:val="center"/>
          </w:tcPr>
          <w:p w14:paraId="51322FB1" w14:textId="5E8298AD" w:rsidR="001F44DD" w:rsidRDefault="001F44DD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14:paraId="0D5C7BD6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30076EC0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28308375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2D84CDC2" w14:textId="77777777" w:rsidTr="008B4051">
        <w:trPr>
          <w:jc w:val="center"/>
        </w:trPr>
        <w:tc>
          <w:tcPr>
            <w:tcW w:w="3049" w:type="dxa"/>
            <w:vAlign w:val="center"/>
          </w:tcPr>
          <w:p w14:paraId="43CBD879" w14:textId="5AD65AC0" w:rsidR="001F44DD" w:rsidRPr="001F44DD" w:rsidRDefault="001F44DD" w:rsidP="001F44DD">
            <w:pPr>
              <w:pStyle w:val="aa"/>
              <w:rPr>
                <w:i/>
              </w:rPr>
            </w:pPr>
            <w:r>
              <w:rPr>
                <w:i/>
              </w:rPr>
              <w:t>Операционный блок № 2</w:t>
            </w:r>
          </w:p>
        </w:tc>
        <w:tc>
          <w:tcPr>
            <w:tcW w:w="3686" w:type="dxa"/>
            <w:vAlign w:val="center"/>
          </w:tcPr>
          <w:p w14:paraId="7E3C6256" w14:textId="77777777" w:rsidR="001F44DD" w:rsidRDefault="001F44DD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6D9568E9" w14:textId="77777777" w:rsidR="001F44DD" w:rsidRDefault="001F44DD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17E6B399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0884BF4A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67AB3107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6294C6D6" w14:textId="77777777" w:rsidTr="008B4051">
        <w:trPr>
          <w:jc w:val="center"/>
        </w:trPr>
        <w:tc>
          <w:tcPr>
            <w:tcW w:w="3049" w:type="dxa"/>
            <w:vAlign w:val="center"/>
          </w:tcPr>
          <w:p w14:paraId="40A83DE5" w14:textId="009CD9A9" w:rsidR="001F44DD" w:rsidRPr="001F44DD" w:rsidRDefault="001F44DD" w:rsidP="001F44DD">
            <w:pPr>
              <w:pStyle w:val="aa"/>
              <w:jc w:val="left"/>
            </w:pPr>
            <w:r>
              <w:t>20240022. Уборщик служебных помещений 1-й разряд</w:t>
            </w:r>
          </w:p>
        </w:tc>
        <w:tc>
          <w:tcPr>
            <w:tcW w:w="3686" w:type="dxa"/>
            <w:vAlign w:val="center"/>
          </w:tcPr>
          <w:p w14:paraId="115B42E0" w14:textId="1C56DAAD" w:rsidR="001F44DD" w:rsidRDefault="001F44DD" w:rsidP="00DB70BA">
            <w:pPr>
              <w:pStyle w:val="aa"/>
            </w:pPr>
            <w:r>
              <w:t>Тяжесть: Вредные условия труда по фактору тяжести трудового процесса обусловлены спецификой трудового процесса, необходимо соблюдение режимов труда и отдыха, соблюдение периодичности медицинских осмотров.</w:t>
            </w:r>
          </w:p>
        </w:tc>
        <w:tc>
          <w:tcPr>
            <w:tcW w:w="2835" w:type="dxa"/>
            <w:vAlign w:val="center"/>
          </w:tcPr>
          <w:p w14:paraId="75214631" w14:textId="4B0FCDC1" w:rsidR="001F44DD" w:rsidRDefault="001F44DD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14:paraId="188EB632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35F06153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61D279BA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6C906654" w14:textId="77777777" w:rsidTr="008B4051">
        <w:trPr>
          <w:jc w:val="center"/>
        </w:trPr>
        <w:tc>
          <w:tcPr>
            <w:tcW w:w="3049" w:type="dxa"/>
            <w:vAlign w:val="center"/>
          </w:tcPr>
          <w:p w14:paraId="670C3011" w14:textId="7AB284B8" w:rsidR="001F44DD" w:rsidRPr="001F44DD" w:rsidRDefault="001F44DD" w:rsidP="001F44DD">
            <w:pPr>
              <w:pStyle w:val="aa"/>
              <w:rPr>
                <w:i/>
              </w:rPr>
            </w:pPr>
            <w:r>
              <w:rPr>
                <w:i/>
              </w:rPr>
              <w:t>Отделение анестезиологии-реанимации</w:t>
            </w:r>
          </w:p>
        </w:tc>
        <w:tc>
          <w:tcPr>
            <w:tcW w:w="3686" w:type="dxa"/>
            <w:vAlign w:val="center"/>
          </w:tcPr>
          <w:p w14:paraId="599CE0BA" w14:textId="77777777" w:rsidR="001F44DD" w:rsidRDefault="001F44DD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726636A1" w14:textId="77777777" w:rsidR="001F44DD" w:rsidRDefault="001F44DD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564AB061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0A5D56AD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39D2F1BB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2EFAD961" w14:textId="77777777" w:rsidTr="008B4051">
        <w:trPr>
          <w:jc w:val="center"/>
        </w:trPr>
        <w:tc>
          <w:tcPr>
            <w:tcW w:w="3049" w:type="dxa"/>
            <w:vAlign w:val="center"/>
          </w:tcPr>
          <w:p w14:paraId="74AD4D3D" w14:textId="68721EF9" w:rsidR="001F44DD" w:rsidRPr="001F44DD" w:rsidRDefault="001F44DD" w:rsidP="001F44DD">
            <w:pPr>
              <w:pStyle w:val="aa"/>
              <w:jc w:val="left"/>
            </w:pPr>
            <w:r>
              <w:t>20240023. Уборщик служебных помещений 1-й разряд</w:t>
            </w:r>
          </w:p>
        </w:tc>
        <w:tc>
          <w:tcPr>
            <w:tcW w:w="3686" w:type="dxa"/>
            <w:vAlign w:val="center"/>
          </w:tcPr>
          <w:p w14:paraId="377910A0" w14:textId="7D1B3442" w:rsidR="001F44DD" w:rsidRDefault="001F44DD" w:rsidP="00DB70BA">
            <w:pPr>
              <w:pStyle w:val="aa"/>
            </w:pPr>
            <w:r>
              <w:t>Тяжесть: Вредные условия труда по фактору тяжести трудового процесса обусловлены спецификой трудового процесса, необходимо соблюдение режимов труда и отдыха, соблюдение периодичности медицинских осмотров.</w:t>
            </w:r>
          </w:p>
        </w:tc>
        <w:tc>
          <w:tcPr>
            <w:tcW w:w="2835" w:type="dxa"/>
            <w:vAlign w:val="center"/>
          </w:tcPr>
          <w:p w14:paraId="3A7FA085" w14:textId="17B0C735" w:rsidR="001F44DD" w:rsidRDefault="001F44DD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14:paraId="4D3DD25A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57BB9DD6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53A2FE19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0C0420C8" w14:textId="77777777" w:rsidTr="008B4051">
        <w:trPr>
          <w:jc w:val="center"/>
        </w:trPr>
        <w:tc>
          <w:tcPr>
            <w:tcW w:w="3049" w:type="dxa"/>
            <w:vAlign w:val="center"/>
          </w:tcPr>
          <w:p w14:paraId="01D6323B" w14:textId="156A4E15" w:rsidR="001F44DD" w:rsidRPr="001F44DD" w:rsidRDefault="001F44DD" w:rsidP="001F44DD">
            <w:pPr>
              <w:pStyle w:val="aa"/>
              <w:rPr>
                <w:i/>
              </w:rPr>
            </w:pPr>
            <w:r>
              <w:rPr>
                <w:i/>
              </w:rPr>
              <w:t>Отделение реанимации и интенсивной терапии № 2</w:t>
            </w:r>
          </w:p>
        </w:tc>
        <w:tc>
          <w:tcPr>
            <w:tcW w:w="3686" w:type="dxa"/>
            <w:vAlign w:val="center"/>
          </w:tcPr>
          <w:p w14:paraId="1151ADA5" w14:textId="77777777" w:rsidR="001F44DD" w:rsidRDefault="001F44DD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057F4CDE" w14:textId="77777777" w:rsidR="001F44DD" w:rsidRDefault="001F44DD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7FB4946C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4DAEE0C7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48F221B6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7F6D8B48" w14:textId="77777777" w:rsidTr="008B4051">
        <w:trPr>
          <w:jc w:val="center"/>
        </w:trPr>
        <w:tc>
          <w:tcPr>
            <w:tcW w:w="3049" w:type="dxa"/>
            <w:vAlign w:val="center"/>
          </w:tcPr>
          <w:p w14:paraId="7A04E415" w14:textId="288549E3" w:rsidR="001F44DD" w:rsidRPr="001F44DD" w:rsidRDefault="001F44DD" w:rsidP="001F44DD">
            <w:pPr>
              <w:pStyle w:val="aa"/>
              <w:jc w:val="left"/>
            </w:pPr>
            <w:r>
              <w:t>20240014. Медицинская сестра (медицинский брат) палатная</w:t>
            </w:r>
          </w:p>
        </w:tc>
        <w:tc>
          <w:tcPr>
            <w:tcW w:w="3686" w:type="dxa"/>
            <w:vAlign w:val="center"/>
          </w:tcPr>
          <w:p w14:paraId="28AEFCC1" w14:textId="193AB716" w:rsidR="001F44DD" w:rsidRDefault="001F44DD" w:rsidP="00DB70BA">
            <w:pPr>
              <w:pStyle w:val="aa"/>
            </w:pPr>
            <w:r>
              <w:t>Биологический: Вредные условия труда по биологическому фактору обусловлены спецификой трудовой деятельности, необходимо соблюдение режимов труда и отдыха, соблюдение периодичности медицинских осмотров, а также организовать выдачу специального питания (молока)</w:t>
            </w:r>
          </w:p>
        </w:tc>
        <w:tc>
          <w:tcPr>
            <w:tcW w:w="2835" w:type="dxa"/>
            <w:vAlign w:val="center"/>
          </w:tcPr>
          <w:p w14:paraId="5C234D28" w14:textId="7C8E8F98" w:rsidR="001F44DD" w:rsidRDefault="001F44DD" w:rsidP="00DB70BA">
            <w:pPr>
              <w:pStyle w:val="aa"/>
            </w:pPr>
            <w:r>
              <w:t xml:space="preserve">Снижение вредного воздействия биологического фактора </w:t>
            </w:r>
          </w:p>
        </w:tc>
        <w:tc>
          <w:tcPr>
            <w:tcW w:w="1384" w:type="dxa"/>
            <w:vAlign w:val="center"/>
          </w:tcPr>
          <w:p w14:paraId="5153D797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18829074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63EC6863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6CA28156" w14:textId="77777777" w:rsidTr="008B4051">
        <w:trPr>
          <w:jc w:val="center"/>
        </w:trPr>
        <w:tc>
          <w:tcPr>
            <w:tcW w:w="3049" w:type="dxa"/>
            <w:vAlign w:val="center"/>
          </w:tcPr>
          <w:p w14:paraId="6B20B9FF" w14:textId="3148A09A" w:rsidR="001F44DD" w:rsidRPr="001F44DD" w:rsidRDefault="001F44DD" w:rsidP="001F44DD">
            <w:pPr>
              <w:pStyle w:val="aa"/>
              <w:rPr>
                <w:i/>
              </w:rPr>
            </w:pPr>
            <w:proofErr w:type="gramStart"/>
            <w:r>
              <w:rPr>
                <w:i/>
              </w:rPr>
              <w:t>Патолого-анатомическое</w:t>
            </w:r>
            <w:proofErr w:type="gramEnd"/>
            <w:r>
              <w:rPr>
                <w:i/>
              </w:rPr>
              <w:t xml:space="preserve"> отделение</w:t>
            </w:r>
          </w:p>
        </w:tc>
        <w:tc>
          <w:tcPr>
            <w:tcW w:w="3686" w:type="dxa"/>
            <w:vAlign w:val="center"/>
          </w:tcPr>
          <w:p w14:paraId="618C5B34" w14:textId="77777777" w:rsidR="001F44DD" w:rsidRDefault="001F44DD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6093C590" w14:textId="77777777" w:rsidR="001F44DD" w:rsidRDefault="001F44DD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200EFFD4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7A792BAC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158D6684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1ABAB52A" w14:textId="77777777" w:rsidTr="008B4051">
        <w:trPr>
          <w:jc w:val="center"/>
        </w:trPr>
        <w:tc>
          <w:tcPr>
            <w:tcW w:w="3049" w:type="dxa"/>
            <w:vAlign w:val="center"/>
          </w:tcPr>
          <w:p w14:paraId="1E014AD8" w14:textId="07C4CE80" w:rsidR="001F44DD" w:rsidRPr="001F44DD" w:rsidRDefault="001F44DD" w:rsidP="001F44DD">
            <w:pPr>
              <w:pStyle w:val="aa"/>
              <w:jc w:val="left"/>
            </w:pPr>
            <w:r>
              <w:t>20240024. Медицинский регистратор</w:t>
            </w:r>
          </w:p>
        </w:tc>
        <w:tc>
          <w:tcPr>
            <w:tcW w:w="3686" w:type="dxa"/>
            <w:vAlign w:val="center"/>
          </w:tcPr>
          <w:p w14:paraId="32A0FD76" w14:textId="46505FF2" w:rsidR="001F44DD" w:rsidRDefault="001F44DD" w:rsidP="00DB70BA">
            <w:pPr>
              <w:pStyle w:val="aa"/>
            </w:pPr>
            <w:r>
              <w:t xml:space="preserve">Химический: Учитывая вредные условия труда необходимо организовать контроль за выдачей работникам СИЗ в полном объёме и в установленные сроки, за правильностью применения работниками средств индивидуальной </w:t>
            </w:r>
            <w:r>
              <w:lastRenderedPageBreak/>
              <w:t>защиты органов дыхания. Соблюдать режим труда и отдыха, а также организовать выдачу специального питания (молока).</w:t>
            </w:r>
          </w:p>
        </w:tc>
        <w:tc>
          <w:tcPr>
            <w:tcW w:w="2835" w:type="dxa"/>
            <w:vAlign w:val="center"/>
          </w:tcPr>
          <w:p w14:paraId="65286C29" w14:textId="147D9238" w:rsidR="001F44DD" w:rsidRDefault="001F44DD" w:rsidP="00DB70BA">
            <w:pPr>
              <w:pStyle w:val="aa"/>
            </w:pPr>
            <w:r>
              <w:lastRenderedPageBreak/>
              <w:t xml:space="preserve">Снижение вредного воздействия химического фактора.  </w:t>
            </w:r>
          </w:p>
        </w:tc>
        <w:tc>
          <w:tcPr>
            <w:tcW w:w="1384" w:type="dxa"/>
            <w:vAlign w:val="center"/>
          </w:tcPr>
          <w:p w14:paraId="5ACA47FF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1D38D915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28ECAD22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273A2C42" w14:textId="77777777" w:rsidTr="008B4051">
        <w:trPr>
          <w:jc w:val="center"/>
        </w:trPr>
        <w:tc>
          <w:tcPr>
            <w:tcW w:w="3049" w:type="dxa"/>
            <w:vAlign w:val="center"/>
          </w:tcPr>
          <w:p w14:paraId="22C22AFF" w14:textId="7DC0A4C2" w:rsidR="001F44DD" w:rsidRPr="001F44DD" w:rsidRDefault="001F44DD" w:rsidP="001F44DD">
            <w:pPr>
              <w:pStyle w:val="aa"/>
              <w:jc w:val="left"/>
            </w:pPr>
            <w:r>
              <w:t>20240025. Администратор</w:t>
            </w:r>
          </w:p>
        </w:tc>
        <w:tc>
          <w:tcPr>
            <w:tcW w:w="3686" w:type="dxa"/>
            <w:vAlign w:val="center"/>
          </w:tcPr>
          <w:p w14:paraId="0DF82AFE" w14:textId="07FA83C6" w:rsidR="001F44DD" w:rsidRDefault="001F44DD" w:rsidP="00DB70BA">
            <w:pPr>
              <w:pStyle w:val="aa"/>
            </w:pPr>
            <w:r>
              <w:t>Химический: Учитывая вредные условия труда необходимо организовать контроль за выдачей работникам СИЗ в полном объёме и в установленные сроки, за правильностью применения работниками средств индивидуальной защиты органов дыхания. Соблюдать режим труда и отдыха, а также организовать выдачу специального питания (молока).</w:t>
            </w:r>
          </w:p>
        </w:tc>
        <w:tc>
          <w:tcPr>
            <w:tcW w:w="2835" w:type="dxa"/>
            <w:vAlign w:val="center"/>
          </w:tcPr>
          <w:p w14:paraId="04960827" w14:textId="309DFB94" w:rsidR="001F44DD" w:rsidRDefault="001F44DD" w:rsidP="00DB70BA">
            <w:pPr>
              <w:pStyle w:val="aa"/>
            </w:pPr>
            <w:r>
              <w:t xml:space="preserve">Снижение вредного воздействия химического фактора.  </w:t>
            </w:r>
          </w:p>
        </w:tc>
        <w:tc>
          <w:tcPr>
            <w:tcW w:w="1384" w:type="dxa"/>
            <w:vAlign w:val="center"/>
          </w:tcPr>
          <w:p w14:paraId="0AC36449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04EB0D21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48635ED7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5B050242" w14:textId="77777777" w:rsidTr="008B4051">
        <w:trPr>
          <w:jc w:val="center"/>
        </w:trPr>
        <w:tc>
          <w:tcPr>
            <w:tcW w:w="3049" w:type="dxa"/>
            <w:vAlign w:val="center"/>
          </w:tcPr>
          <w:p w14:paraId="2D2917A2" w14:textId="6A34963C" w:rsidR="001F44DD" w:rsidRPr="001F44DD" w:rsidRDefault="001F44DD" w:rsidP="001F44DD">
            <w:pPr>
              <w:pStyle w:val="aa"/>
              <w:jc w:val="left"/>
            </w:pPr>
            <w:r>
              <w:t>20240026. Уборщик служебных помещений 1-й разряд</w:t>
            </w:r>
          </w:p>
        </w:tc>
        <w:tc>
          <w:tcPr>
            <w:tcW w:w="3686" w:type="dxa"/>
            <w:vAlign w:val="center"/>
          </w:tcPr>
          <w:p w14:paraId="1C7C6BE2" w14:textId="7E746A16" w:rsidR="001F44DD" w:rsidRDefault="001F44DD" w:rsidP="00DB70BA">
            <w:pPr>
              <w:pStyle w:val="aa"/>
            </w:pPr>
            <w:r>
              <w:t>Тяжесть: Вредные условия труда по фактору тяжести трудового процесса обусловлены спецификой трудового процесса, необходимо соблюдение режимов труда и отдыха, соблюдение периодичности медицинских осмотров.</w:t>
            </w:r>
          </w:p>
        </w:tc>
        <w:tc>
          <w:tcPr>
            <w:tcW w:w="2835" w:type="dxa"/>
            <w:vAlign w:val="center"/>
          </w:tcPr>
          <w:p w14:paraId="6C438242" w14:textId="5316DC94" w:rsidR="001F44DD" w:rsidRDefault="001F44DD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14:paraId="74E910EA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2C3AD36D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67CDBE28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1F11540C" w14:textId="77777777" w:rsidTr="008B4051">
        <w:trPr>
          <w:jc w:val="center"/>
        </w:trPr>
        <w:tc>
          <w:tcPr>
            <w:tcW w:w="3049" w:type="dxa"/>
            <w:vAlign w:val="center"/>
          </w:tcPr>
          <w:p w14:paraId="07D9B0FF" w14:textId="77777777" w:rsidR="001F44DD" w:rsidRDefault="001F44DD" w:rsidP="001F44DD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14:paraId="4567CF8C" w14:textId="73A4A67F" w:rsidR="001F44DD" w:rsidRDefault="001F44DD" w:rsidP="00DB70BA">
            <w:pPr>
              <w:pStyle w:val="aa"/>
            </w:pPr>
            <w:r>
              <w:t>Химический: Учитывая вредные условия труда необходимо организовать контроль за выдачей работникам СИЗ в полном объёме и в установленные сроки, за правильностью применения работниками средств индивидуальной защиты органов дыхания. Соблюдать режим труда и отдыха, а также организовать выдачу специального питания (молока).</w:t>
            </w:r>
          </w:p>
        </w:tc>
        <w:tc>
          <w:tcPr>
            <w:tcW w:w="2835" w:type="dxa"/>
            <w:vAlign w:val="center"/>
          </w:tcPr>
          <w:p w14:paraId="3A920E71" w14:textId="0E944110" w:rsidR="001F44DD" w:rsidRDefault="001F44DD" w:rsidP="00DB70BA">
            <w:pPr>
              <w:pStyle w:val="aa"/>
            </w:pPr>
            <w:r>
              <w:t xml:space="preserve">Снижение вредного воздействия химического фактора. </w:t>
            </w:r>
          </w:p>
        </w:tc>
        <w:tc>
          <w:tcPr>
            <w:tcW w:w="1384" w:type="dxa"/>
            <w:vAlign w:val="center"/>
          </w:tcPr>
          <w:p w14:paraId="1040E410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2479F994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76686C58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27412484" w14:textId="77777777" w:rsidTr="008B4051">
        <w:trPr>
          <w:jc w:val="center"/>
        </w:trPr>
        <w:tc>
          <w:tcPr>
            <w:tcW w:w="3049" w:type="dxa"/>
            <w:vAlign w:val="center"/>
          </w:tcPr>
          <w:p w14:paraId="22F3E569" w14:textId="0922A5D6" w:rsidR="001F44DD" w:rsidRPr="001F44DD" w:rsidRDefault="001F44DD" w:rsidP="001F44DD">
            <w:pPr>
              <w:pStyle w:val="aa"/>
              <w:rPr>
                <w:i/>
              </w:rPr>
            </w:pPr>
            <w:r>
              <w:rPr>
                <w:i/>
              </w:rPr>
              <w:t>Кабинет трансфузиологии</w:t>
            </w:r>
          </w:p>
        </w:tc>
        <w:tc>
          <w:tcPr>
            <w:tcW w:w="3686" w:type="dxa"/>
            <w:vAlign w:val="center"/>
          </w:tcPr>
          <w:p w14:paraId="01B4A160" w14:textId="77777777" w:rsidR="001F44DD" w:rsidRDefault="001F44DD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099F8425" w14:textId="77777777" w:rsidR="001F44DD" w:rsidRDefault="001F44DD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479D2F9F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7438CFB9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4285EF7B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4B31EBE4" w14:textId="77777777" w:rsidTr="008B4051">
        <w:trPr>
          <w:jc w:val="center"/>
        </w:trPr>
        <w:tc>
          <w:tcPr>
            <w:tcW w:w="3049" w:type="dxa"/>
            <w:vAlign w:val="center"/>
          </w:tcPr>
          <w:p w14:paraId="47A42BA4" w14:textId="553365C4" w:rsidR="001F44DD" w:rsidRPr="001F44DD" w:rsidRDefault="001F44DD" w:rsidP="001F44DD">
            <w:pPr>
              <w:pStyle w:val="aa"/>
              <w:jc w:val="left"/>
            </w:pPr>
            <w:r>
              <w:t>20240027. Врач-трансфузиолог</w:t>
            </w:r>
          </w:p>
        </w:tc>
        <w:tc>
          <w:tcPr>
            <w:tcW w:w="3686" w:type="dxa"/>
            <w:vAlign w:val="center"/>
          </w:tcPr>
          <w:p w14:paraId="002B0588" w14:textId="6F0BA212" w:rsidR="001F44DD" w:rsidRDefault="001F44DD" w:rsidP="00DB70BA">
            <w:pPr>
              <w:pStyle w:val="aa"/>
            </w:pPr>
            <w:r>
              <w:t>Биологический: Вредные условия труда по биологическому фактору обусловлены спецификой трудовой деятельности, необходимо соблюдение режимов труда и отдыха, соблюдение периодичности медицинских осмотров, а также организовать выдачу специального питания (молока)</w:t>
            </w:r>
          </w:p>
        </w:tc>
        <w:tc>
          <w:tcPr>
            <w:tcW w:w="2835" w:type="dxa"/>
            <w:vAlign w:val="center"/>
          </w:tcPr>
          <w:p w14:paraId="0D7FD0D5" w14:textId="2C558B9E" w:rsidR="001F44DD" w:rsidRDefault="001F44DD" w:rsidP="00DB70BA">
            <w:pPr>
              <w:pStyle w:val="aa"/>
            </w:pPr>
            <w:r>
              <w:t xml:space="preserve">Снижение вредного воздействия биологического фактора </w:t>
            </w:r>
          </w:p>
        </w:tc>
        <w:tc>
          <w:tcPr>
            <w:tcW w:w="1384" w:type="dxa"/>
            <w:vAlign w:val="center"/>
          </w:tcPr>
          <w:p w14:paraId="7B7B251D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3E4BB869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79EE6F54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21AB1F80" w14:textId="77777777" w:rsidTr="008B4051">
        <w:trPr>
          <w:jc w:val="center"/>
        </w:trPr>
        <w:tc>
          <w:tcPr>
            <w:tcW w:w="3049" w:type="dxa"/>
            <w:vAlign w:val="center"/>
          </w:tcPr>
          <w:p w14:paraId="4A783925" w14:textId="3CE42653" w:rsidR="001F44DD" w:rsidRPr="001F44DD" w:rsidRDefault="001F44DD" w:rsidP="001F44DD">
            <w:pPr>
              <w:pStyle w:val="aa"/>
              <w:rPr>
                <w:i/>
              </w:rPr>
            </w:pPr>
            <w:r>
              <w:rPr>
                <w:i/>
              </w:rPr>
              <w:t>Консультативно-диагностическая группа (для лечения COVID-19)</w:t>
            </w:r>
          </w:p>
        </w:tc>
        <w:tc>
          <w:tcPr>
            <w:tcW w:w="3686" w:type="dxa"/>
            <w:vAlign w:val="center"/>
          </w:tcPr>
          <w:p w14:paraId="013520F4" w14:textId="77777777" w:rsidR="001F44DD" w:rsidRDefault="001F44DD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6E3DE251" w14:textId="77777777" w:rsidR="001F44DD" w:rsidRDefault="001F44DD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572027AD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079EEC98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76E74767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170F9A01" w14:textId="77777777" w:rsidTr="008B4051">
        <w:trPr>
          <w:jc w:val="center"/>
        </w:trPr>
        <w:tc>
          <w:tcPr>
            <w:tcW w:w="3049" w:type="dxa"/>
            <w:vAlign w:val="center"/>
          </w:tcPr>
          <w:p w14:paraId="0E2A849C" w14:textId="4C93DEDF" w:rsidR="001F44DD" w:rsidRPr="001F44DD" w:rsidRDefault="001F44DD" w:rsidP="001F44DD">
            <w:pPr>
              <w:pStyle w:val="aa"/>
              <w:jc w:val="left"/>
            </w:pPr>
            <w:r>
              <w:t>20240028. Врач-бактериолог</w:t>
            </w:r>
          </w:p>
        </w:tc>
        <w:tc>
          <w:tcPr>
            <w:tcW w:w="3686" w:type="dxa"/>
            <w:vAlign w:val="center"/>
          </w:tcPr>
          <w:p w14:paraId="102DFDE3" w14:textId="45A363E9" w:rsidR="001F44DD" w:rsidRDefault="001F44DD" w:rsidP="00DB70BA">
            <w:pPr>
              <w:pStyle w:val="aa"/>
            </w:pPr>
            <w:r>
              <w:t xml:space="preserve">Биологический: Вредные условия труда </w:t>
            </w:r>
            <w:r>
              <w:lastRenderedPageBreak/>
              <w:t>по биологическому фактору обусловлены спецификой трудовой деятельности, необходимо соблюдение режимов труда и отдыха, соблюдение периодичности медицинских осмотров, а также организовать выдачу специального питания (молока)</w:t>
            </w:r>
          </w:p>
        </w:tc>
        <w:tc>
          <w:tcPr>
            <w:tcW w:w="2835" w:type="dxa"/>
            <w:vAlign w:val="center"/>
          </w:tcPr>
          <w:p w14:paraId="4F719D32" w14:textId="283CC24E" w:rsidR="001F44DD" w:rsidRDefault="001F44DD" w:rsidP="00DB70BA">
            <w:pPr>
              <w:pStyle w:val="aa"/>
            </w:pPr>
            <w:r>
              <w:lastRenderedPageBreak/>
              <w:t>Снижение вредного воздей</w:t>
            </w:r>
            <w:r>
              <w:lastRenderedPageBreak/>
              <w:t xml:space="preserve">ствия биологического фактора </w:t>
            </w:r>
          </w:p>
        </w:tc>
        <w:tc>
          <w:tcPr>
            <w:tcW w:w="1384" w:type="dxa"/>
            <w:vAlign w:val="center"/>
          </w:tcPr>
          <w:p w14:paraId="54A855B0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58EC2890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76DCFE2A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6807BE44" w14:textId="77777777" w:rsidTr="008B4051">
        <w:trPr>
          <w:jc w:val="center"/>
        </w:trPr>
        <w:tc>
          <w:tcPr>
            <w:tcW w:w="3049" w:type="dxa"/>
            <w:vAlign w:val="center"/>
          </w:tcPr>
          <w:p w14:paraId="2D594A95" w14:textId="0C1B3064" w:rsidR="001F44DD" w:rsidRPr="001F44DD" w:rsidRDefault="001F44DD" w:rsidP="001F44DD">
            <w:pPr>
              <w:pStyle w:val="aa"/>
              <w:rPr>
                <w:i/>
              </w:rPr>
            </w:pPr>
            <w:r>
              <w:rPr>
                <w:i/>
              </w:rPr>
              <w:t>Кабинет магнитно-резонансной томографии</w:t>
            </w:r>
          </w:p>
        </w:tc>
        <w:tc>
          <w:tcPr>
            <w:tcW w:w="3686" w:type="dxa"/>
            <w:vAlign w:val="center"/>
          </w:tcPr>
          <w:p w14:paraId="558EFD03" w14:textId="77777777" w:rsidR="001F44DD" w:rsidRDefault="001F44DD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698D2F7C" w14:textId="77777777" w:rsidR="001F44DD" w:rsidRDefault="001F44DD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68638841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4D6F0825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379847D0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56B38666" w14:textId="77777777" w:rsidTr="008B4051">
        <w:trPr>
          <w:jc w:val="center"/>
        </w:trPr>
        <w:tc>
          <w:tcPr>
            <w:tcW w:w="3049" w:type="dxa"/>
            <w:vAlign w:val="center"/>
          </w:tcPr>
          <w:p w14:paraId="5B15D254" w14:textId="4037DCF5" w:rsidR="001F44DD" w:rsidRPr="001F44DD" w:rsidRDefault="001F44DD" w:rsidP="001F44DD">
            <w:pPr>
              <w:pStyle w:val="aa"/>
              <w:jc w:val="left"/>
            </w:pPr>
            <w:r>
              <w:t>20240029. Врач-рентгенолог</w:t>
            </w:r>
          </w:p>
        </w:tc>
        <w:tc>
          <w:tcPr>
            <w:tcW w:w="3686" w:type="dxa"/>
            <w:vAlign w:val="center"/>
          </w:tcPr>
          <w:p w14:paraId="6F32CB70" w14:textId="25043A13" w:rsidR="001F44DD" w:rsidRDefault="001F44DD" w:rsidP="00DB70BA">
            <w:pPr>
              <w:pStyle w:val="aa"/>
            </w:pPr>
            <w:r>
              <w:t>Биологический: Вредные условия труда по биологическому фактору обусловлены спецификой трудовой деятельности, необходимо соблюдение режимов труда и отдыха, соблюдение периодичности медицинских осмотров, а также организовать выдачу специального питания (молока)</w:t>
            </w:r>
          </w:p>
        </w:tc>
        <w:tc>
          <w:tcPr>
            <w:tcW w:w="2835" w:type="dxa"/>
            <w:vAlign w:val="center"/>
          </w:tcPr>
          <w:p w14:paraId="0AB3693F" w14:textId="2E34A8B8" w:rsidR="001F44DD" w:rsidRDefault="001F44DD" w:rsidP="00DB70BA">
            <w:pPr>
              <w:pStyle w:val="aa"/>
            </w:pPr>
            <w:r>
              <w:t xml:space="preserve">Снижение вредного воздействия биологического фактора </w:t>
            </w:r>
          </w:p>
        </w:tc>
        <w:tc>
          <w:tcPr>
            <w:tcW w:w="1384" w:type="dxa"/>
            <w:vAlign w:val="center"/>
          </w:tcPr>
          <w:p w14:paraId="1FD95C8C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70C02559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1665B3E8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378F4217" w14:textId="77777777" w:rsidTr="008B4051">
        <w:trPr>
          <w:jc w:val="center"/>
        </w:trPr>
        <w:tc>
          <w:tcPr>
            <w:tcW w:w="3049" w:type="dxa"/>
            <w:vAlign w:val="center"/>
          </w:tcPr>
          <w:p w14:paraId="17ACF229" w14:textId="0DE73B8F" w:rsidR="001F44DD" w:rsidRPr="001F44DD" w:rsidRDefault="001F44DD" w:rsidP="001F44DD">
            <w:pPr>
              <w:pStyle w:val="aa"/>
              <w:jc w:val="left"/>
            </w:pPr>
            <w:r>
              <w:t>20240030. Рентгенолаборант</w:t>
            </w:r>
          </w:p>
        </w:tc>
        <w:tc>
          <w:tcPr>
            <w:tcW w:w="3686" w:type="dxa"/>
            <w:vAlign w:val="center"/>
          </w:tcPr>
          <w:p w14:paraId="60D2C644" w14:textId="2D7CD7A9" w:rsidR="001F44DD" w:rsidRDefault="001F44DD" w:rsidP="00DB70BA">
            <w:pPr>
              <w:pStyle w:val="aa"/>
            </w:pPr>
            <w:r>
              <w:t>Биологический: Вредные условия труда по биологическому фактору обусловлены спецификой трудовой деятельности, необходимо соблюдение режимов труда и отдыха, соблюдение периодичности медицинских осмотров, а также организовать выдачу специального питания (молока)</w:t>
            </w:r>
          </w:p>
        </w:tc>
        <w:tc>
          <w:tcPr>
            <w:tcW w:w="2835" w:type="dxa"/>
            <w:vAlign w:val="center"/>
          </w:tcPr>
          <w:p w14:paraId="110D0176" w14:textId="296A2DDC" w:rsidR="001F44DD" w:rsidRDefault="001F44DD" w:rsidP="00DB70BA">
            <w:pPr>
              <w:pStyle w:val="aa"/>
            </w:pPr>
            <w:r>
              <w:t xml:space="preserve">Снижение вредного воздействия биологического фактора </w:t>
            </w:r>
          </w:p>
        </w:tc>
        <w:tc>
          <w:tcPr>
            <w:tcW w:w="1384" w:type="dxa"/>
            <w:vAlign w:val="center"/>
          </w:tcPr>
          <w:p w14:paraId="3AFDCEC7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35F28A00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34A4F672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7939E3FA" w14:textId="77777777" w:rsidTr="008B4051">
        <w:trPr>
          <w:jc w:val="center"/>
        </w:trPr>
        <w:tc>
          <w:tcPr>
            <w:tcW w:w="3049" w:type="dxa"/>
            <w:vAlign w:val="center"/>
          </w:tcPr>
          <w:p w14:paraId="7EAB4348" w14:textId="3CEBDB11" w:rsidR="001F44DD" w:rsidRPr="001F44DD" w:rsidRDefault="001F44DD" w:rsidP="001F44DD">
            <w:pPr>
              <w:pStyle w:val="aa"/>
              <w:rPr>
                <w:i/>
              </w:rPr>
            </w:pPr>
            <w:r>
              <w:rPr>
                <w:i/>
              </w:rPr>
              <w:t>Отделение ранней медицинской реабилитации</w:t>
            </w:r>
          </w:p>
        </w:tc>
        <w:tc>
          <w:tcPr>
            <w:tcW w:w="3686" w:type="dxa"/>
            <w:vAlign w:val="center"/>
          </w:tcPr>
          <w:p w14:paraId="0B412987" w14:textId="77777777" w:rsidR="001F44DD" w:rsidRDefault="001F44DD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5DE2E9FF" w14:textId="77777777" w:rsidR="001F44DD" w:rsidRDefault="001F44DD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6537C030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26D4E880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50E84207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7BAA5891" w14:textId="77777777" w:rsidTr="008B4051">
        <w:trPr>
          <w:jc w:val="center"/>
        </w:trPr>
        <w:tc>
          <w:tcPr>
            <w:tcW w:w="3049" w:type="dxa"/>
            <w:vAlign w:val="center"/>
          </w:tcPr>
          <w:p w14:paraId="686A28A9" w14:textId="5114A5C4" w:rsidR="001F44DD" w:rsidRPr="001F44DD" w:rsidRDefault="001F44DD" w:rsidP="001F44DD">
            <w:pPr>
              <w:pStyle w:val="aa"/>
              <w:jc w:val="left"/>
            </w:pPr>
            <w:r>
              <w:t>20240044. Медицинский логопед</w:t>
            </w:r>
          </w:p>
        </w:tc>
        <w:tc>
          <w:tcPr>
            <w:tcW w:w="3686" w:type="dxa"/>
            <w:vAlign w:val="center"/>
          </w:tcPr>
          <w:p w14:paraId="4BA6C531" w14:textId="3FE1B9AB" w:rsidR="001F44DD" w:rsidRDefault="001F44DD" w:rsidP="00DB70BA">
            <w:pPr>
              <w:pStyle w:val="aa"/>
            </w:pPr>
            <w:r>
              <w:t>Биологический: Вредные условия труда по биологическому фактору обусловлены спецификой трудовой деятельности, необходимо соблюдение режимов труда и отдыха, соблюдение периодичности медицинских осмотров, а также организовать выдачу специального питания (молока)</w:t>
            </w:r>
          </w:p>
        </w:tc>
        <w:tc>
          <w:tcPr>
            <w:tcW w:w="2835" w:type="dxa"/>
            <w:vAlign w:val="center"/>
          </w:tcPr>
          <w:p w14:paraId="57E7D4EC" w14:textId="519CAE83" w:rsidR="001F44DD" w:rsidRDefault="001F44DD" w:rsidP="00DB70BA">
            <w:pPr>
              <w:pStyle w:val="aa"/>
            </w:pPr>
            <w:r>
              <w:t xml:space="preserve">Снижение вредного воздействия биологического фактора </w:t>
            </w:r>
          </w:p>
        </w:tc>
        <w:tc>
          <w:tcPr>
            <w:tcW w:w="1384" w:type="dxa"/>
            <w:vAlign w:val="center"/>
          </w:tcPr>
          <w:p w14:paraId="73E03FB1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7CF860F5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5FAC9A5A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7DFBD5ED" w14:textId="77777777" w:rsidTr="008B4051">
        <w:trPr>
          <w:jc w:val="center"/>
        </w:trPr>
        <w:tc>
          <w:tcPr>
            <w:tcW w:w="3049" w:type="dxa"/>
            <w:vAlign w:val="center"/>
          </w:tcPr>
          <w:p w14:paraId="78EE924B" w14:textId="414ACF92" w:rsidR="001F44DD" w:rsidRPr="001F44DD" w:rsidRDefault="001F44DD" w:rsidP="001F44DD">
            <w:pPr>
              <w:pStyle w:val="aa"/>
              <w:jc w:val="left"/>
            </w:pPr>
            <w:r>
              <w:t>20240039. Медицинская сестра по медицинской реабилитации</w:t>
            </w:r>
          </w:p>
        </w:tc>
        <w:tc>
          <w:tcPr>
            <w:tcW w:w="3686" w:type="dxa"/>
            <w:vAlign w:val="center"/>
          </w:tcPr>
          <w:p w14:paraId="736F40A1" w14:textId="0E9E5AEA" w:rsidR="001F44DD" w:rsidRDefault="001F44DD" w:rsidP="00DB70BA">
            <w:pPr>
              <w:pStyle w:val="aa"/>
            </w:pPr>
            <w:r>
              <w:t>Биологический: Вредные условия труда по биологическому фактору обусловлены спецификой трудовой деятельности, необходимо соблюдение режимов труда и отдыха, соблюдение периодичности медицинских осмотров, а также организовать выдачу специального питания (молока)</w:t>
            </w:r>
          </w:p>
        </w:tc>
        <w:tc>
          <w:tcPr>
            <w:tcW w:w="2835" w:type="dxa"/>
            <w:vAlign w:val="center"/>
          </w:tcPr>
          <w:p w14:paraId="0E0F4439" w14:textId="6C126D31" w:rsidR="001F44DD" w:rsidRDefault="001F44DD" w:rsidP="00DB70BA">
            <w:pPr>
              <w:pStyle w:val="aa"/>
            </w:pPr>
            <w:r>
              <w:t xml:space="preserve">Снижение вредного воздействия биологического фактора </w:t>
            </w:r>
          </w:p>
        </w:tc>
        <w:tc>
          <w:tcPr>
            <w:tcW w:w="1384" w:type="dxa"/>
            <w:vAlign w:val="center"/>
          </w:tcPr>
          <w:p w14:paraId="7AB8E930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22D6D644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26E6C40C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33D9527B" w14:textId="77777777" w:rsidTr="008B4051">
        <w:trPr>
          <w:jc w:val="center"/>
        </w:trPr>
        <w:tc>
          <w:tcPr>
            <w:tcW w:w="3049" w:type="dxa"/>
            <w:vAlign w:val="center"/>
          </w:tcPr>
          <w:p w14:paraId="3938ED00" w14:textId="333E070F" w:rsidR="001F44DD" w:rsidRPr="001F44DD" w:rsidRDefault="001F44DD" w:rsidP="001F44DD">
            <w:pPr>
              <w:pStyle w:val="aa"/>
              <w:rPr>
                <w:i/>
              </w:rPr>
            </w:pPr>
            <w:r>
              <w:rPr>
                <w:i/>
              </w:rPr>
              <w:lastRenderedPageBreak/>
              <w:t>Отделение сочетанной травмы</w:t>
            </w:r>
          </w:p>
        </w:tc>
        <w:tc>
          <w:tcPr>
            <w:tcW w:w="3686" w:type="dxa"/>
            <w:vAlign w:val="center"/>
          </w:tcPr>
          <w:p w14:paraId="57E8F9A8" w14:textId="77777777" w:rsidR="001F44DD" w:rsidRDefault="001F44DD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1FBE8803" w14:textId="77777777" w:rsidR="001F44DD" w:rsidRDefault="001F44DD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6B7496BB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72C77440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68C39FE0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0631D217" w14:textId="77777777" w:rsidTr="008B4051">
        <w:trPr>
          <w:jc w:val="center"/>
        </w:trPr>
        <w:tc>
          <w:tcPr>
            <w:tcW w:w="3049" w:type="dxa"/>
            <w:vAlign w:val="center"/>
          </w:tcPr>
          <w:p w14:paraId="15AD035E" w14:textId="40557E71" w:rsidR="001F44DD" w:rsidRPr="001F44DD" w:rsidRDefault="001F44DD" w:rsidP="001F44DD">
            <w:pPr>
              <w:pStyle w:val="aa"/>
              <w:jc w:val="left"/>
            </w:pPr>
            <w:r>
              <w:t>20240181. Врач-нейрохирург</w:t>
            </w:r>
          </w:p>
        </w:tc>
        <w:tc>
          <w:tcPr>
            <w:tcW w:w="3686" w:type="dxa"/>
            <w:vAlign w:val="center"/>
          </w:tcPr>
          <w:p w14:paraId="2966FB00" w14:textId="050744CC" w:rsidR="001F44DD" w:rsidRDefault="001F44DD" w:rsidP="00DB70BA">
            <w:pPr>
              <w:pStyle w:val="aa"/>
            </w:pPr>
            <w:r>
              <w:t>Биологический: Вредные условия труда по биологическому фактору обусловлены спецификой трудовой деятельности, необходимо соблюдение режимов труда и отдыха, соблюдение периодичности медицинских осмотров, а также организовать выдачу специального питания (молока)</w:t>
            </w:r>
          </w:p>
        </w:tc>
        <w:tc>
          <w:tcPr>
            <w:tcW w:w="2835" w:type="dxa"/>
            <w:vAlign w:val="center"/>
          </w:tcPr>
          <w:p w14:paraId="6EB7FE46" w14:textId="02E6EA4E" w:rsidR="001F44DD" w:rsidRDefault="001F44DD" w:rsidP="00DB70BA">
            <w:pPr>
              <w:pStyle w:val="aa"/>
            </w:pPr>
            <w:r>
              <w:t xml:space="preserve">Снижение вредного воздействия биологического фактора </w:t>
            </w:r>
          </w:p>
        </w:tc>
        <w:tc>
          <w:tcPr>
            <w:tcW w:w="1384" w:type="dxa"/>
            <w:vAlign w:val="center"/>
          </w:tcPr>
          <w:p w14:paraId="23A2A404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317AE62D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52DD1314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27BFE279" w14:textId="77777777" w:rsidTr="008B4051">
        <w:trPr>
          <w:jc w:val="center"/>
        </w:trPr>
        <w:tc>
          <w:tcPr>
            <w:tcW w:w="3049" w:type="dxa"/>
            <w:vAlign w:val="center"/>
          </w:tcPr>
          <w:p w14:paraId="2DD93E9D" w14:textId="076015F3" w:rsidR="001F44DD" w:rsidRPr="001F44DD" w:rsidRDefault="001F44DD" w:rsidP="001F44DD">
            <w:pPr>
              <w:pStyle w:val="aa"/>
              <w:jc w:val="left"/>
            </w:pPr>
            <w:r>
              <w:t>20240182. Врач-психиатр</w:t>
            </w:r>
          </w:p>
        </w:tc>
        <w:tc>
          <w:tcPr>
            <w:tcW w:w="3686" w:type="dxa"/>
            <w:vAlign w:val="center"/>
          </w:tcPr>
          <w:p w14:paraId="0243C96E" w14:textId="2C1E19D4" w:rsidR="001F44DD" w:rsidRDefault="001F44DD" w:rsidP="00DB70BA">
            <w:pPr>
              <w:pStyle w:val="aa"/>
            </w:pPr>
            <w:r>
              <w:t>Биологический: Вредные условия труда по биологическому фактору обусловлены спецификой трудовой деятельности, необходимо соблюдение режимов труда и отдыха, соблюдение периодичности медицинских осмотров, а также организовать выдачу специального питания (молока)</w:t>
            </w:r>
          </w:p>
        </w:tc>
        <w:tc>
          <w:tcPr>
            <w:tcW w:w="2835" w:type="dxa"/>
            <w:vAlign w:val="center"/>
          </w:tcPr>
          <w:p w14:paraId="7D9343DE" w14:textId="19D1A8FE" w:rsidR="001F44DD" w:rsidRDefault="001F44DD" w:rsidP="00DB70BA">
            <w:pPr>
              <w:pStyle w:val="aa"/>
            </w:pPr>
            <w:r>
              <w:t xml:space="preserve">Снижение вредного воздействия биологического фактора </w:t>
            </w:r>
          </w:p>
        </w:tc>
        <w:tc>
          <w:tcPr>
            <w:tcW w:w="1384" w:type="dxa"/>
            <w:vAlign w:val="center"/>
          </w:tcPr>
          <w:p w14:paraId="159FA3B9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2858B55E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6E32A3B9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0D790E63" w14:textId="77777777" w:rsidTr="008B4051">
        <w:trPr>
          <w:jc w:val="center"/>
        </w:trPr>
        <w:tc>
          <w:tcPr>
            <w:tcW w:w="3049" w:type="dxa"/>
            <w:vAlign w:val="center"/>
          </w:tcPr>
          <w:p w14:paraId="2E8FE1BA" w14:textId="7829A97A" w:rsidR="001F44DD" w:rsidRPr="001F44DD" w:rsidRDefault="001F44DD" w:rsidP="001F44DD">
            <w:pPr>
              <w:pStyle w:val="aa"/>
              <w:jc w:val="left"/>
            </w:pPr>
            <w:r>
              <w:t>20240183. Врач-сердечно-сосудистый хирург</w:t>
            </w:r>
          </w:p>
        </w:tc>
        <w:tc>
          <w:tcPr>
            <w:tcW w:w="3686" w:type="dxa"/>
            <w:vAlign w:val="center"/>
          </w:tcPr>
          <w:p w14:paraId="60D357D6" w14:textId="4C6396F2" w:rsidR="001F44DD" w:rsidRDefault="001F44DD" w:rsidP="00DB70BA">
            <w:pPr>
              <w:pStyle w:val="aa"/>
            </w:pPr>
            <w:r>
              <w:t>Биологический: Вредные условия труда по биологическому фактору обусловлены спецификой трудовой деятельности, необходимо соблюдение режимов труда и отдыха, соблюдение периодичности медицинских осмотров, а также организовать выдачу специального питания (молока)</w:t>
            </w:r>
          </w:p>
        </w:tc>
        <w:tc>
          <w:tcPr>
            <w:tcW w:w="2835" w:type="dxa"/>
            <w:vAlign w:val="center"/>
          </w:tcPr>
          <w:p w14:paraId="26DDA095" w14:textId="23A29C0E" w:rsidR="001F44DD" w:rsidRDefault="001F44DD" w:rsidP="00DB70BA">
            <w:pPr>
              <w:pStyle w:val="aa"/>
            </w:pPr>
            <w:r>
              <w:t xml:space="preserve">Снижение вредного воздействия биологического фактора </w:t>
            </w:r>
          </w:p>
        </w:tc>
        <w:tc>
          <w:tcPr>
            <w:tcW w:w="1384" w:type="dxa"/>
            <w:vAlign w:val="center"/>
          </w:tcPr>
          <w:p w14:paraId="1F6646ED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31BBC0EC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0AE4FAE0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1EC4BF96" w14:textId="77777777" w:rsidTr="008B4051">
        <w:trPr>
          <w:jc w:val="center"/>
        </w:trPr>
        <w:tc>
          <w:tcPr>
            <w:tcW w:w="3049" w:type="dxa"/>
            <w:vAlign w:val="center"/>
          </w:tcPr>
          <w:p w14:paraId="6A1636EE" w14:textId="7CF6AC3D" w:rsidR="001F44DD" w:rsidRPr="001F44DD" w:rsidRDefault="001F44DD" w:rsidP="001F44DD">
            <w:pPr>
              <w:pStyle w:val="aa"/>
              <w:jc w:val="left"/>
            </w:pPr>
            <w:r>
              <w:t>20240184. Врач-травматолог-ортопед</w:t>
            </w:r>
          </w:p>
        </w:tc>
        <w:tc>
          <w:tcPr>
            <w:tcW w:w="3686" w:type="dxa"/>
            <w:vAlign w:val="center"/>
          </w:tcPr>
          <w:p w14:paraId="714627FE" w14:textId="499A07F2" w:rsidR="001F44DD" w:rsidRDefault="001F44DD" w:rsidP="00DB70BA">
            <w:pPr>
              <w:pStyle w:val="aa"/>
            </w:pPr>
            <w:r>
              <w:t>Биологический: Вредные условия труда по биологическому фактору обусловлены спецификой трудовой деятельности, необходимо соблюдение режимов труда и отдыха, соблюдение периодичности медицинских осмотров, а также организовать выдачу специального питания (молока)</w:t>
            </w:r>
          </w:p>
        </w:tc>
        <w:tc>
          <w:tcPr>
            <w:tcW w:w="2835" w:type="dxa"/>
            <w:vAlign w:val="center"/>
          </w:tcPr>
          <w:p w14:paraId="2B792BD1" w14:textId="352F99FE" w:rsidR="001F44DD" w:rsidRDefault="001F44DD" w:rsidP="00DB70BA">
            <w:pPr>
              <w:pStyle w:val="aa"/>
            </w:pPr>
            <w:r>
              <w:t xml:space="preserve">Снижение вредного воздействия биологического фактора </w:t>
            </w:r>
          </w:p>
        </w:tc>
        <w:tc>
          <w:tcPr>
            <w:tcW w:w="1384" w:type="dxa"/>
            <w:vAlign w:val="center"/>
          </w:tcPr>
          <w:p w14:paraId="6292C42B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337C9E42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4ED00E63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4F71CB2B" w14:textId="77777777" w:rsidTr="008B4051">
        <w:trPr>
          <w:jc w:val="center"/>
        </w:trPr>
        <w:tc>
          <w:tcPr>
            <w:tcW w:w="3049" w:type="dxa"/>
            <w:vAlign w:val="center"/>
          </w:tcPr>
          <w:p w14:paraId="725C8262" w14:textId="5B8BFEB2" w:rsidR="001F44DD" w:rsidRPr="001F44DD" w:rsidRDefault="001F44DD" w:rsidP="001F44DD">
            <w:pPr>
              <w:pStyle w:val="aa"/>
              <w:jc w:val="left"/>
            </w:pPr>
            <w:r>
              <w:t>20240185. Врач-хирург</w:t>
            </w:r>
          </w:p>
        </w:tc>
        <w:tc>
          <w:tcPr>
            <w:tcW w:w="3686" w:type="dxa"/>
            <w:vAlign w:val="center"/>
          </w:tcPr>
          <w:p w14:paraId="6202E7A1" w14:textId="155CF0B1" w:rsidR="001F44DD" w:rsidRDefault="001F44DD" w:rsidP="00DB70BA">
            <w:pPr>
              <w:pStyle w:val="aa"/>
            </w:pPr>
            <w:r>
              <w:t>Биологический: Вредные условия труда по биологическому фактору обусловлены спецификой трудовой деятельности, необходимо соблюдение режимов труда и отдыха, соблюдение периодичности медицинских осмотров, а также организовать выдачу специального питания (молока)</w:t>
            </w:r>
          </w:p>
        </w:tc>
        <w:tc>
          <w:tcPr>
            <w:tcW w:w="2835" w:type="dxa"/>
            <w:vAlign w:val="center"/>
          </w:tcPr>
          <w:p w14:paraId="247CF969" w14:textId="298A7012" w:rsidR="001F44DD" w:rsidRDefault="001F44DD" w:rsidP="00DB70BA">
            <w:pPr>
              <w:pStyle w:val="aa"/>
            </w:pPr>
            <w:r>
              <w:t xml:space="preserve">Снижение вредного воздействия биологического фактора </w:t>
            </w:r>
          </w:p>
        </w:tc>
        <w:tc>
          <w:tcPr>
            <w:tcW w:w="1384" w:type="dxa"/>
            <w:vAlign w:val="center"/>
          </w:tcPr>
          <w:p w14:paraId="6978F687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60967A86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07E74C96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0E037A45" w14:textId="77777777" w:rsidTr="008B4051">
        <w:trPr>
          <w:jc w:val="center"/>
        </w:trPr>
        <w:tc>
          <w:tcPr>
            <w:tcW w:w="3049" w:type="dxa"/>
            <w:vAlign w:val="center"/>
          </w:tcPr>
          <w:p w14:paraId="5C940145" w14:textId="36765BDF" w:rsidR="001F44DD" w:rsidRPr="001F44DD" w:rsidRDefault="001F44DD" w:rsidP="001F44DD">
            <w:pPr>
              <w:pStyle w:val="aa"/>
              <w:jc w:val="left"/>
            </w:pPr>
            <w:r>
              <w:t>20240186. Заведующий медицинским структурным подраз</w:t>
            </w:r>
            <w:r>
              <w:lastRenderedPageBreak/>
              <w:t>делением – врач-травматолог-ортопед</w:t>
            </w:r>
          </w:p>
        </w:tc>
        <w:tc>
          <w:tcPr>
            <w:tcW w:w="3686" w:type="dxa"/>
            <w:vAlign w:val="center"/>
          </w:tcPr>
          <w:p w14:paraId="35019998" w14:textId="60C3944A" w:rsidR="001F44DD" w:rsidRDefault="001F44DD" w:rsidP="00DB70BA">
            <w:pPr>
              <w:pStyle w:val="aa"/>
            </w:pPr>
            <w:r>
              <w:lastRenderedPageBreak/>
              <w:t>Биологический: Вредные условия труда по биологическому фактору обусловле</w:t>
            </w:r>
            <w:r>
              <w:lastRenderedPageBreak/>
              <w:t>ны спецификой трудовой деятельности, необходимо соблюдение режимов труда и отдыха, соблюдение периодичности медицинских осмотров, а также организовать выдачу специального питания (молока)</w:t>
            </w:r>
          </w:p>
        </w:tc>
        <w:tc>
          <w:tcPr>
            <w:tcW w:w="2835" w:type="dxa"/>
            <w:vAlign w:val="center"/>
          </w:tcPr>
          <w:p w14:paraId="196E3AC8" w14:textId="4A1CCD00" w:rsidR="001F44DD" w:rsidRDefault="001F44DD" w:rsidP="00DB70BA">
            <w:pPr>
              <w:pStyle w:val="aa"/>
            </w:pPr>
            <w:r>
              <w:lastRenderedPageBreak/>
              <w:t xml:space="preserve">Снижение вредного воздействия биологического фактора </w:t>
            </w:r>
          </w:p>
        </w:tc>
        <w:tc>
          <w:tcPr>
            <w:tcW w:w="1384" w:type="dxa"/>
            <w:vAlign w:val="center"/>
          </w:tcPr>
          <w:p w14:paraId="34D1C6F9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6ECB20C3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01B4BEAC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29E335FE" w14:textId="77777777" w:rsidTr="008B4051">
        <w:trPr>
          <w:jc w:val="center"/>
        </w:trPr>
        <w:tc>
          <w:tcPr>
            <w:tcW w:w="3049" w:type="dxa"/>
            <w:vAlign w:val="center"/>
          </w:tcPr>
          <w:p w14:paraId="4AD96AF7" w14:textId="0C9B2D4A" w:rsidR="001F44DD" w:rsidRPr="001F44DD" w:rsidRDefault="001F44DD" w:rsidP="001F44DD">
            <w:pPr>
              <w:pStyle w:val="aa"/>
              <w:jc w:val="left"/>
            </w:pPr>
            <w:r>
              <w:t>20240187. Медицинская сестра (медицинский брат) палатная</w:t>
            </w:r>
          </w:p>
        </w:tc>
        <w:tc>
          <w:tcPr>
            <w:tcW w:w="3686" w:type="dxa"/>
            <w:vAlign w:val="center"/>
          </w:tcPr>
          <w:p w14:paraId="11E957B5" w14:textId="041ACE7A" w:rsidR="001F44DD" w:rsidRDefault="001F44DD" w:rsidP="00DB70BA">
            <w:pPr>
              <w:pStyle w:val="aa"/>
            </w:pPr>
            <w:r>
              <w:t>Биологический: Вредные условия труда по биологическому фактору обусловлены спецификой трудовой деятельности, необходимо соблюдение режимов труда и отдыха, соблюдение периодичности медицинских осмотров, а также организовать выдачу специального питания (молока)</w:t>
            </w:r>
          </w:p>
        </w:tc>
        <w:tc>
          <w:tcPr>
            <w:tcW w:w="2835" w:type="dxa"/>
            <w:vAlign w:val="center"/>
          </w:tcPr>
          <w:p w14:paraId="3FD6634A" w14:textId="136FD10D" w:rsidR="001F44DD" w:rsidRDefault="001F44DD" w:rsidP="00DB70BA">
            <w:pPr>
              <w:pStyle w:val="aa"/>
            </w:pPr>
            <w:r>
              <w:t xml:space="preserve">Снижение вредного воздействия биологического фактора </w:t>
            </w:r>
          </w:p>
        </w:tc>
        <w:tc>
          <w:tcPr>
            <w:tcW w:w="1384" w:type="dxa"/>
            <w:vAlign w:val="center"/>
          </w:tcPr>
          <w:p w14:paraId="1EABF1FD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456F4429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5896BD26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6A007B93" w14:textId="77777777" w:rsidTr="008B4051">
        <w:trPr>
          <w:jc w:val="center"/>
        </w:trPr>
        <w:tc>
          <w:tcPr>
            <w:tcW w:w="3049" w:type="dxa"/>
            <w:vAlign w:val="center"/>
          </w:tcPr>
          <w:p w14:paraId="0586DFAD" w14:textId="77777777" w:rsidR="001F44DD" w:rsidRDefault="001F44DD" w:rsidP="001F44DD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14:paraId="223F95D7" w14:textId="2F919FC1" w:rsidR="001F44DD" w:rsidRDefault="001F44DD" w:rsidP="00DB70BA">
            <w:pPr>
              <w:pStyle w:val="aa"/>
            </w:pPr>
            <w:r>
              <w:t>Тяжесть: Вредные условия труда по фактору тяжести трудового процесса обусловлены спецификой трудового процесса, необходимо соблюдение режимов труда и отдыха, соблюдение периодичности медицинских осмотров.</w:t>
            </w:r>
          </w:p>
        </w:tc>
        <w:tc>
          <w:tcPr>
            <w:tcW w:w="2835" w:type="dxa"/>
            <w:vAlign w:val="center"/>
          </w:tcPr>
          <w:p w14:paraId="7C641019" w14:textId="00AA716E" w:rsidR="001F44DD" w:rsidRDefault="001F44DD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14:paraId="25CA9BB9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68C4DFCC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63CA7BE9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1A8DAD98" w14:textId="77777777" w:rsidTr="008B4051">
        <w:trPr>
          <w:jc w:val="center"/>
        </w:trPr>
        <w:tc>
          <w:tcPr>
            <w:tcW w:w="3049" w:type="dxa"/>
            <w:vAlign w:val="center"/>
          </w:tcPr>
          <w:p w14:paraId="400DE6CF" w14:textId="48495AE3" w:rsidR="001F44DD" w:rsidRPr="001F44DD" w:rsidRDefault="001F44DD" w:rsidP="001F44DD">
            <w:pPr>
              <w:pStyle w:val="aa"/>
              <w:jc w:val="left"/>
            </w:pPr>
            <w:r>
              <w:t>20240188. Медицинская сестра перевязочной</w:t>
            </w:r>
          </w:p>
        </w:tc>
        <w:tc>
          <w:tcPr>
            <w:tcW w:w="3686" w:type="dxa"/>
            <w:vAlign w:val="center"/>
          </w:tcPr>
          <w:p w14:paraId="705C732E" w14:textId="00676324" w:rsidR="001F44DD" w:rsidRDefault="001F44DD" w:rsidP="00DB70BA">
            <w:pPr>
              <w:pStyle w:val="aa"/>
            </w:pPr>
            <w:r>
              <w:t>Биологический: Вредные условия труда по биологическому фактору обусловлены спецификой трудовой деятельности, необходимо соблюдение режимов труда и отдыха, соблюдение периодичности медицинских осмотров, а также организовать выдачу специального питания (молока)</w:t>
            </w:r>
          </w:p>
        </w:tc>
        <w:tc>
          <w:tcPr>
            <w:tcW w:w="2835" w:type="dxa"/>
            <w:vAlign w:val="center"/>
          </w:tcPr>
          <w:p w14:paraId="25BB9FB4" w14:textId="1953018C" w:rsidR="001F44DD" w:rsidRDefault="001F44DD" w:rsidP="00DB70BA">
            <w:pPr>
              <w:pStyle w:val="aa"/>
            </w:pPr>
            <w:r>
              <w:t xml:space="preserve">Снижение вредного воздействия биологического фактора </w:t>
            </w:r>
          </w:p>
        </w:tc>
        <w:tc>
          <w:tcPr>
            <w:tcW w:w="1384" w:type="dxa"/>
            <w:vAlign w:val="center"/>
          </w:tcPr>
          <w:p w14:paraId="29EA76C3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22DADD6D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416D561F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78D8B036" w14:textId="77777777" w:rsidTr="008B4051">
        <w:trPr>
          <w:jc w:val="center"/>
        </w:trPr>
        <w:tc>
          <w:tcPr>
            <w:tcW w:w="3049" w:type="dxa"/>
            <w:vAlign w:val="center"/>
          </w:tcPr>
          <w:p w14:paraId="7C5ADF94" w14:textId="2BECED5F" w:rsidR="001F44DD" w:rsidRPr="001F44DD" w:rsidRDefault="001F44DD" w:rsidP="001F44DD">
            <w:pPr>
              <w:pStyle w:val="aa"/>
              <w:jc w:val="left"/>
            </w:pPr>
            <w:r>
              <w:t>20240189. Медицинская сестра процедурной</w:t>
            </w:r>
          </w:p>
        </w:tc>
        <w:tc>
          <w:tcPr>
            <w:tcW w:w="3686" w:type="dxa"/>
            <w:vAlign w:val="center"/>
          </w:tcPr>
          <w:p w14:paraId="45403DB5" w14:textId="32517718" w:rsidR="001F44DD" w:rsidRDefault="001F44DD" w:rsidP="00DB70BA">
            <w:pPr>
              <w:pStyle w:val="aa"/>
            </w:pPr>
            <w:r>
              <w:t>Биологический: Вредные условия труда по биологическому фактору обусловлены спецификой трудовой деятельности, необходимо соблюдение режимов труда и отдыха, соблюдение периодичности медицинских осмотров, а также организовать выдачу специального питания (молока)</w:t>
            </w:r>
          </w:p>
        </w:tc>
        <w:tc>
          <w:tcPr>
            <w:tcW w:w="2835" w:type="dxa"/>
            <w:vAlign w:val="center"/>
          </w:tcPr>
          <w:p w14:paraId="4C8C15DB" w14:textId="7A52AEE7" w:rsidR="001F44DD" w:rsidRDefault="001F44DD" w:rsidP="00DB70BA">
            <w:pPr>
              <w:pStyle w:val="aa"/>
            </w:pPr>
            <w:r>
              <w:t xml:space="preserve">Снижение вредного воздействия биологического фактора </w:t>
            </w:r>
          </w:p>
        </w:tc>
        <w:tc>
          <w:tcPr>
            <w:tcW w:w="1384" w:type="dxa"/>
            <w:vAlign w:val="center"/>
          </w:tcPr>
          <w:p w14:paraId="352F48E1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720B9CCD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428B6619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45916AD4" w14:textId="77777777" w:rsidTr="008B4051">
        <w:trPr>
          <w:jc w:val="center"/>
        </w:trPr>
        <w:tc>
          <w:tcPr>
            <w:tcW w:w="3049" w:type="dxa"/>
            <w:vAlign w:val="center"/>
          </w:tcPr>
          <w:p w14:paraId="627A5428" w14:textId="76BC26C5" w:rsidR="001F44DD" w:rsidRPr="001F44DD" w:rsidRDefault="001F44DD" w:rsidP="001F44DD">
            <w:pPr>
              <w:pStyle w:val="aa"/>
              <w:jc w:val="left"/>
            </w:pPr>
            <w:r>
              <w:t>20240190. Старшая медицинская сестра (медицинский брат)</w:t>
            </w:r>
          </w:p>
        </w:tc>
        <w:tc>
          <w:tcPr>
            <w:tcW w:w="3686" w:type="dxa"/>
            <w:vAlign w:val="center"/>
          </w:tcPr>
          <w:p w14:paraId="09FB6A76" w14:textId="45EBB543" w:rsidR="001F44DD" w:rsidRDefault="001F44DD" w:rsidP="00DB70BA">
            <w:pPr>
              <w:pStyle w:val="aa"/>
            </w:pPr>
            <w:r>
              <w:t xml:space="preserve">Биологический: Вредные условия труда по биологическому фактору обусловлены спецификой трудовой деятельности, необходимо соблюдение режимов труда и отдыха, соблюдение периодичности медицинских осмотров, а также организовать выдачу специального питания </w:t>
            </w:r>
            <w:r>
              <w:lastRenderedPageBreak/>
              <w:t>(молока)</w:t>
            </w:r>
          </w:p>
        </w:tc>
        <w:tc>
          <w:tcPr>
            <w:tcW w:w="2835" w:type="dxa"/>
            <w:vAlign w:val="center"/>
          </w:tcPr>
          <w:p w14:paraId="0D2FE1E0" w14:textId="7E9597C3" w:rsidR="001F44DD" w:rsidRDefault="001F44DD" w:rsidP="00DB70BA">
            <w:pPr>
              <w:pStyle w:val="aa"/>
            </w:pPr>
            <w:r>
              <w:lastRenderedPageBreak/>
              <w:t xml:space="preserve">Снижение вредного воздействия биологического фактора </w:t>
            </w:r>
          </w:p>
        </w:tc>
        <w:tc>
          <w:tcPr>
            <w:tcW w:w="1384" w:type="dxa"/>
            <w:vAlign w:val="center"/>
          </w:tcPr>
          <w:p w14:paraId="00F8F9EA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6A982793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6A331AA0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25F2B1CF" w14:textId="77777777" w:rsidTr="008B4051">
        <w:trPr>
          <w:jc w:val="center"/>
        </w:trPr>
        <w:tc>
          <w:tcPr>
            <w:tcW w:w="3049" w:type="dxa"/>
            <w:vAlign w:val="center"/>
          </w:tcPr>
          <w:p w14:paraId="2BA045DA" w14:textId="6A9C175B" w:rsidR="001F44DD" w:rsidRPr="001F44DD" w:rsidRDefault="001F44DD" w:rsidP="001F44DD">
            <w:pPr>
              <w:pStyle w:val="aa"/>
              <w:jc w:val="left"/>
            </w:pPr>
            <w:r>
              <w:t>20240191. Буфетчик 3-й разряд</w:t>
            </w:r>
          </w:p>
        </w:tc>
        <w:tc>
          <w:tcPr>
            <w:tcW w:w="3686" w:type="dxa"/>
            <w:vAlign w:val="center"/>
          </w:tcPr>
          <w:p w14:paraId="3EA488B3" w14:textId="0138F101" w:rsidR="001F44DD" w:rsidRDefault="001F44DD" w:rsidP="00DB70BA">
            <w:pPr>
              <w:pStyle w:val="aa"/>
            </w:pPr>
            <w:r>
              <w:t>Тяжесть: Вредные условия труда по фактору тяжести трудового процесса обусловлены спецификой трудового процесса, необходимо соблюдение режимов труда и отдыха, соблюдение периодичности медицинских осмотров.</w:t>
            </w:r>
          </w:p>
        </w:tc>
        <w:tc>
          <w:tcPr>
            <w:tcW w:w="2835" w:type="dxa"/>
            <w:vAlign w:val="center"/>
          </w:tcPr>
          <w:p w14:paraId="491CFFF6" w14:textId="008258E8" w:rsidR="001F44DD" w:rsidRDefault="001F44DD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14:paraId="78945E66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6EF66DAE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7EDAAB83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57B31219" w14:textId="77777777" w:rsidTr="008B4051">
        <w:trPr>
          <w:jc w:val="center"/>
        </w:trPr>
        <w:tc>
          <w:tcPr>
            <w:tcW w:w="3049" w:type="dxa"/>
            <w:vAlign w:val="center"/>
          </w:tcPr>
          <w:p w14:paraId="2B905275" w14:textId="0BCA404C" w:rsidR="001F44DD" w:rsidRPr="001F44DD" w:rsidRDefault="001F44DD" w:rsidP="001F44DD">
            <w:pPr>
              <w:pStyle w:val="aa"/>
              <w:jc w:val="left"/>
            </w:pPr>
            <w:r>
              <w:t>20240192. Кастелянша 2-й разряд</w:t>
            </w:r>
          </w:p>
        </w:tc>
        <w:tc>
          <w:tcPr>
            <w:tcW w:w="3686" w:type="dxa"/>
            <w:vAlign w:val="center"/>
          </w:tcPr>
          <w:p w14:paraId="5AB80A19" w14:textId="691156B5" w:rsidR="001F44DD" w:rsidRDefault="001F44DD" w:rsidP="00DB70BA">
            <w:pPr>
              <w:pStyle w:val="aa"/>
            </w:pPr>
            <w:r>
              <w:t>Тяжесть: Вредные условия труда по фактору тяжести трудового процесса обусловлены спецификой трудового процесса, необходимо соблюдение режимов труда и отдыха, соблюдение периодичности медицинских осмотров.</w:t>
            </w:r>
          </w:p>
        </w:tc>
        <w:tc>
          <w:tcPr>
            <w:tcW w:w="2835" w:type="dxa"/>
            <w:vAlign w:val="center"/>
          </w:tcPr>
          <w:p w14:paraId="616858BE" w14:textId="5938594F" w:rsidR="001F44DD" w:rsidRDefault="001F44DD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14:paraId="7B214DEE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47B7ACA8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6C6772FC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0C2D28B4" w14:textId="77777777" w:rsidTr="008B4051">
        <w:trPr>
          <w:jc w:val="center"/>
        </w:trPr>
        <w:tc>
          <w:tcPr>
            <w:tcW w:w="3049" w:type="dxa"/>
            <w:vAlign w:val="center"/>
          </w:tcPr>
          <w:p w14:paraId="1A429C46" w14:textId="3B7F3A90" w:rsidR="001F44DD" w:rsidRPr="001F44DD" w:rsidRDefault="001F44DD" w:rsidP="001F44DD">
            <w:pPr>
              <w:pStyle w:val="aa"/>
              <w:jc w:val="left"/>
            </w:pPr>
            <w:r>
              <w:t>20240193. Уборщик служебных помещений 1-й разряд</w:t>
            </w:r>
          </w:p>
        </w:tc>
        <w:tc>
          <w:tcPr>
            <w:tcW w:w="3686" w:type="dxa"/>
            <w:vAlign w:val="center"/>
          </w:tcPr>
          <w:p w14:paraId="0871EC32" w14:textId="1AF6707E" w:rsidR="001F44DD" w:rsidRDefault="001F44DD" w:rsidP="00DB70BA">
            <w:pPr>
              <w:pStyle w:val="aa"/>
            </w:pPr>
            <w:r>
              <w:t>Тяжесть: Вредные условия труда по фактору тяжести трудового процесса обусловлены спецификой трудового процесса, необходимо соблюдение режимов труда и отдыха, соблюдение периодичности медицинских осмотров.</w:t>
            </w:r>
          </w:p>
        </w:tc>
        <w:tc>
          <w:tcPr>
            <w:tcW w:w="2835" w:type="dxa"/>
            <w:vAlign w:val="center"/>
          </w:tcPr>
          <w:p w14:paraId="157EE793" w14:textId="7B4664DE" w:rsidR="001F44DD" w:rsidRDefault="001F44DD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14:paraId="4086A8BA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0903B580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6E569F60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095038E0" w14:textId="77777777" w:rsidTr="008B4051">
        <w:trPr>
          <w:jc w:val="center"/>
        </w:trPr>
        <w:tc>
          <w:tcPr>
            <w:tcW w:w="3049" w:type="dxa"/>
            <w:vAlign w:val="center"/>
          </w:tcPr>
          <w:p w14:paraId="41E9A935" w14:textId="65A29A27" w:rsidR="001F44DD" w:rsidRPr="001F44DD" w:rsidRDefault="001F44DD" w:rsidP="001F44DD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Перинатальный центр (г. Пермь, ул. Маршала Жукова, д. 33)</w:t>
            </w:r>
          </w:p>
        </w:tc>
        <w:tc>
          <w:tcPr>
            <w:tcW w:w="3686" w:type="dxa"/>
            <w:vAlign w:val="center"/>
          </w:tcPr>
          <w:p w14:paraId="3C0D205C" w14:textId="77777777" w:rsidR="001F44DD" w:rsidRDefault="001F44DD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5E9F358C" w14:textId="77777777" w:rsidR="001F44DD" w:rsidRDefault="001F44DD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1CD62AAE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5F30217D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54818ECD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3E3D372C" w14:textId="77777777" w:rsidTr="008B4051">
        <w:trPr>
          <w:jc w:val="center"/>
        </w:trPr>
        <w:tc>
          <w:tcPr>
            <w:tcW w:w="3049" w:type="dxa"/>
            <w:vAlign w:val="center"/>
          </w:tcPr>
          <w:p w14:paraId="277A000F" w14:textId="4D7A5E70" w:rsidR="001F44DD" w:rsidRPr="001F44DD" w:rsidRDefault="001F44DD" w:rsidP="001F44DD">
            <w:pPr>
              <w:pStyle w:val="aa"/>
              <w:rPr>
                <w:i/>
              </w:rPr>
            </w:pPr>
            <w:r>
              <w:rPr>
                <w:i/>
              </w:rPr>
              <w:t>Общебольничный персонал</w:t>
            </w:r>
          </w:p>
        </w:tc>
        <w:tc>
          <w:tcPr>
            <w:tcW w:w="3686" w:type="dxa"/>
            <w:vAlign w:val="center"/>
          </w:tcPr>
          <w:p w14:paraId="0E6108CF" w14:textId="77777777" w:rsidR="001F44DD" w:rsidRDefault="001F44DD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3B9B9A02" w14:textId="77777777" w:rsidR="001F44DD" w:rsidRDefault="001F44DD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5B700A07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743D9D6F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7ACDA4EE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0647DFDA" w14:textId="77777777" w:rsidTr="008B4051">
        <w:trPr>
          <w:jc w:val="center"/>
        </w:trPr>
        <w:tc>
          <w:tcPr>
            <w:tcW w:w="3049" w:type="dxa"/>
            <w:vAlign w:val="center"/>
          </w:tcPr>
          <w:p w14:paraId="65544638" w14:textId="0E637468" w:rsidR="001F44DD" w:rsidRPr="001F44DD" w:rsidRDefault="001F44DD" w:rsidP="001F44DD">
            <w:pPr>
              <w:pStyle w:val="aa"/>
              <w:jc w:val="left"/>
            </w:pPr>
            <w:r>
              <w:t>20240031. Главная акушерка</w:t>
            </w:r>
          </w:p>
        </w:tc>
        <w:tc>
          <w:tcPr>
            <w:tcW w:w="3686" w:type="dxa"/>
            <w:vAlign w:val="center"/>
          </w:tcPr>
          <w:p w14:paraId="6D16B7B8" w14:textId="6D0FA196" w:rsidR="001F44DD" w:rsidRDefault="001F44DD" w:rsidP="00DB70BA">
            <w:pPr>
              <w:pStyle w:val="aa"/>
            </w:pPr>
            <w:r>
              <w:t>Биологический: Вредные условия труда по биологическому фактору обусловлены спецификой трудовой деятельности, необходимо соблюдение режимов труда и отдыха, соблюдение периодичности медицинских осмотров, а также организовать выдачу специального питания (молока)</w:t>
            </w:r>
          </w:p>
        </w:tc>
        <w:tc>
          <w:tcPr>
            <w:tcW w:w="2835" w:type="dxa"/>
            <w:vAlign w:val="center"/>
          </w:tcPr>
          <w:p w14:paraId="1B9304D5" w14:textId="0BB6D6A8" w:rsidR="001F44DD" w:rsidRDefault="001F44DD" w:rsidP="00DB70BA">
            <w:pPr>
              <w:pStyle w:val="aa"/>
            </w:pPr>
            <w:r>
              <w:t xml:space="preserve">Снижение вредного воздействия биологического фактора </w:t>
            </w:r>
          </w:p>
        </w:tc>
        <w:tc>
          <w:tcPr>
            <w:tcW w:w="1384" w:type="dxa"/>
            <w:vAlign w:val="center"/>
          </w:tcPr>
          <w:p w14:paraId="722D23F0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48C88FBE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513F590B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7A96D995" w14:textId="77777777" w:rsidTr="008B4051">
        <w:trPr>
          <w:jc w:val="center"/>
        </w:trPr>
        <w:tc>
          <w:tcPr>
            <w:tcW w:w="3049" w:type="dxa"/>
            <w:vAlign w:val="center"/>
          </w:tcPr>
          <w:p w14:paraId="46138170" w14:textId="082610FC" w:rsidR="001F44DD" w:rsidRPr="001F44DD" w:rsidRDefault="001F44DD" w:rsidP="001F44DD">
            <w:pPr>
              <w:pStyle w:val="aa"/>
              <w:jc w:val="left"/>
            </w:pPr>
            <w:r>
              <w:t xml:space="preserve">20240033. Аппаратчик </w:t>
            </w:r>
            <w:proofErr w:type="spellStart"/>
            <w:r>
              <w:t>воздухоразделения</w:t>
            </w:r>
            <w:proofErr w:type="spellEnd"/>
            <w:r>
              <w:t xml:space="preserve"> 4-й разряд</w:t>
            </w:r>
          </w:p>
        </w:tc>
        <w:tc>
          <w:tcPr>
            <w:tcW w:w="3686" w:type="dxa"/>
            <w:vAlign w:val="center"/>
          </w:tcPr>
          <w:p w14:paraId="75597675" w14:textId="37663DBB" w:rsidR="001F44DD" w:rsidRDefault="001F44DD" w:rsidP="00DB70BA">
            <w:pPr>
              <w:pStyle w:val="aa"/>
            </w:pPr>
            <w:r>
              <w:t>Тяжесть: Вредные условия труда по фактору тяжести трудового процесса обусловлены спецификой трудового процесса, необходимо соблюдение режимов труда и отдыха, соблюдение периодичности медицинских осмотров.</w:t>
            </w:r>
          </w:p>
        </w:tc>
        <w:tc>
          <w:tcPr>
            <w:tcW w:w="2835" w:type="dxa"/>
            <w:vAlign w:val="center"/>
          </w:tcPr>
          <w:p w14:paraId="04225F5E" w14:textId="685B12E3" w:rsidR="001F44DD" w:rsidRDefault="001F44DD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14:paraId="35B14C2D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6DC42892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19555B28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235DE53E" w14:textId="77777777" w:rsidTr="008B4051">
        <w:trPr>
          <w:jc w:val="center"/>
        </w:trPr>
        <w:tc>
          <w:tcPr>
            <w:tcW w:w="3049" w:type="dxa"/>
            <w:vAlign w:val="center"/>
          </w:tcPr>
          <w:p w14:paraId="2F641024" w14:textId="643030A6" w:rsidR="001F44DD" w:rsidRPr="001F44DD" w:rsidRDefault="001F44DD" w:rsidP="001F44DD">
            <w:pPr>
              <w:pStyle w:val="aa"/>
              <w:jc w:val="left"/>
            </w:pPr>
            <w:r>
              <w:t xml:space="preserve">20240035. Подсобный рабочий 2-й разряд (оператор утилизатора </w:t>
            </w:r>
            <w:proofErr w:type="spellStart"/>
            <w:r>
              <w:t>медотходов</w:t>
            </w:r>
            <w:proofErr w:type="spellEnd"/>
            <w:r>
              <w:t>)</w:t>
            </w:r>
          </w:p>
        </w:tc>
        <w:tc>
          <w:tcPr>
            <w:tcW w:w="3686" w:type="dxa"/>
            <w:vAlign w:val="center"/>
          </w:tcPr>
          <w:p w14:paraId="2CCBF18C" w14:textId="27C72D54" w:rsidR="001F44DD" w:rsidRDefault="001F44DD" w:rsidP="00DB70BA">
            <w:pPr>
              <w:pStyle w:val="aa"/>
            </w:pPr>
            <w:r>
              <w:t>Тяжесть: Вредные условия труда по фактору тяжести трудового процесса обусловлены спецификой трудового процесса, необходимо соблюдение режимов труда и отдыха, соблюдение периодичности медицинских осмотров.</w:t>
            </w:r>
          </w:p>
        </w:tc>
        <w:tc>
          <w:tcPr>
            <w:tcW w:w="2835" w:type="dxa"/>
            <w:vAlign w:val="center"/>
          </w:tcPr>
          <w:p w14:paraId="26FE51BE" w14:textId="1F22C995" w:rsidR="001F44DD" w:rsidRDefault="001F44DD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14:paraId="05929D40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64A74EB4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018340E9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7A124FF0" w14:textId="77777777" w:rsidTr="008B4051">
        <w:trPr>
          <w:jc w:val="center"/>
        </w:trPr>
        <w:tc>
          <w:tcPr>
            <w:tcW w:w="3049" w:type="dxa"/>
            <w:vAlign w:val="center"/>
          </w:tcPr>
          <w:p w14:paraId="459FAD83" w14:textId="77777777" w:rsidR="001F44DD" w:rsidRDefault="001F44DD" w:rsidP="001F44DD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14:paraId="19D049F1" w14:textId="0A883B04" w:rsidR="001F44DD" w:rsidRDefault="001F44DD" w:rsidP="00DB70BA">
            <w:pPr>
              <w:pStyle w:val="aa"/>
            </w:pPr>
            <w:r>
              <w:t>Биологический: Вредные условия труда по биологическому фактору обусловлены спецификой трудовой деятельности, необходимо соблюдение режимов труда и отдыха, соблюдение периодичности медицинских осмотров, а также организовать выдачу специального питания (молока)</w:t>
            </w:r>
          </w:p>
        </w:tc>
        <w:tc>
          <w:tcPr>
            <w:tcW w:w="2835" w:type="dxa"/>
            <w:vAlign w:val="center"/>
          </w:tcPr>
          <w:p w14:paraId="66B163BD" w14:textId="274CB590" w:rsidR="001F44DD" w:rsidRDefault="001F44DD" w:rsidP="00DB70BA">
            <w:pPr>
              <w:pStyle w:val="aa"/>
            </w:pPr>
            <w:r>
              <w:t xml:space="preserve">Снижение вредного воздействия биологического фактора </w:t>
            </w:r>
          </w:p>
        </w:tc>
        <w:tc>
          <w:tcPr>
            <w:tcW w:w="1384" w:type="dxa"/>
            <w:vAlign w:val="center"/>
          </w:tcPr>
          <w:p w14:paraId="3E4C248C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0A22F55D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7A2BB6D7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1BE58F9D" w14:textId="77777777" w:rsidTr="008B4051">
        <w:trPr>
          <w:jc w:val="center"/>
        </w:trPr>
        <w:tc>
          <w:tcPr>
            <w:tcW w:w="3049" w:type="dxa"/>
            <w:vAlign w:val="center"/>
          </w:tcPr>
          <w:p w14:paraId="6D7817C3" w14:textId="50C3396C" w:rsidR="001F44DD" w:rsidRPr="001F44DD" w:rsidRDefault="001F44DD" w:rsidP="001F44DD">
            <w:pPr>
              <w:pStyle w:val="aa"/>
              <w:jc w:val="left"/>
            </w:pPr>
            <w:r>
              <w:t>14570154. Подсобный рабочий 2-й разряд</w:t>
            </w:r>
          </w:p>
        </w:tc>
        <w:tc>
          <w:tcPr>
            <w:tcW w:w="3686" w:type="dxa"/>
            <w:vAlign w:val="center"/>
          </w:tcPr>
          <w:p w14:paraId="333474B9" w14:textId="6C7ED7B2" w:rsidR="001F44DD" w:rsidRDefault="001F44DD" w:rsidP="00DB70BA">
            <w:pPr>
              <w:pStyle w:val="aa"/>
            </w:pPr>
            <w:r>
              <w:t>Тяжесть: Вредные условия труда по фактору тяжести трудового процесса обусловлены спецификой трудового процесса, необходимо соблюдение режимов труда и отдыха, соблюдение периодичности медицинских осмотров.</w:t>
            </w:r>
          </w:p>
        </w:tc>
        <w:tc>
          <w:tcPr>
            <w:tcW w:w="2835" w:type="dxa"/>
            <w:vAlign w:val="center"/>
          </w:tcPr>
          <w:p w14:paraId="7E6EB1CC" w14:textId="5925C458" w:rsidR="001F44DD" w:rsidRDefault="001F44DD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14:paraId="77A7E215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7E992CF2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555E40B7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76D939C4" w14:textId="77777777" w:rsidTr="008B4051">
        <w:trPr>
          <w:jc w:val="center"/>
        </w:trPr>
        <w:tc>
          <w:tcPr>
            <w:tcW w:w="3049" w:type="dxa"/>
            <w:vAlign w:val="center"/>
          </w:tcPr>
          <w:p w14:paraId="0B22A570" w14:textId="068A068C" w:rsidR="001F44DD" w:rsidRPr="001F44DD" w:rsidRDefault="001F44DD" w:rsidP="001F44DD">
            <w:pPr>
              <w:pStyle w:val="aa"/>
              <w:jc w:val="left"/>
            </w:pPr>
            <w:r>
              <w:t>20240040. Столяр 5-й разряд</w:t>
            </w:r>
          </w:p>
        </w:tc>
        <w:tc>
          <w:tcPr>
            <w:tcW w:w="3686" w:type="dxa"/>
            <w:vAlign w:val="center"/>
          </w:tcPr>
          <w:p w14:paraId="4B316DEA" w14:textId="7829E386" w:rsidR="001F44DD" w:rsidRDefault="001F44DD" w:rsidP="00DB70BA">
            <w:pPr>
              <w:pStyle w:val="aa"/>
            </w:pPr>
            <w:r>
              <w:t>Тяжесть: Вредные условия труда по фактору тяжести трудового процесса обусловлены спецификой трудового процесса, необходимо соблюдение режимов труда и отдыха, соблюдение периодичности медицинских осмотров.</w:t>
            </w:r>
          </w:p>
        </w:tc>
        <w:tc>
          <w:tcPr>
            <w:tcW w:w="2835" w:type="dxa"/>
            <w:vAlign w:val="center"/>
          </w:tcPr>
          <w:p w14:paraId="425274A3" w14:textId="7A0A947F" w:rsidR="001F44DD" w:rsidRDefault="001F44DD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14:paraId="705167C1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7E064F72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5322BDD3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350E0A1D" w14:textId="77777777" w:rsidTr="008B4051">
        <w:trPr>
          <w:jc w:val="center"/>
        </w:trPr>
        <w:tc>
          <w:tcPr>
            <w:tcW w:w="3049" w:type="dxa"/>
            <w:vAlign w:val="center"/>
          </w:tcPr>
          <w:p w14:paraId="2C170491" w14:textId="76A6DD4A" w:rsidR="001F44DD" w:rsidRPr="001F44DD" w:rsidRDefault="001F44DD" w:rsidP="001F44DD">
            <w:pPr>
              <w:pStyle w:val="aa"/>
              <w:rPr>
                <w:i/>
              </w:rPr>
            </w:pPr>
            <w:r>
              <w:rPr>
                <w:i/>
              </w:rPr>
              <w:t>Стационар</w:t>
            </w:r>
          </w:p>
        </w:tc>
        <w:tc>
          <w:tcPr>
            <w:tcW w:w="3686" w:type="dxa"/>
            <w:vAlign w:val="center"/>
          </w:tcPr>
          <w:p w14:paraId="0A170898" w14:textId="77777777" w:rsidR="001F44DD" w:rsidRDefault="001F44DD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30B1617F" w14:textId="77777777" w:rsidR="001F44DD" w:rsidRDefault="001F44DD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1FF61A68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3F5FD662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5AB035D5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0552F3B9" w14:textId="77777777" w:rsidTr="008B4051">
        <w:trPr>
          <w:jc w:val="center"/>
        </w:trPr>
        <w:tc>
          <w:tcPr>
            <w:tcW w:w="3049" w:type="dxa"/>
            <w:vAlign w:val="center"/>
          </w:tcPr>
          <w:p w14:paraId="5479B568" w14:textId="5A5CA9B7" w:rsidR="001F44DD" w:rsidRPr="001F44DD" w:rsidRDefault="001F44DD" w:rsidP="001F44DD">
            <w:pPr>
              <w:pStyle w:val="aa"/>
              <w:rPr>
                <w:i/>
              </w:rPr>
            </w:pPr>
            <w:r>
              <w:rPr>
                <w:i/>
              </w:rPr>
              <w:t>Отделение патологии беременности</w:t>
            </w:r>
          </w:p>
        </w:tc>
        <w:tc>
          <w:tcPr>
            <w:tcW w:w="3686" w:type="dxa"/>
            <w:vAlign w:val="center"/>
          </w:tcPr>
          <w:p w14:paraId="5C3129CD" w14:textId="77777777" w:rsidR="001F44DD" w:rsidRDefault="001F44DD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651D8133" w14:textId="77777777" w:rsidR="001F44DD" w:rsidRDefault="001F44DD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37F278AA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6C0BE440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1F406AEE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2B99F468" w14:textId="77777777" w:rsidTr="008B4051">
        <w:trPr>
          <w:jc w:val="center"/>
        </w:trPr>
        <w:tc>
          <w:tcPr>
            <w:tcW w:w="3049" w:type="dxa"/>
            <w:vAlign w:val="center"/>
          </w:tcPr>
          <w:p w14:paraId="3E5BF4DC" w14:textId="4C41F533" w:rsidR="001F44DD" w:rsidRPr="001F44DD" w:rsidRDefault="001F44DD" w:rsidP="001F44DD">
            <w:pPr>
              <w:pStyle w:val="aa"/>
              <w:jc w:val="left"/>
            </w:pPr>
            <w:r>
              <w:t>20240042. Врач-эндокринолог</w:t>
            </w:r>
          </w:p>
        </w:tc>
        <w:tc>
          <w:tcPr>
            <w:tcW w:w="3686" w:type="dxa"/>
            <w:vAlign w:val="center"/>
          </w:tcPr>
          <w:p w14:paraId="68CD7443" w14:textId="5927681A" w:rsidR="001F44DD" w:rsidRDefault="001F44DD" w:rsidP="00DB70BA">
            <w:pPr>
              <w:pStyle w:val="aa"/>
            </w:pPr>
            <w:r>
              <w:t>Биологический: Вредные условия труда по биологическому фактору обусловлены спецификой трудовой деятельности, необходимо соблюдение режимов труда и отдыха, соблюдение периодичности медицинских осмотров, а также организовать выдачу специального питания (молока)</w:t>
            </w:r>
          </w:p>
        </w:tc>
        <w:tc>
          <w:tcPr>
            <w:tcW w:w="2835" w:type="dxa"/>
            <w:vAlign w:val="center"/>
          </w:tcPr>
          <w:p w14:paraId="2CF20E1A" w14:textId="57D1A362" w:rsidR="001F44DD" w:rsidRDefault="001F44DD" w:rsidP="00DB70BA">
            <w:pPr>
              <w:pStyle w:val="aa"/>
            </w:pPr>
            <w:r>
              <w:t xml:space="preserve">Снижение вредного воздействия биологического фактора </w:t>
            </w:r>
          </w:p>
        </w:tc>
        <w:tc>
          <w:tcPr>
            <w:tcW w:w="1384" w:type="dxa"/>
            <w:vAlign w:val="center"/>
          </w:tcPr>
          <w:p w14:paraId="5D13B42A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57F39C5A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37C21485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25989393" w14:textId="77777777" w:rsidTr="008B4051">
        <w:trPr>
          <w:jc w:val="center"/>
        </w:trPr>
        <w:tc>
          <w:tcPr>
            <w:tcW w:w="3049" w:type="dxa"/>
            <w:vAlign w:val="center"/>
          </w:tcPr>
          <w:p w14:paraId="020DE7C6" w14:textId="69623056" w:rsidR="001F44DD" w:rsidRPr="001F44DD" w:rsidRDefault="001F44DD" w:rsidP="001F44DD">
            <w:pPr>
              <w:pStyle w:val="aa"/>
              <w:rPr>
                <w:i/>
              </w:rPr>
            </w:pPr>
            <w:r>
              <w:rPr>
                <w:i/>
              </w:rPr>
              <w:t>Консультативно-диагностическое отделение</w:t>
            </w:r>
          </w:p>
        </w:tc>
        <w:tc>
          <w:tcPr>
            <w:tcW w:w="3686" w:type="dxa"/>
            <w:vAlign w:val="center"/>
          </w:tcPr>
          <w:p w14:paraId="6A8158CA" w14:textId="77777777" w:rsidR="001F44DD" w:rsidRDefault="001F44DD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7F38309F" w14:textId="77777777" w:rsidR="001F44DD" w:rsidRDefault="001F44DD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29AE428B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1D3B8EDD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10E468E3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67F628F6" w14:textId="77777777" w:rsidTr="008B4051">
        <w:trPr>
          <w:jc w:val="center"/>
        </w:trPr>
        <w:tc>
          <w:tcPr>
            <w:tcW w:w="3049" w:type="dxa"/>
            <w:vAlign w:val="center"/>
          </w:tcPr>
          <w:p w14:paraId="650470C2" w14:textId="698E5B87" w:rsidR="001F44DD" w:rsidRPr="001F44DD" w:rsidRDefault="001F44DD" w:rsidP="001F44DD">
            <w:pPr>
              <w:pStyle w:val="aa"/>
              <w:rPr>
                <w:i/>
              </w:rPr>
            </w:pPr>
            <w:r>
              <w:rPr>
                <w:i/>
              </w:rPr>
              <w:t>Административно-управленческий персонал</w:t>
            </w:r>
          </w:p>
        </w:tc>
        <w:tc>
          <w:tcPr>
            <w:tcW w:w="3686" w:type="dxa"/>
            <w:vAlign w:val="center"/>
          </w:tcPr>
          <w:p w14:paraId="7666AFB8" w14:textId="77777777" w:rsidR="001F44DD" w:rsidRDefault="001F44DD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5C701F9A" w14:textId="77777777" w:rsidR="001F44DD" w:rsidRDefault="001F44DD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5479373A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49489592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009ED24B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4F33749A" w14:textId="77777777" w:rsidTr="008B4051">
        <w:trPr>
          <w:jc w:val="center"/>
        </w:trPr>
        <w:tc>
          <w:tcPr>
            <w:tcW w:w="3049" w:type="dxa"/>
            <w:vAlign w:val="center"/>
          </w:tcPr>
          <w:p w14:paraId="6428E451" w14:textId="040D21BF" w:rsidR="001F44DD" w:rsidRPr="001F44DD" w:rsidRDefault="001F44DD" w:rsidP="001F44DD">
            <w:pPr>
              <w:pStyle w:val="aa"/>
              <w:jc w:val="left"/>
            </w:pPr>
            <w:r>
              <w:t>20240043. Заведующий медицинским структурным подразделением – врач-акушер-гинеколог</w:t>
            </w:r>
          </w:p>
        </w:tc>
        <w:tc>
          <w:tcPr>
            <w:tcW w:w="3686" w:type="dxa"/>
            <w:vAlign w:val="center"/>
          </w:tcPr>
          <w:p w14:paraId="0FCBE593" w14:textId="1CC60367" w:rsidR="001F44DD" w:rsidRDefault="001F44DD" w:rsidP="00DB70BA">
            <w:pPr>
              <w:pStyle w:val="aa"/>
            </w:pPr>
            <w:r>
              <w:t>Биологический: Вредные условия труда по биологическому фактору обусловлены спецификой трудовой деятельности, необходимо соблюдение режимов труда и отдыха, соблюдение периодичности медицинских осмотров, а также организовать выдачу специального питания (молока)</w:t>
            </w:r>
          </w:p>
        </w:tc>
        <w:tc>
          <w:tcPr>
            <w:tcW w:w="2835" w:type="dxa"/>
            <w:vAlign w:val="center"/>
          </w:tcPr>
          <w:p w14:paraId="1C32EC55" w14:textId="737D57B6" w:rsidR="001F44DD" w:rsidRDefault="001F44DD" w:rsidP="00DB70BA">
            <w:pPr>
              <w:pStyle w:val="aa"/>
            </w:pPr>
            <w:r>
              <w:t xml:space="preserve">Снижение вредного воздействия биологического фактора </w:t>
            </w:r>
          </w:p>
        </w:tc>
        <w:tc>
          <w:tcPr>
            <w:tcW w:w="1384" w:type="dxa"/>
            <w:vAlign w:val="center"/>
          </w:tcPr>
          <w:p w14:paraId="68A127A2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097A58E2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35B08036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48CA63DF" w14:textId="77777777" w:rsidTr="008B4051">
        <w:trPr>
          <w:jc w:val="center"/>
        </w:trPr>
        <w:tc>
          <w:tcPr>
            <w:tcW w:w="3049" w:type="dxa"/>
            <w:vAlign w:val="center"/>
          </w:tcPr>
          <w:p w14:paraId="4BAA3BCD" w14:textId="17664A04" w:rsidR="001F44DD" w:rsidRPr="001F44DD" w:rsidRDefault="001F44DD" w:rsidP="001F44DD">
            <w:pPr>
              <w:pStyle w:val="aa"/>
              <w:rPr>
                <w:i/>
              </w:rPr>
            </w:pPr>
            <w:r>
              <w:rPr>
                <w:i/>
              </w:rPr>
              <w:lastRenderedPageBreak/>
              <w:t>Поликлиника</w:t>
            </w:r>
          </w:p>
        </w:tc>
        <w:tc>
          <w:tcPr>
            <w:tcW w:w="3686" w:type="dxa"/>
            <w:vAlign w:val="center"/>
          </w:tcPr>
          <w:p w14:paraId="5CC4F240" w14:textId="77777777" w:rsidR="001F44DD" w:rsidRDefault="001F44DD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0A8E65BC" w14:textId="77777777" w:rsidR="001F44DD" w:rsidRDefault="001F44DD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13E180AB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4D11C968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3E6877D8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789EB163" w14:textId="77777777" w:rsidTr="008B4051">
        <w:trPr>
          <w:jc w:val="center"/>
        </w:trPr>
        <w:tc>
          <w:tcPr>
            <w:tcW w:w="3049" w:type="dxa"/>
            <w:vAlign w:val="center"/>
          </w:tcPr>
          <w:p w14:paraId="51CF0330" w14:textId="7B082A82" w:rsidR="001F44DD" w:rsidRPr="001F44DD" w:rsidRDefault="001F44DD" w:rsidP="001F44DD">
            <w:pPr>
              <w:pStyle w:val="aa"/>
              <w:rPr>
                <w:i/>
              </w:rPr>
            </w:pPr>
            <w:r>
              <w:rPr>
                <w:i/>
              </w:rPr>
              <w:t>Организационно-методический отдел</w:t>
            </w:r>
          </w:p>
        </w:tc>
        <w:tc>
          <w:tcPr>
            <w:tcW w:w="3686" w:type="dxa"/>
            <w:vAlign w:val="center"/>
          </w:tcPr>
          <w:p w14:paraId="0DBA2E91" w14:textId="77777777" w:rsidR="001F44DD" w:rsidRDefault="001F44DD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3A993A42" w14:textId="77777777" w:rsidR="001F44DD" w:rsidRDefault="001F44DD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235CB7B1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36FFC03E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0C7ED42E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13582B8E" w14:textId="77777777" w:rsidTr="008B4051">
        <w:trPr>
          <w:jc w:val="center"/>
        </w:trPr>
        <w:tc>
          <w:tcPr>
            <w:tcW w:w="3049" w:type="dxa"/>
            <w:vAlign w:val="center"/>
          </w:tcPr>
          <w:p w14:paraId="60F4B8B5" w14:textId="388B9617" w:rsidR="001F44DD" w:rsidRPr="001F44DD" w:rsidRDefault="001F44DD" w:rsidP="001F44DD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Центр медицинский офтальмологический</w:t>
            </w:r>
          </w:p>
        </w:tc>
        <w:tc>
          <w:tcPr>
            <w:tcW w:w="3686" w:type="dxa"/>
            <w:vAlign w:val="center"/>
          </w:tcPr>
          <w:p w14:paraId="275ED604" w14:textId="77777777" w:rsidR="001F44DD" w:rsidRDefault="001F44DD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7C4529B9" w14:textId="77777777" w:rsidR="001F44DD" w:rsidRDefault="001F44DD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045E88FC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39B9D8E1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29C20575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36B4FEE9" w14:textId="77777777" w:rsidTr="008B4051">
        <w:trPr>
          <w:jc w:val="center"/>
        </w:trPr>
        <w:tc>
          <w:tcPr>
            <w:tcW w:w="3049" w:type="dxa"/>
            <w:vAlign w:val="center"/>
          </w:tcPr>
          <w:p w14:paraId="1FAFF3CC" w14:textId="58A40516" w:rsidR="001F44DD" w:rsidRPr="001F44DD" w:rsidRDefault="001F44DD" w:rsidP="001F44DD">
            <w:pPr>
              <w:pStyle w:val="aa"/>
              <w:rPr>
                <w:i/>
              </w:rPr>
            </w:pPr>
            <w:r>
              <w:rPr>
                <w:i/>
              </w:rPr>
              <w:t>Административно-управленческий персонал</w:t>
            </w:r>
          </w:p>
        </w:tc>
        <w:tc>
          <w:tcPr>
            <w:tcW w:w="3686" w:type="dxa"/>
            <w:vAlign w:val="center"/>
          </w:tcPr>
          <w:p w14:paraId="3C289547" w14:textId="77777777" w:rsidR="001F44DD" w:rsidRDefault="001F44DD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7BF39929" w14:textId="77777777" w:rsidR="001F44DD" w:rsidRDefault="001F44DD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4B47A7F7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17038221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7CA3E5D4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21203EE8" w14:textId="77777777" w:rsidTr="008B4051">
        <w:trPr>
          <w:jc w:val="center"/>
        </w:trPr>
        <w:tc>
          <w:tcPr>
            <w:tcW w:w="3049" w:type="dxa"/>
            <w:vAlign w:val="center"/>
          </w:tcPr>
          <w:p w14:paraId="3C38AB1D" w14:textId="6D1A0E63" w:rsidR="001F44DD" w:rsidRPr="001F44DD" w:rsidRDefault="001F44DD" w:rsidP="001F44DD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Консультативно-диагностическая поликлиника (г. Пермь, ул. Луначарского, д. 95)</w:t>
            </w:r>
          </w:p>
        </w:tc>
        <w:tc>
          <w:tcPr>
            <w:tcW w:w="3686" w:type="dxa"/>
            <w:vAlign w:val="center"/>
          </w:tcPr>
          <w:p w14:paraId="65095AF7" w14:textId="77777777" w:rsidR="001F44DD" w:rsidRDefault="001F44DD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32F390FF" w14:textId="77777777" w:rsidR="001F44DD" w:rsidRDefault="001F44DD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450E4341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4F36EC6E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09190D4F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719C50CA" w14:textId="77777777" w:rsidTr="008B4051">
        <w:trPr>
          <w:jc w:val="center"/>
        </w:trPr>
        <w:tc>
          <w:tcPr>
            <w:tcW w:w="3049" w:type="dxa"/>
            <w:vAlign w:val="center"/>
          </w:tcPr>
          <w:p w14:paraId="639171BA" w14:textId="14D44FBE" w:rsidR="001F44DD" w:rsidRPr="001F44DD" w:rsidRDefault="001F44DD" w:rsidP="001F44DD">
            <w:pPr>
              <w:pStyle w:val="aa"/>
              <w:rPr>
                <w:i/>
              </w:rPr>
            </w:pPr>
            <w:proofErr w:type="spellStart"/>
            <w:r>
              <w:rPr>
                <w:i/>
              </w:rPr>
              <w:t>Общеполиклинический</w:t>
            </w:r>
            <w:proofErr w:type="spellEnd"/>
            <w:r>
              <w:rPr>
                <w:i/>
              </w:rPr>
              <w:t xml:space="preserve"> персонал</w:t>
            </w:r>
          </w:p>
        </w:tc>
        <w:tc>
          <w:tcPr>
            <w:tcW w:w="3686" w:type="dxa"/>
            <w:vAlign w:val="center"/>
          </w:tcPr>
          <w:p w14:paraId="5DC4E13B" w14:textId="77777777" w:rsidR="001F44DD" w:rsidRDefault="001F44DD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65018D84" w14:textId="77777777" w:rsidR="001F44DD" w:rsidRDefault="001F44DD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079EEF2D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774A4C3D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785BB785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14722536" w14:textId="77777777" w:rsidTr="008B4051">
        <w:trPr>
          <w:jc w:val="center"/>
        </w:trPr>
        <w:tc>
          <w:tcPr>
            <w:tcW w:w="3049" w:type="dxa"/>
            <w:vAlign w:val="center"/>
          </w:tcPr>
          <w:p w14:paraId="03128CDE" w14:textId="7A0A3B7E" w:rsidR="001F44DD" w:rsidRPr="001F44DD" w:rsidRDefault="001F44DD" w:rsidP="001F44DD">
            <w:pPr>
              <w:pStyle w:val="aa"/>
              <w:jc w:val="left"/>
            </w:pPr>
            <w:r>
              <w:t>20240050. Заведующий консультативно-диагностической поликлиникой</w:t>
            </w:r>
          </w:p>
        </w:tc>
        <w:tc>
          <w:tcPr>
            <w:tcW w:w="3686" w:type="dxa"/>
            <w:vAlign w:val="center"/>
          </w:tcPr>
          <w:p w14:paraId="79B2D073" w14:textId="11F024BF" w:rsidR="001F44DD" w:rsidRDefault="001F44DD" w:rsidP="00DB70BA">
            <w:pPr>
              <w:pStyle w:val="aa"/>
            </w:pPr>
            <w:r>
              <w:t>Биологический: Вредные условия труда по биологическому фактору обусловлены спецификой трудовой деятельности, необходимо соблюдение режимов труда и отдыха, соблюдение периодичности медицинских осмотров, а также организовать выдачу специального питания (молока)</w:t>
            </w:r>
          </w:p>
        </w:tc>
        <w:tc>
          <w:tcPr>
            <w:tcW w:w="2835" w:type="dxa"/>
            <w:vAlign w:val="center"/>
          </w:tcPr>
          <w:p w14:paraId="5BF3D322" w14:textId="44BE6643" w:rsidR="001F44DD" w:rsidRDefault="001F44DD" w:rsidP="00DB70BA">
            <w:pPr>
              <w:pStyle w:val="aa"/>
            </w:pPr>
            <w:r>
              <w:t xml:space="preserve">Снижение вредного воздействия биологического фактора </w:t>
            </w:r>
          </w:p>
        </w:tc>
        <w:tc>
          <w:tcPr>
            <w:tcW w:w="1384" w:type="dxa"/>
            <w:vAlign w:val="center"/>
          </w:tcPr>
          <w:p w14:paraId="33F79A8A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3CF07C25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70D77360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60E7915F" w14:textId="77777777" w:rsidTr="008B4051">
        <w:trPr>
          <w:jc w:val="center"/>
        </w:trPr>
        <w:tc>
          <w:tcPr>
            <w:tcW w:w="3049" w:type="dxa"/>
            <w:vAlign w:val="center"/>
          </w:tcPr>
          <w:p w14:paraId="2895D30B" w14:textId="2EC0E2E6" w:rsidR="001F44DD" w:rsidRPr="001F44DD" w:rsidRDefault="001F44DD" w:rsidP="001F44DD">
            <w:pPr>
              <w:pStyle w:val="aa"/>
              <w:jc w:val="left"/>
            </w:pPr>
            <w:r>
              <w:t>14570001. Старшая медицинская сестра (медицинский брат)</w:t>
            </w:r>
          </w:p>
        </w:tc>
        <w:tc>
          <w:tcPr>
            <w:tcW w:w="3686" w:type="dxa"/>
            <w:vAlign w:val="center"/>
          </w:tcPr>
          <w:p w14:paraId="16CE0F3C" w14:textId="37598482" w:rsidR="001F44DD" w:rsidRDefault="001F44DD" w:rsidP="00DB70BA">
            <w:pPr>
              <w:pStyle w:val="aa"/>
            </w:pPr>
            <w:r>
              <w:t>Биологический: Вредные условия труда по биологическому фактору обусловлены спецификой трудовой деятельности, необходимо соблюдение режимов труда и отдыха, соблюдение периодичности медицинских осмотров, а также организовать выдачу специального питания (молока)</w:t>
            </w:r>
          </w:p>
        </w:tc>
        <w:tc>
          <w:tcPr>
            <w:tcW w:w="2835" w:type="dxa"/>
            <w:vAlign w:val="center"/>
          </w:tcPr>
          <w:p w14:paraId="7A2B3A26" w14:textId="003D41BA" w:rsidR="001F44DD" w:rsidRDefault="001F44DD" w:rsidP="00DB70BA">
            <w:pPr>
              <w:pStyle w:val="aa"/>
            </w:pPr>
            <w:r>
              <w:t xml:space="preserve">Снижение вредного воздействия биологического фактора </w:t>
            </w:r>
          </w:p>
        </w:tc>
        <w:tc>
          <w:tcPr>
            <w:tcW w:w="1384" w:type="dxa"/>
            <w:vAlign w:val="center"/>
          </w:tcPr>
          <w:p w14:paraId="6762BD56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52067E0F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5E1EDBEA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462F7ADE" w14:textId="77777777" w:rsidTr="008B4051">
        <w:trPr>
          <w:jc w:val="center"/>
        </w:trPr>
        <w:tc>
          <w:tcPr>
            <w:tcW w:w="3049" w:type="dxa"/>
            <w:vAlign w:val="center"/>
          </w:tcPr>
          <w:p w14:paraId="34EB2913" w14:textId="2689768F" w:rsidR="001F44DD" w:rsidRPr="001F44DD" w:rsidRDefault="001F44DD" w:rsidP="001F44DD">
            <w:pPr>
              <w:pStyle w:val="aa"/>
              <w:jc w:val="left"/>
            </w:pPr>
            <w:r>
              <w:t>14570040. Кастелянша 2-й разряд</w:t>
            </w:r>
          </w:p>
        </w:tc>
        <w:tc>
          <w:tcPr>
            <w:tcW w:w="3686" w:type="dxa"/>
            <w:vAlign w:val="center"/>
          </w:tcPr>
          <w:p w14:paraId="3C93962B" w14:textId="0296129C" w:rsidR="001F44DD" w:rsidRDefault="001F44DD" w:rsidP="00DB70BA">
            <w:pPr>
              <w:pStyle w:val="aa"/>
            </w:pPr>
            <w:r>
              <w:t>Тяжесть: Вредные условия труда по фактору тяжести трудового процесса обусловлены спецификой трудового процесса, необходимо соблюдение режимов труда и отдыха, соблюдение периодичности медицинских осмотров.</w:t>
            </w:r>
          </w:p>
        </w:tc>
        <w:tc>
          <w:tcPr>
            <w:tcW w:w="2835" w:type="dxa"/>
            <w:vAlign w:val="center"/>
          </w:tcPr>
          <w:p w14:paraId="04F4C86A" w14:textId="5254A929" w:rsidR="001F44DD" w:rsidRDefault="001F44DD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14:paraId="3DB9475A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07F30E0F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126EF812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2C2C9A55" w14:textId="77777777" w:rsidTr="008B4051">
        <w:trPr>
          <w:jc w:val="center"/>
        </w:trPr>
        <w:tc>
          <w:tcPr>
            <w:tcW w:w="3049" w:type="dxa"/>
            <w:vAlign w:val="center"/>
          </w:tcPr>
          <w:p w14:paraId="0BC264EF" w14:textId="46297FF4" w:rsidR="001F44DD" w:rsidRPr="001F44DD" w:rsidRDefault="001F44DD" w:rsidP="001F44DD">
            <w:pPr>
              <w:pStyle w:val="aa"/>
              <w:jc w:val="left"/>
            </w:pPr>
            <w:r>
              <w:t>14570002. Медицинская сестра (терапия)</w:t>
            </w:r>
          </w:p>
        </w:tc>
        <w:tc>
          <w:tcPr>
            <w:tcW w:w="3686" w:type="dxa"/>
            <w:vAlign w:val="center"/>
          </w:tcPr>
          <w:p w14:paraId="3BA6DC46" w14:textId="497A5822" w:rsidR="001F44DD" w:rsidRDefault="001F44DD" w:rsidP="00DB70BA">
            <w:pPr>
              <w:pStyle w:val="aa"/>
            </w:pPr>
            <w:r>
              <w:t>Биологический: Вредные условия труда по биологическому фактору обусловлены спецификой трудовой деятельности, необходимо соблюдение режимов труда и отдыха, соблюдение периодичности медицинских осмотров, а также организовать выдачу специального питания (молока)</w:t>
            </w:r>
          </w:p>
        </w:tc>
        <w:tc>
          <w:tcPr>
            <w:tcW w:w="2835" w:type="dxa"/>
            <w:vAlign w:val="center"/>
          </w:tcPr>
          <w:p w14:paraId="0B5D2CCB" w14:textId="7593FF78" w:rsidR="001F44DD" w:rsidRDefault="001F44DD" w:rsidP="00DB70BA">
            <w:pPr>
              <w:pStyle w:val="aa"/>
            </w:pPr>
            <w:r>
              <w:t xml:space="preserve">Снижение вредного воздействия биологического фактора </w:t>
            </w:r>
          </w:p>
        </w:tc>
        <w:tc>
          <w:tcPr>
            <w:tcW w:w="1384" w:type="dxa"/>
            <w:vAlign w:val="center"/>
          </w:tcPr>
          <w:p w14:paraId="108C268A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6BAF37D9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3BFE771E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365F2858" w14:textId="77777777" w:rsidTr="008B4051">
        <w:trPr>
          <w:jc w:val="center"/>
        </w:trPr>
        <w:tc>
          <w:tcPr>
            <w:tcW w:w="3049" w:type="dxa"/>
            <w:vAlign w:val="center"/>
          </w:tcPr>
          <w:p w14:paraId="6C07DE66" w14:textId="7B9B90C1" w:rsidR="001F44DD" w:rsidRPr="001F44DD" w:rsidRDefault="001F44DD" w:rsidP="001F44DD">
            <w:pPr>
              <w:pStyle w:val="aa"/>
              <w:jc w:val="left"/>
            </w:pPr>
            <w:r>
              <w:t xml:space="preserve">14570017. Медицинская сестра </w:t>
            </w:r>
            <w:r>
              <w:lastRenderedPageBreak/>
              <w:t>(хирургия)</w:t>
            </w:r>
          </w:p>
        </w:tc>
        <w:tc>
          <w:tcPr>
            <w:tcW w:w="3686" w:type="dxa"/>
            <w:vAlign w:val="center"/>
          </w:tcPr>
          <w:p w14:paraId="04EBD423" w14:textId="0A3710EF" w:rsidR="001F44DD" w:rsidRDefault="001F44DD" w:rsidP="00DB70BA">
            <w:pPr>
              <w:pStyle w:val="aa"/>
            </w:pPr>
            <w:r>
              <w:lastRenderedPageBreak/>
              <w:t xml:space="preserve">Биологический: Вредные условия труда </w:t>
            </w:r>
            <w:r>
              <w:lastRenderedPageBreak/>
              <w:t>по биологическому фактору обусловлены спецификой трудовой деятельности, необходимо соблюдение режимов труда и отдыха, соблюдение периодичности медицинских осмотров, а также организовать выдачу специального питания (молока)</w:t>
            </w:r>
          </w:p>
        </w:tc>
        <w:tc>
          <w:tcPr>
            <w:tcW w:w="2835" w:type="dxa"/>
            <w:vAlign w:val="center"/>
          </w:tcPr>
          <w:p w14:paraId="6635F78A" w14:textId="7D9169CD" w:rsidR="001F44DD" w:rsidRDefault="001F44DD" w:rsidP="00DB70BA">
            <w:pPr>
              <w:pStyle w:val="aa"/>
            </w:pPr>
            <w:r>
              <w:lastRenderedPageBreak/>
              <w:t>Снижение вредного воздей</w:t>
            </w:r>
            <w:r>
              <w:lastRenderedPageBreak/>
              <w:t xml:space="preserve">ствия биологического фактора </w:t>
            </w:r>
          </w:p>
        </w:tc>
        <w:tc>
          <w:tcPr>
            <w:tcW w:w="1384" w:type="dxa"/>
            <w:vAlign w:val="center"/>
          </w:tcPr>
          <w:p w14:paraId="3F664525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51777861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6F51F634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7AE4A42D" w14:textId="77777777" w:rsidTr="008B4051">
        <w:trPr>
          <w:jc w:val="center"/>
        </w:trPr>
        <w:tc>
          <w:tcPr>
            <w:tcW w:w="3049" w:type="dxa"/>
            <w:vAlign w:val="center"/>
          </w:tcPr>
          <w:p w14:paraId="6A58FA8F" w14:textId="307B3E78" w:rsidR="001F44DD" w:rsidRPr="001F44DD" w:rsidRDefault="001F44DD" w:rsidP="001F44DD">
            <w:pPr>
              <w:pStyle w:val="aa"/>
              <w:jc w:val="left"/>
            </w:pPr>
            <w:r>
              <w:t xml:space="preserve">14570028. Медицинская сестра (офтальмология, </w:t>
            </w:r>
            <w:proofErr w:type="spellStart"/>
            <w:r>
              <w:t>оторингология</w:t>
            </w:r>
            <w:proofErr w:type="spellEnd"/>
            <w:r>
              <w:t>)</w:t>
            </w:r>
          </w:p>
        </w:tc>
        <w:tc>
          <w:tcPr>
            <w:tcW w:w="3686" w:type="dxa"/>
            <w:vAlign w:val="center"/>
          </w:tcPr>
          <w:p w14:paraId="729120FB" w14:textId="59197BC1" w:rsidR="001F44DD" w:rsidRDefault="001F44DD" w:rsidP="00DB70BA">
            <w:pPr>
              <w:pStyle w:val="aa"/>
            </w:pPr>
            <w:r>
              <w:t>Биологический: Вредные условия труда по биологическому фактору обусловлены спецификой трудовой деятельности, необходимо соблюдение режимов труда и отдыха, соблюдение периодичности медицинских осмотров, а также организовать выдачу специального питания (молока)</w:t>
            </w:r>
          </w:p>
        </w:tc>
        <w:tc>
          <w:tcPr>
            <w:tcW w:w="2835" w:type="dxa"/>
            <w:vAlign w:val="center"/>
          </w:tcPr>
          <w:p w14:paraId="44AB1FA4" w14:textId="41AD73E8" w:rsidR="001F44DD" w:rsidRDefault="001F44DD" w:rsidP="00DB70BA">
            <w:pPr>
              <w:pStyle w:val="aa"/>
            </w:pPr>
            <w:r>
              <w:t xml:space="preserve">Снижение вредного воздействия биологического фактора </w:t>
            </w:r>
          </w:p>
        </w:tc>
        <w:tc>
          <w:tcPr>
            <w:tcW w:w="1384" w:type="dxa"/>
            <w:vAlign w:val="center"/>
          </w:tcPr>
          <w:p w14:paraId="73E9A420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654A5FC0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714839F7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77694403" w14:textId="77777777" w:rsidTr="008B4051">
        <w:trPr>
          <w:jc w:val="center"/>
        </w:trPr>
        <w:tc>
          <w:tcPr>
            <w:tcW w:w="3049" w:type="dxa"/>
            <w:vAlign w:val="center"/>
          </w:tcPr>
          <w:p w14:paraId="54955C31" w14:textId="1C631144" w:rsidR="001F44DD" w:rsidRPr="001F44DD" w:rsidRDefault="001F44DD" w:rsidP="001F44DD">
            <w:pPr>
              <w:pStyle w:val="aa"/>
              <w:rPr>
                <w:i/>
              </w:rPr>
            </w:pPr>
            <w:r>
              <w:rPr>
                <w:i/>
              </w:rPr>
              <w:t>Консультативное отделение</w:t>
            </w:r>
          </w:p>
        </w:tc>
        <w:tc>
          <w:tcPr>
            <w:tcW w:w="3686" w:type="dxa"/>
            <w:vAlign w:val="center"/>
          </w:tcPr>
          <w:p w14:paraId="00FEB758" w14:textId="77777777" w:rsidR="001F44DD" w:rsidRDefault="001F44DD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46CC61E4" w14:textId="77777777" w:rsidR="001F44DD" w:rsidRDefault="001F44DD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29D44724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4FB9F0D1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2B58595E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586B9D43" w14:textId="77777777" w:rsidTr="008B4051">
        <w:trPr>
          <w:jc w:val="center"/>
        </w:trPr>
        <w:tc>
          <w:tcPr>
            <w:tcW w:w="3049" w:type="dxa"/>
            <w:vAlign w:val="center"/>
          </w:tcPr>
          <w:p w14:paraId="3A130486" w14:textId="337CFECA" w:rsidR="001F44DD" w:rsidRPr="001F44DD" w:rsidRDefault="001F44DD" w:rsidP="001F44DD">
            <w:pPr>
              <w:pStyle w:val="aa"/>
              <w:rPr>
                <w:i/>
              </w:rPr>
            </w:pPr>
            <w:r>
              <w:rPr>
                <w:i/>
              </w:rPr>
              <w:t>Акушерско-гинекологический кабинет</w:t>
            </w:r>
          </w:p>
        </w:tc>
        <w:tc>
          <w:tcPr>
            <w:tcW w:w="3686" w:type="dxa"/>
            <w:vAlign w:val="center"/>
          </w:tcPr>
          <w:p w14:paraId="06A15E54" w14:textId="77777777" w:rsidR="001F44DD" w:rsidRDefault="001F44DD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77AC613A" w14:textId="77777777" w:rsidR="001F44DD" w:rsidRDefault="001F44DD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2B1AEE6D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433984EB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10AD037D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51B9A2B8" w14:textId="77777777" w:rsidTr="008B4051">
        <w:trPr>
          <w:jc w:val="center"/>
        </w:trPr>
        <w:tc>
          <w:tcPr>
            <w:tcW w:w="3049" w:type="dxa"/>
            <w:vAlign w:val="center"/>
          </w:tcPr>
          <w:p w14:paraId="7CC4911B" w14:textId="59A43E97" w:rsidR="001F44DD" w:rsidRPr="001F44DD" w:rsidRDefault="001F44DD" w:rsidP="001F44DD">
            <w:pPr>
              <w:pStyle w:val="aa"/>
              <w:jc w:val="left"/>
            </w:pPr>
            <w:r>
              <w:t>14570051. Врач-акушер-гинеколог</w:t>
            </w:r>
          </w:p>
        </w:tc>
        <w:tc>
          <w:tcPr>
            <w:tcW w:w="3686" w:type="dxa"/>
            <w:vAlign w:val="center"/>
          </w:tcPr>
          <w:p w14:paraId="1BFFB0D9" w14:textId="21DB9316" w:rsidR="001F44DD" w:rsidRDefault="001F44DD" w:rsidP="00DB70BA">
            <w:pPr>
              <w:pStyle w:val="aa"/>
            </w:pPr>
            <w:r>
              <w:t>Биологический: Вредные условия труда по биологическому фактору обусловлены спецификой трудовой деятельности, необходимо соблюдение режимов труда и отдыха, соблюдение периодичности медицинских осмотров, а также организовать выдачу специального питания (молока)</w:t>
            </w:r>
          </w:p>
        </w:tc>
        <w:tc>
          <w:tcPr>
            <w:tcW w:w="2835" w:type="dxa"/>
            <w:vAlign w:val="center"/>
          </w:tcPr>
          <w:p w14:paraId="3B302802" w14:textId="7FA67F1E" w:rsidR="001F44DD" w:rsidRDefault="001F44DD" w:rsidP="00DB70BA">
            <w:pPr>
              <w:pStyle w:val="aa"/>
            </w:pPr>
            <w:r>
              <w:t xml:space="preserve">Снижение вредного воздействия биологического фактора </w:t>
            </w:r>
          </w:p>
        </w:tc>
        <w:tc>
          <w:tcPr>
            <w:tcW w:w="1384" w:type="dxa"/>
            <w:vAlign w:val="center"/>
          </w:tcPr>
          <w:p w14:paraId="417BB0E3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413DDE57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7D877C54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250A917D" w14:textId="77777777" w:rsidTr="008B4051">
        <w:trPr>
          <w:jc w:val="center"/>
        </w:trPr>
        <w:tc>
          <w:tcPr>
            <w:tcW w:w="3049" w:type="dxa"/>
            <w:vAlign w:val="center"/>
          </w:tcPr>
          <w:p w14:paraId="6659BC43" w14:textId="217C2D6C" w:rsidR="001F44DD" w:rsidRPr="001F44DD" w:rsidRDefault="001F44DD" w:rsidP="001F44DD">
            <w:pPr>
              <w:pStyle w:val="aa"/>
              <w:rPr>
                <w:i/>
              </w:rPr>
            </w:pPr>
            <w:r>
              <w:rPr>
                <w:i/>
              </w:rPr>
              <w:t>Акушерско-гинекологический кабинет (кольпоскопии)</w:t>
            </w:r>
          </w:p>
        </w:tc>
        <w:tc>
          <w:tcPr>
            <w:tcW w:w="3686" w:type="dxa"/>
            <w:vAlign w:val="center"/>
          </w:tcPr>
          <w:p w14:paraId="1B983846" w14:textId="77777777" w:rsidR="001F44DD" w:rsidRDefault="001F44DD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39B3986B" w14:textId="77777777" w:rsidR="001F44DD" w:rsidRDefault="001F44DD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39EB032F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07E5F267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1B91021B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6C4AB930" w14:textId="77777777" w:rsidTr="008B4051">
        <w:trPr>
          <w:jc w:val="center"/>
        </w:trPr>
        <w:tc>
          <w:tcPr>
            <w:tcW w:w="3049" w:type="dxa"/>
            <w:vAlign w:val="center"/>
          </w:tcPr>
          <w:p w14:paraId="4E8D9408" w14:textId="09AF5748" w:rsidR="001F44DD" w:rsidRPr="001F44DD" w:rsidRDefault="001F44DD" w:rsidP="001F44DD">
            <w:pPr>
              <w:pStyle w:val="aa"/>
              <w:jc w:val="left"/>
            </w:pPr>
            <w:r>
              <w:t>14570046. Врач-акушер-гинеколог</w:t>
            </w:r>
          </w:p>
        </w:tc>
        <w:tc>
          <w:tcPr>
            <w:tcW w:w="3686" w:type="dxa"/>
            <w:vAlign w:val="center"/>
          </w:tcPr>
          <w:p w14:paraId="2874E2E1" w14:textId="69522BCB" w:rsidR="001F44DD" w:rsidRDefault="001F44DD" w:rsidP="00DB70BA">
            <w:pPr>
              <w:pStyle w:val="aa"/>
            </w:pPr>
            <w:r>
              <w:t>Биологический: Вредные условия труда по биологическому фактору обусловлены спецификой трудовой деятельности, необходимо соблюдение режимов труда и отдыха, соблюдение периодичности медицинских осмотров, а также организовать выдачу специального питания (молока)</w:t>
            </w:r>
          </w:p>
        </w:tc>
        <w:tc>
          <w:tcPr>
            <w:tcW w:w="2835" w:type="dxa"/>
            <w:vAlign w:val="center"/>
          </w:tcPr>
          <w:p w14:paraId="2730A1C3" w14:textId="1066F705" w:rsidR="001F44DD" w:rsidRDefault="001F44DD" w:rsidP="00DB70BA">
            <w:pPr>
              <w:pStyle w:val="aa"/>
            </w:pPr>
            <w:r>
              <w:t xml:space="preserve">Снижение вредного воздействия биологического фактора </w:t>
            </w:r>
          </w:p>
        </w:tc>
        <w:tc>
          <w:tcPr>
            <w:tcW w:w="1384" w:type="dxa"/>
            <w:vAlign w:val="center"/>
          </w:tcPr>
          <w:p w14:paraId="0FBA8F62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031B5867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4B1B2AEE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66C78EE5" w14:textId="77777777" w:rsidTr="008B4051">
        <w:trPr>
          <w:jc w:val="center"/>
        </w:trPr>
        <w:tc>
          <w:tcPr>
            <w:tcW w:w="3049" w:type="dxa"/>
            <w:vAlign w:val="center"/>
          </w:tcPr>
          <w:p w14:paraId="64FB62CB" w14:textId="10C1D1AB" w:rsidR="001F44DD" w:rsidRPr="001F44DD" w:rsidRDefault="001F44DD" w:rsidP="001F44DD">
            <w:pPr>
              <w:pStyle w:val="aa"/>
              <w:rPr>
                <w:i/>
              </w:rPr>
            </w:pPr>
            <w:r>
              <w:rPr>
                <w:i/>
              </w:rPr>
              <w:t>Акушерско-гинекологический кабинет (эндокринологии)</w:t>
            </w:r>
          </w:p>
        </w:tc>
        <w:tc>
          <w:tcPr>
            <w:tcW w:w="3686" w:type="dxa"/>
            <w:vAlign w:val="center"/>
          </w:tcPr>
          <w:p w14:paraId="1B09E92E" w14:textId="77777777" w:rsidR="001F44DD" w:rsidRDefault="001F44DD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66433E9C" w14:textId="77777777" w:rsidR="001F44DD" w:rsidRDefault="001F44DD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3CC5C9A7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0AD5E37D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4A84E164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2367ED36" w14:textId="77777777" w:rsidTr="008B4051">
        <w:trPr>
          <w:jc w:val="center"/>
        </w:trPr>
        <w:tc>
          <w:tcPr>
            <w:tcW w:w="3049" w:type="dxa"/>
            <w:vAlign w:val="center"/>
          </w:tcPr>
          <w:p w14:paraId="6E9F475C" w14:textId="6503E6CA" w:rsidR="001F44DD" w:rsidRPr="001F44DD" w:rsidRDefault="001F44DD" w:rsidP="001F44DD">
            <w:pPr>
              <w:pStyle w:val="aa"/>
              <w:jc w:val="left"/>
            </w:pPr>
            <w:r>
              <w:t>14570047. Врач-акушер-гинеколог</w:t>
            </w:r>
          </w:p>
        </w:tc>
        <w:tc>
          <w:tcPr>
            <w:tcW w:w="3686" w:type="dxa"/>
            <w:vAlign w:val="center"/>
          </w:tcPr>
          <w:p w14:paraId="6F81747A" w14:textId="2D173FC8" w:rsidR="001F44DD" w:rsidRDefault="001F44DD" w:rsidP="00DB70BA">
            <w:pPr>
              <w:pStyle w:val="aa"/>
            </w:pPr>
            <w:r>
              <w:t xml:space="preserve">Биологический: Вредные условия труда по биологическому фактору обусловлены спецификой трудовой деятельности, необходимо соблюдение режимов труда и отдыха, соблюдение периодичности </w:t>
            </w:r>
            <w:r>
              <w:lastRenderedPageBreak/>
              <w:t>медицинских осмотров, а также организовать выдачу специального питания (молока)</w:t>
            </w:r>
          </w:p>
        </w:tc>
        <w:tc>
          <w:tcPr>
            <w:tcW w:w="2835" w:type="dxa"/>
            <w:vAlign w:val="center"/>
          </w:tcPr>
          <w:p w14:paraId="545E676D" w14:textId="6FF6B75E" w:rsidR="001F44DD" w:rsidRDefault="001F44DD" w:rsidP="00DB70BA">
            <w:pPr>
              <w:pStyle w:val="aa"/>
            </w:pPr>
            <w:r>
              <w:lastRenderedPageBreak/>
              <w:t xml:space="preserve">Снижение вредного воздействия биологического фактора </w:t>
            </w:r>
          </w:p>
        </w:tc>
        <w:tc>
          <w:tcPr>
            <w:tcW w:w="1384" w:type="dxa"/>
            <w:vAlign w:val="center"/>
          </w:tcPr>
          <w:p w14:paraId="44B2AB38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155F6F65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09412653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2AE6EF8C" w14:textId="77777777" w:rsidTr="008B4051">
        <w:trPr>
          <w:jc w:val="center"/>
        </w:trPr>
        <w:tc>
          <w:tcPr>
            <w:tcW w:w="3049" w:type="dxa"/>
            <w:vAlign w:val="center"/>
          </w:tcPr>
          <w:p w14:paraId="5E9D67CE" w14:textId="7880A73F" w:rsidR="001F44DD" w:rsidRPr="001F44DD" w:rsidRDefault="001F44DD" w:rsidP="001F44DD">
            <w:pPr>
              <w:pStyle w:val="aa"/>
              <w:rPr>
                <w:i/>
              </w:rPr>
            </w:pPr>
            <w:proofErr w:type="spellStart"/>
            <w:r>
              <w:rPr>
                <w:i/>
              </w:rPr>
              <w:t>Аллерго</w:t>
            </w:r>
            <w:proofErr w:type="spellEnd"/>
            <w:r>
              <w:rPr>
                <w:i/>
              </w:rPr>
              <w:t>-иммунологический кабинет</w:t>
            </w:r>
          </w:p>
        </w:tc>
        <w:tc>
          <w:tcPr>
            <w:tcW w:w="3686" w:type="dxa"/>
            <w:vAlign w:val="center"/>
          </w:tcPr>
          <w:p w14:paraId="57A44265" w14:textId="77777777" w:rsidR="001F44DD" w:rsidRDefault="001F44DD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5394007F" w14:textId="77777777" w:rsidR="001F44DD" w:rsidRDefault="001F44DD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6FE3DFE0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1410891E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5968F75F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21485C85" w14:textId="77777777" w:rsidTr="008B4051">
        <w:trPr>
          <w:jc w:val="center"/>
        </w:trPr>
        <w:tc>
          <w:tcPr>
            <w:tcW w:w="3049" w:type="dxa"/>
            <w:vAlign w:val="center"/>
          </w:tcPr>
          <w:p w14:paraId="3C4D4620" w14:textId="70121C2D" w:rsidR="001F44DD" w:rsidRPr="001F44DD" w:rsidRDefault="001F44DD" w:rsidP="001F44DD">
            <w:pPr>
              <w:pStyle w:val="aa"/>
              <w:jc w:val="left"/>
            </w:pPr>
            <w:r>
              <w:t>14570069. Врач-аллерголог-иммунолог</w:t>
            </w:r>
          </w:p>
        </w:tc>
        <w:tc>
          <w:tcPr>
            <w:tcW w:w="3686" w:type="dxa"/>
            <w:vAlign w:val="center"/>
          </w:tcPr>
          <w:p w14:paraId="7B87FB7C" w14:textId="1E74AB6C" w:rsidR="001F44DD" w:rsidRDefault="001F44DD" w:rsidP="00DB70BA">
            <w:pPr>
              <w:pStyle w:val="aa"/>
            </w:pPr>
            <w:r>
              <w:t>Биологический: Вредные условия труда по биологическому фактору обусловлены спецификой трудовой деятельности, необходимо соблюдение режимов труда и отдыха, соблюдение периодичности медицинских осмотров, а также организовать выдачу специального питания (молока)</w:t>
            </w:r>
          </w:p>
        </w:tc>
        <w:tc>
          <w:tcPr>
            <w:tcW w:w="2835" w:type="dxa"/>
            <w:vAlign w:val="center"/>
          </w:tcPr>
          <w:p w14:paraId="2AC7B74A" w14:textId="7CE0FF3D" w:rsidR="001F44DD" w:rsidRDefault="001F44DD" w:rsidP="00DB70BA">
            <w:pPr>
              <w:pStyle w:val="aa"/>
            </w:pPr>
            <w:r>
              <w:t xml:space="preserve">Снижение вредного воздействия биологического фактора </w:t>
            </w:r>
          </w:p>
        </w:tc>
        <w:tc>
          <w:tcPr>
            <w:tcW w:w="1384" w:type="dxa"/>
            <w:vAlign w:val="center"/>
          </w:tcPr>
          <w:p w14:paraId="4ACF5372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0EC113C9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2020B18E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433228A4" w14:textId="77777777" w:rsidTr="008B4051">
        <w:trPr>
          <w:jc w:val="center"/>
        </w:trPr>
        <w:tc>
          <w:tcPr>
            <w:tcW w:w="3049" w:type="dxa"/>
            <w:vAlign w:val="center"/>
          </w:tcPr>
          <w:p w14:paraId="75C9A04A" w14:textId="764DED19" w:rsidR="001F44DD" w:rsidRPr="001F44DD" w:rsidRDefault="001F44DD" w:rsidP="001F44DD">
            <w:pPr>
              <w:pStyle w:val="aa"/>
              <w:rPr>
                <w:i/>
              </w:rPr>
            </w:pPr>
            <w:r>
              <w:rPr>
                <w:i/>
              </w:rPr>
              <w:t>Гастроэнтерологический кабинет</w:t>
            </w:r>
          </w:p>
        </w:tc>
        <w:tc>
          <w:tcPr>
            <w:tcW w:w="3686" w:type="dxa"/>
            <w:vAlign w:val="center"/>
          </w:tcPr>
          <w:p w14:paraId="531727F3" w14:textId="77777777" w:rsidR="001F44DD" w:rsidRDefault="001F44DD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3A6472DD" w14:textId="77777777" w:rsidR="001F44DD" w:rsidRDefault="001F44DD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3A975D1B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5BDB9FF6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13948154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5BFF0ACD" w14:textId="77777777" w:rsidTr="008B4051">
        <w:trPr>
          <w:jc w:val="center"/>
        </w:trPr>
        <w:tc>
          <w:tcPr>
            <w:tcW w:w="3049" w:type="dxa"/>
            <w:vAlign w:val="center"/>
          </w:tcPr>
          <w:p w14:paraId="322B9CA0" w14:textId="624E3A74" w:rsidR="001F44DD" w:rsidRPr="001F44DD" w:rsidRDefault="001F44DD" w:rsidP="001F44DD">
            <w:pPr>
              <w:pStyle w:val="aa"/>
              <w:jc w:val="left"/>
            </w:pPr>
            <w:r>
              <w:t>14570064. Врач-гастроэнтеролог</w:t>
            </w:r>
          </w:p>
        </w:tc>
        <w:tc>
          <w:tcPr>
            <w:tcW w:w="3686" w:type="dxa"/>
            <w:vAlign w:val="center"/>
          </w:tcPr>
          <w:p w14:paraId="4E248176" w14:textId="2C189AB9" w:rsidR="001F44DD" w:rsidRDefault="001F44DD" w:rsidP="00DB70BA">
            <w:pPr>
              <w:pStyle w:val="aa"/>
            </w:pPr>
            <w:r>
              <w:t>Биологический: Вредные условия труда по биологическому фактору обусловлены спецификой трудовой деятельности, необходимо соблюдение режимов труда и отдыха, соблюдение периодичности медицинских осмотров, а также организовать выдачу специального питания (молока)</w:t>
            </w:r>
          </w:p>
        </w:tc>
        <w:tc>
          <w:tcPr>
            <w:tcW w:w="2835" w:type="dxa"/>
            <w:vAlign w:val="center"/>
          </w:tcPr>
          <w:p w14:paraId="698775D0" w14:textId="46F471DD" w:rsidR="001F44DD" w:rsidRDefault="001F44DD" w:rsidP="00DB70BA">
            <w:pPr>
              <w:pStyle w:val="aa"/>
            </w:pPr>
            <w:r>
              <w:t xml:space="preserve">Снижение вредного воздействия биологического фактора </w:t>
            </w:r>
          </w:p>
        </w:tc>
        <w:tc>
          <w:tcPr>
            <w:tcW w:w="1384" w:type="dxa"/>
            <w:vAlign w:val="center"/>
          </w:tcPr>
          <w:p w14:paraId="0CBFA6A0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2F67F77B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428DFBBB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21D60332" w14:textId="77777777" w:rsidTr="008B4051">
        <w:trPr>
          <w:jc w:val="center"/>
        </w:trPr>
        <w:tc>
          <w:tcPr>
            <w:tcW w:w="3049" w:type="dxa"/>
            <w:vAlign w:val="center"/>
          </w:tcPr>
          <w:p w14:paraId="0360DF14" w14:textId="2A4546B1" w:rsidR="001F44DD" w:rsidRPr="001F44DD" w:rsidRDefault="001F44DD" w:rsidP="001F44DD">
            <w:pPr>
              <w:pStyle w:val="aa"/>
              <w:rPr>
                <w:i/>
              </w:rPr>
            </w:pPr>
            <w:r>
              <w:rPr>
                <w:i/>
              </w:rPr>
              <w:t>Кабинет врача-дерматовенеролога</w:t>
            </w:r>
          </w:p>
        </w:tc>
        <w:tc>
          <w:tcPr>
            <w:tcW w:w="3686" w:type="dxa"/>
            <w:vAlign w:val="center"/>
          </w:tcPr>
          <w:p w14:paraId="365AC4BA" w14:textId="77777777" w:rsidR="001F44DD" w:rsidRDefault="001F44DD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5339F1D4" w14:textId="77777777" w:rsidR="001F44DD" w:rsidRDefault="001F44DD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70FF3F2F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0B27E0DE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13EA629E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1DD71A16" w14:textId="77777777" w:rsidTr="008B4051">
        <w:trPr>
          <w:jc w:val="center"/>
        </w:trPr>
        <w:tc>
          <w:tcPr>
            <w:tcW w:w="3049" w:type="dxa"/>
            <w:vAlign w:val="center"/>
          </w:tcPr>
          <w:p w14:paraId="29722EDC" w14:textId="601073F0" w:rsidR="001F44DD" w:rsidRPr="001F44DD" w:rsidRDefault="001F44DD" w:rsidP="001F44DD">
            <w:pPr>
              <w:pStyle w:val="aa"/>
              <w:jc w:val="left"/>
            </w:pPr>
            <w:r>
              <w:t>20240054. Врач-дерматовенеролог</w:t>
            </w:r>
          </w:p>
        </w:tc>
        <w:tc>
          <w:tcPr>
            <w:tcW w:w="3686" w:type="dxa"/>
            <w:vAlign w:val="center"/>
          </w:tcPr>
          <w:p w14:paraId="1C7C7CD3" w14:textId="1E1EE27D" w:rsidR="001F44DD" w:rsidRDefault="001F44DD" w:rsidP="00DB70BA">
            <w:pPr>
              <w:pStyle w:val="aa"/>
            </w:pPr>
            <w:r>
              <w:t>Биологический: Вредные условия труда по биологическому фактору обусловлены спецификой трудовой деятельности, необходимо соблюдение режимов труда и отдыха, соблюдение периодичности медицинских осмотров, а также организовать выдачу специального питания (молока)</w:t>
            </w:r>
          </w:p>
        </w:tc>
        <w:tc>
          <w:tcPr>
            <w:tcW w:w="2835" w:type="dxa"/>
            <w:vAlign w:val="center"/>
          </w:tcPr>
          <w:p w14:paraId="6ECD6864" w14:textId="21E389CA" w:rsidR="001F44DD" w:rsidRDefault="001F44DD" w:rsidP="00DB70BA">
            <w:pPr>
              <w:pStyle w:val="aa"/>
            </w:pPr>
            <w:r>
              <w:t xml:space="preserve">Снижение вредного воздействия биологического фактора </w:t>
            </w:r>
          </w:p>
        </w:tc>
        <w:tc>
          <w:tcPr>
            <w:tcW w:w="1384" w:type="dxa"/>
            <w:vAlign w:val="center"/>
          </w:tcPr>
          <w:p w14:paraId="592AB7F1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56DF7CE1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56C6A5E5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23E6EDA0" w14:textId="77777777" w:rsidTr="008B4051">
        <w:trPr>
          <w:jc w:val="center"/>
        </w:trPr>
        <w:tc>
          <w:tcPr>
            <w:tcW w:w="3049" w:type="dxa"/>
            <w:vAlign w:val="center"/>
          </w:tcPr>
          <w:p w14:paraId="2A1A4FD9" w14:textId="6D36D67C" w:rsidR="001F44DD" w:rsidRPr="001F44DD" w:rsidRDefault="001F44DD" w:rsidP="001F44DD">
            <w:pPr>
              <w:pStyle w:val="aa"/>
              <w:rPr>
                <w:i/>
              </w:rPr>
            </w:pPr>
            <w:r>
              <w:rPr>
                <w:i/>
              </w:rPr>
              <w:t>Кабинет сердечно-сосудистой хирургии</w:t>
            </w:r>
          </w:p>
        </w:tc>
        <w:tc>
          <w:tcPr>
            <w:tcW w:w="3686" w:type="dxa"/>
            <w:vAlign w:val="center"/>
          </w:tcPr>
          <w:p w14:paraId="4E75FC8A" w14:textId="77777777" w:rsidR="001F44DD" w:rsidRDefault="001F44DD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1F6629A1" w14:textId="77777777" w:rsidR="001F44DD" w:rsidRDefault="001F44DD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2D57C3C1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1AFD9AC8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0E27B211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78E0D46A" w14:textId="77777777" w:rsidTr="008B4051">
        <w:trPr>
          <w:jc w:val="center"/>
        </w:trPr>
        <w:tc>
          <w:tcPr>
            <w:tcW w:w="3049" w:type="dxa"/>
            <w:vAlign w:val="center"/>
          </w:tcPr>
          <w:p w14:paraId="6E208EEA" w14:textId="6441E2D0" w:rsidR="001F44DD" w:rsidRPr="001F44DD" w:rsidRDefault="001F44DD" w:rsidP="001F44DD">
            <w:pPr>
              <w:pStyle w:val="aa"/>
              <w:jc w:val="left"/>
            </w:pPr>
            <w:r>
              <w:t>14570059. Врач-сердечно-сосудистый хирург</w:t>
            </w:r>
          </w:p>
        </w:tc>
        <w:tc>
          <w:tcPr>
            <w:tcW w:w="3686" w:type="dxa"/>
            <w:vAlign w:val="center"/>
          </w:tcPr>
          <w:p w14:paraId="7217ABA1" w14:textId="7E666D53" w:rsidR="001F44DD" w:rsidRDefault="001F44DD" w:rsidP="00DB70BA">
            <w:pPr>
              <w:pStyle w:val="aa"/>
            </w:pPr>
            <w:r>
              <w:t>Биологический: Вредные условия труда по биологическому фактору обусловлены спецификой трудовой деятельности, необходимо соблюдение режимов труда и отдыха, соблюдение периодичности медицинских осмотров, а также организовать выдачу специального питания (молока)</w:t>
            </w:r>
          </w:p>
        </w:tc>
        <w:tc>
          <w:tcPr>
            <w:tcW w:w="2835" w:type="dxa"/>
            <w:vAlign w:val="center"/>
          </w:tcPr>
          <w:p w14:paraId="11202CD0" w14:textId="3A7D0C81" w:rsidR="001F44DD" w:rsidRDefault="001F44DD" w:rsidP="00DB70BA">
            <w:pPr>
              <w:pStyle w:val="aa"/>
            </w:pPr>
            <w:r>
              <w:t xml:space="preserve">Снижение вредного воздействия биологического фактора </w:t>
            </w:r>
          </w:p>
        </w:tc>
        <w:tc>
          <w:tcPr>
            <w:tcW w:w="1384" w:type="dxa"/>
            <w:vAlign w:val="center"/>
          </w:tcPr>
          <w:p w14:paraId="1A63DBA4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03EDDF46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579B38D9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5F2AD2A4" w14:textId="77777777" w:rsidTr="008B4051">
        <w:trPr>
          <w:jc w:val="center"/>
        </w:trPr>
        <w:tc>
          <w:tcPr>
            <w:tcW w:w="3049" w:type="dxa"/>
            <w:vAlign w:val="center"/>
          </w:tcPr>
          <w:p w14:paraId="4B8875FF" w14:textId="08DFD89D" w:rsidR="001F44DD" w:rsidRPr="001F44DD" w:rsidRDefault="001F44DD" w:rsidP="001F44DD">
            <w:pPr>
              <w:pStyle w:val="aa"/>
              <w:rPr>
                <w:i/>
              </w:rPr>
            </w:pPr>
            <w:r>
              <w:rPr>
                <w:i/>
              </w:rPr>
              <w:lastRenderedPageBreak/>
              <w:t>Кабинет сердечно-сосудистой хирургии (диабетической стопы)</w:t>
            </w:r>
          </w:p>
        </w:tc>
        <w:tc>
          <w:tcPr>
            <w:tcW w:w="3686" w:type="dxa"/>
            <w:vAlign w:val="center"/>
          </w:tcPr>
          <w:p w14:paraId="4D23A675" w14:textId="77777777" w:rsidR="001F44DD" w:rsidRDefault="001F44DD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6BB5A2C7" w14:textId="77777777" w:rsidR="001F44DD" w:rsidRDefault="001F44DD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3232A90D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5C8C1BD5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0614987E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5877CAB7" w14:textId="77777777" w:rsidTr="008B4051">
        <w:trPr>
          <w:jc w:val="center"/>
        </w:trPr>
        <w:tc>
          <w:tcPr>
            <w:tcW w:w="3049" w:type="dxa"/>
            <w:vAlign w:val="center"/>
          </w:tcPr>
          <w:p w14:paraId="5A847B1E" w14:textId="06A8A8FF" w:rsidR="001F44DD" w:rsidRPr="001F44DD" w:rsidRDefault="001F44DD" w:rsidP="001F44DD">
            <w:pPr>
              <w:pStyle w:val="aa"/>
              <w:jc w:val="left"/>
            </w:pPr>
            <w:r>
              <w:t>20240056. Врач-сердечно-сосудистый хирург</w:t>
            </w:r>
          </w:p>
        </w:tc>
        <w:tc>
          <w:tcPr>
            <w:tcW w:w="3686" w:type="dxa"/>
            <w:vAlign w:val="center"/>
          </w:tcPr>
          <w:p w14:paraId="27740F28" w14:textId="242CF846" w:rsidR="001F44DD" w:rsidRDefault="001F44DD" w:rsidP="00DB70BA">
            <w:pPr>
              <w:pStyle w:val="aa"/>
            </w:pPr>
            <w:r>
              <w:t>Биологический: Вредные условия труда по биологическому фактору обусловлены спецификой трудовой деятельности, необходимо соблюдение режимов труда и отдыха, соблюдение периодичности медицинских осмотров, а также организовать выдачу специального питания (молока)</w:t>
            </w:r>
          </w:p>
        </w:tc>
        <w:tc>
          <w:tcPr>
            <w:tcW w:w="2835" w:type="dxa"/>
            <w:vAlign w:val="center"/>
          </w:tcPr>
          <w:p w14:paraId="2A764288" w14:textId="6C3D6706" w:rsidR="001F44DD" w:rsidRDefault="001F44DD" w:rsidP="00DB70BA">
            <w:pPr>
              <w:pStyle w:val="aa"/>
            </w:pPr>
            <w:r>
              <w:t xml:space="preserve">Снижение вредного воздействия биологического фактора </w:t>
            </w:r>
          </w:p>
        </w:tc>
        <w:tc>
          <w:tcPr>
            <w:tcW w:w="1384" w:type="dxa"/>
            <w:vAlign w:val="center"/>
          </w:tcPr>
          <w:p w14:paraId="15E31C72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44C70E5E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237EF488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33813ABA" w14:textId="77777777" w:rsidTr="008B4051">
        <w:trPr>
          <w:jc w:val="center"/>
        </w:trPr>
        <w:tc>
          <w:tcPr>
            <w:tcW w:w="3049" w:type="dxa"/>
            <w:vAlign w:val="center"/>
          </w:tcPr>
          <w:p w14:paraId="0D5AB56B" w14:textId="7FB6C603" w:rsidR="001F44DD" w:rsidRPr="001F44DD" w:rsidRDefault="001F44DD" w:rsidP="001F44DD">
            <w:pPr>
              <w:pStyle w:val="aa"/>
              <w:rPr>
                <w:i/>
              </w:rPr>
            </w:pPr>
            <w:r>
              <w:rPr>
                <w:i/>
              </w:rPr>
              <w:t>Кабинет торакальной хирургии</w:t>
            </w:r>
          </w:p>
        </w:tc>
        <w:tc>
          <w:tcPr>
            <w:tcW w:w="3686" w:type="dxa"/>
            <w:vAlign w:val="center"/>
          </w:tcPr>
          <w:p w14:paraId="6BEE8942" w14:textId="77777777" w:rsidR="001F44DD" w:rsidRDefault="001F44DD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39149C71" w14:textId="77777777" w:rsidR="001F44DD" w:rsidRDefault="001F44DD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66C27171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4C86E673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6E43A0EB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6AA145A2" w14:textId="77777777" w:rsidTr="008B4051">
        <w:trPr>
          <w:jc w:val="center"/>
        </w:trPr>
        <w:tc>
          <w:tcPr>
            <w:tcW w:w="3049" w:type="dxa"/>
            <w:vAlign w:val="center"/>
          </w:tcPr>
          <w:p w14:paraId="36982772" w14:textId="47F94387" w:rsidR="001F44DD" w:rsidRPr="001F44DD" w:rsidRDefault="001F44DD" w:rsidP="001F44DD">
            <w:pPr>
              <w:pStyle w:val="aa"/>
              <w:jc w:val="left"/>
            </w:pPr>
            <w:r>
              <w:t>14570058. Врач-торакальный хирург</w:t>
            </w:r>
          </w:p>
        </w:tc>
        <w:tc>
          <w:tcPr>
            <w:tcW w:w="3686" w:type="dxa"/>
            <w:vAlign w:val="center"/>
          </w:tcPr>
          <w:p w14:paraId="062E0846" w14:textId="6324281F" w:rsidR="001F44DD" w:rsidRDefault="001F44DD" w:rsidP="00DB70BA">
            <w:pPr>
              <w:pStyle w:val="aa"/>
            </w:pPr>
            <w:r>
              <w:t>Биологический: Вредные условия труда по биологическому фактору обусловлены спецификой трудовой деятельности, необходимо соблюдение режимов труда и отдыха, соблюдение периодичности медицинских осмотров, а также организовать выдачу специального питания (молока)</w:t>
            </w:r>
          </w:p>
        </w:tc>
        <w:tc>
          <w:tcPr>
            <w:tcW w:w="2835" w:type="dxa"/>
            <w:vAlign w:val="center"/>
          </w:tcPr>
          <w:p w14:paraId="2F002053" w14:textId="7D2408BF" w:rsidR="001F44DD" w:rsidRDefault="001F44DD" w:rsidP="00DB70BA">
            <w:pPr>
              <w:pStyle w:val="aa"/>
            </w:pPr>
            <w:r>
              <w:t xml:space="preserve">Снижение вредного воздействия биологического фактора </w:t>
            </w:r>
          </w:p>
        </w:tc>
        <w:tc>
          <w:tcPr>
            <w:tcW w:w="1384" w:type="dxa"/>
            <w:vAlign w:val="center"/>
          </w:tcPr>
          <w:p w14:paraId="32E4E127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119E5635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025DFC36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7A4D30A3" w14:textId="77777777" w:rsidTr="008B4051">
        <w:trPr>
          <w:jc w:val="center"/>
        </w:trPr>
        <w:tc>
          <w:tcPr>
            <w:tcW w:w="3049" w:type="dxa"/>
            <w:vAlign w:val="center"/>
          </w:tcPr>
          <w:p w14:paraId="6D074540" w14:textId="7E4FDA31" w:rsidR="001F44DD" w:rsidRPr="001F44DD" w:rsidRDefault="001F44DD" w:rsidP="001F44DD">
            <w:pPr>
              <w:pStyle w:val="aa"/>
              <w:rPr>
                <w:i/>
              </w:rPr>
            </w:pPr>
            <w:r>
              <w:rPr>
                <w:i/>
              </w:rPr>
              <w:t>Кабинет травматологии и ортопедии</w:t>
            </w:r>
          </w:p>
        </w:tc>
        <w:tc>
          <w:tcPr>
            <w:tcW w:w="3686" w:type="dxa"/>
            <w:vAlign w:val="center"/>
          </w:tcPr>
          <w:p w14:paraId="4AF89A11" w14:textId="77777777" w:rsidR="001F44DD" w:rsidRDefault="001F44DD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3E3B6BA5" w14:textId="77777777" w:rsidR="001F44DD" w:rsidRDefault="001F44DD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089D813F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1D73FB5F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057F28CF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124787EB" w14:textId="77777777" w:rsidTr="008B4051">
        <w:trPr>
          <w:jc w:val="center"/>
        </w:trPr>
        <w:tc>
          <w:tcPr>
            <w:tcW w:w="3049" w:type="dxa"/>
            <w:vAlign w:val="center"/>
          </w:tcPr>
          <w:p w14:paraId="61159378" w14:textId="5D35F865" w:rsidR="001F44DD" w:rsidRPr="001F44DD" w:rsidRDefault="001F44DD" w:rsidP="001F44DD">
            <w:pPr>
              <w:pStyle w:val="aa"/>
              <w:jc w:val="left"/>
            </w:pPr>
            <w:r>
              <w:t>14570056. Врач-травматолог-ортопед</w:t>
            </w:r>
          </w:p>
        </w:tc>
        <w:tc>
          <w:tcPr>
            <w:tcW w:w="3686" w:type="dxa"/>
            <w:vAlign w:val="center"/>
          </w:tcPr>
          <w:p w14:paraId="13C75370" w14:textId="2AF4D989" w:rsidR="001F44DD" w:rsidRDefault="001F44DD" w:rsidP="00DB70BA">
            <w:pPr>
              <w:pStyle w:val="aa"/>
            </w:pPr>
            <w:r>
              <w:t>Биологический: Вредные условия труда по биологическому фактору обусловлены спецификой трудовой деятельности, необходимо соблюдение режимов труда и отдыха, соблюдение периодичности медицинских осмотров, а также организовать выдачу специального питания (молока)</w:t>
            </w:r>
          </w:p>
        </w:tc>
        <w:tc>
          <w:tcPr>
            <w:tcW w:w="2835" w:type="dxa"/>
            <w:vAlign w:val="center"/>
          </w:tcPr>
          <w:p w14:paraId="60D8B84B" w14:textId="0E4A37D0" w:rsidR="001F44DD" w:rsidRDefault="001F44DD" w:rsidP="00DB70BA">
            <w:pPr>
              <w:pStyle w:val="aa"/>
            </w:pPr>
            <w:r>
              <w:t xml:space="preserve">Снижение вредного воздействия биологического фактора </w:t>
            </w:r>
          </w:p>
        </w:tc>
        <w:tc>
          <w:tcPr>
            <w:tcW w:w="1384" w:type="dxa"/>
            <w:vAlign w:val="center"/>
          </w:tcPr>
          <w:p w14:paraId="7522EF75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58495004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0F8F94AE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39DC52BC" w14:textId="77777777" w:rsidTr="008B4051">
        <w:trPr>
          <w:jc w:val="center"/>
        </w:trPr>
        <w:tc>
          <w:tcPr>
            <w:tcW w:w="3049" w:type="dxa"/>
            <w:vAlign w:val="center"/>
          </w:tcPr>
          <w:p w14:paraId="67DB9AF8" w14:textId="545EBCCE" w:rsidR="001F44DD" w:rsidRPr="001F44DD" w:rsidRDefault="001F44DD" w:rsidP="001F44DD">
            <w:pPr>
              <w:pStyle w:val="aa"/>
              <w:rPr>
                <w:i/>
              </w:rPr>
            </w:pPr>
            <w:r>
              <w:rPr>
                <w:i/>
              </w:rPr>
              <w:t>Кардиологический кабинет</w:t>
            </w:r>
          </w:p>
        </w:tc>
        <w:tc>
          <w:tcPr>
            <w:tcW w:w="3686" w:type="dxa"/>
            <w:vAlign w:val="center"/>
          </w:tcPr>
          <w:p w14:paraId="6ED5194C" w14:textId="77777777" w:rsidR="001F44DD" w:rsidRDefault="001F44DD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00386675" w14:textId="77777777" w:rsidR="001F44DD" w:rsidRDefault="001F44DD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0EBF5513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5D2F60B7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7D9E3821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60947477" w14:textId="77777777" w:rsidTr="008B4051">
        <w:trPr>
          <w:jc w:val="center"/>
        </w:trPr>
        <w:tc>
          <w:tcPr>
            <w:tcW w:w="3049" w:type="dxa"/>
            <w:vAlign w:val="center"/>
          </w:tcPr>
          <w:p w14:paraId="7CEC3101" w14:textId="3A44D265" w:rsidR="001F44DD" w:rsidRPr="001F44DD" w:rsidRDefault="001F44DD" w:rsidP="001F44DD">
            <w:pPr>
              <w:pStyle w:val="aa"/>
              <w:jc w:val="left"/>
            </w:pPr>
            <w:r>
              <w:t>14570061. Врач-кардиолог</w:t>
            </w:r>
          </w:p>
        </w:tc>
        <w:tc>
          <w:tcPr>
            <w:tcW w:w="3686" w:type="dxa"/>
            <w:vAlign w:val="center"/>
          </w:tcPr>
          <w:p w14:paraId="0C20EAE1" w14:textId="59A6D6FD" w:rsidR="001F44DD" w:rsidRDefault="001F44DD" w:rsidP="00DB70BA">
            <w:pPr>
              <w:pStyle w:val="aa"/>
            </w:pPr>
            <w:r>
              <w:t>Биологический: Вредные условия труда по биологическому фактору обусловлены спецификой трудовой деятельности, необходимо соблюдение режимов труда и отдыха, соблюдение периодичности медицинских осмотров, а также организовать выдачу специального питания (молока)</w:t>
            </w:r>
          </w:p>
        </w:tc>
        <w:tc>
          <w:tcPr>
            <w:tcW w:w="2835" w:type="dxa"/>
            <w:vAlign w:val="center"/>
          </w:tcPr>
          <w:p w14:paraId="65DF626C" w14:textId="70929920" w:rsidR="001F44DD" w:rsidRDefault="001F44DD" w:rsidP="00DB70BA">
            <w:pPr>
              <w:pStyle w:val="aa"/>
            </w:pPr>
            <w:r>
              <w:t xml:space="preserve">Снижение вредного воздействия биологического фактора </w:t>
            </w:r>
          </w:p>
        </w:tc>
        <w:tc>
          <w:tcPr>
            <w:tcW w:w="1384" w:type="dxa"/>
            <w:vAlign w:val="center"/>
          </w:tcPr>
          <w:p w14:paraId="45CFBB46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4D5057CD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1E45387A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1F71A301" w14:textId="77777777" w:rsidTr="008B4051">
        <w:trPr>
          <w:jc w:val="center"/>
        </w:trPr>
        <w:tc>
          <w:tcPr>
            <w:tcW w:w="3049" w:type="dxa"/>
            <w:vAlign w:val="center"/>
          </w:tcPr>
          <w:p w14:paraId="662CD8DE" w14:textId="65870F57" w:rsidR="001F44DD" w:rsidRPr="001F44DD" w:rsidRDefault="001F44DD" w:rsidP="001F44DD">
            <w:pPr>
              <w:pStyle w:val="aa"/>
              <w:rPr>
                <w:i/>
              </w:rPr>
            </w:pPr>
            <w:proofErr w:type="spellStart"/>
            <w:r>
              <w:rPr>
                <w:i/>
              </w:rPr>
              <w:t>Колопроктологический</w:t>
            </w:r>
            <w:proofErr w:type="spellEnd"/>
            <w:r>
              <w:rPr>
                <w:i/>
              </w:rPr>
              <w:t xml:space="preserve"> кабинет</w:t>
            </w:r>
          </w:p>
        </w:tc>
        <w:tc>
          <w:tcPr>
            <w:tcW w:w="3686" w:type="dxa"/>
            <w:vAlign w:val="center"/>
          </w:tcPr>
          <w:p w14:paraId="6188B7E7" w14:textId="77777777" w:rsidR="001F44DD" w:rsidRDefault="001F44DD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55041167" w14:textId="77777777" w:rsidR="001F44DD" w:rsidRDefault="001F44DD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181C7942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17648E7A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07BAAC53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6B25EFD6" w14:textId="77777777" w:rsidTr="008B4051">
        <w:trPr>
          <w:jc w:val="center"/>
        </w:trPr>
        <w:tc>
          <w:tcPr>
            <w:tcW w:w="3049" w:type="dxa"/>
            <w:vAlign w:val="center"/>
          </w:tcPr>
          <w:p w14:paraId="597D65A7" w14:textId="296EDBE2" w:rsidR="001F44DD" w:rsidRPr="001F44DD" w:rsidRDefault="001F44DD" w:rsidP="001F44DD">
            <w:pPr>
              <w:pStyle w:val="aa"/>
              <w:jc w:val="left"/>
            </w:pPr>
            <w:r>
              <w:t>14570055. Врач-колопроктолог</w:t>
            </w:r>
          </w:p>
        </w:tc>
        <w:tc>
          <w:tcPr>
            <w:tcW w:w="3686" w:type="dxa"/>
            <w:vAlign w:val="center"/>
          </w:tcPr>
          <w:p w14:paraId="3AB1AF8E" w14:textId="2A43D451" w:rsidR="001F44DD" w:rsidRDefault="001F44DD" w:rsidP="00DB70BA">
            <w:pPr>
              <w:pStyle w:val="aa"/>
            </w:pPr>
            <w:r>
              <w:t xml:space="preserve">Биологический: Вредные условия труда по биологическому фактору обусловлены спецификой трудовой деятельности, </w:t>
            </w:r>
            <w:r>
              <w:lastRenderedPageBreak/>
              <w:t>необходимо соблюдение режимов труда и отдыха, соблюдение периодичности медицинских осмотров, а также организовать выдачу специального питания (молока)</w:t>
            </w:r>
          </w:p>
        </w:tc>
        <w:tc>
          <w:tcPr>
            <w:tcW w:w="2835" w:type="dxa"/>
            <w:vAlign w:val="center"/>
          </w:tcPr>
          <w:p w14:paraId="4DA8A60A" w14:textId="0734F7AE" w:rsidR="001F44DD" w:rsidRDefault="001F44DD" w:rsidP="00DB70BA">
            <w:pPr>
              <w:pStyle w:val="aa"/>
            </w:pPr>
            <w:r>
              <w:lastRenderedPageBreak/>
              <w:t xml:space="preserve">Снижение вредного воздействия биологического фактора </w:t>
            </w:r>
          </w:p>
        </w:tc>
        <w:tc>
          <w:tcPr>
            <w:tcW w:w="1384" w:type="dxa"/>
            <w:vAlign w:val="center"/>
          </w:tcPr>
          <w:p w14:paraId="59F6A419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66024472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0008C2CD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4394ADC3" w14:textId="77777777" w:rsidTr="008B4051">
        <w:trPr>
          <w:jc w:val="center"/>
        </w:trPr>
        <w:tc>
          <w:tcPr>
            <w:tcW w:w="3049" w:type="dxa"/>
            <w:vAlign w:val="center"/>
          </w:tcPr>
          <w:p w14:paraId="391D37B8" w14:textId="39DAFCC3" w:rsidR="001F44DD" w:rsidRPr="001F44DD" w:rsidRDefault="001F44DD" w:rsidP="001F44DD">
            <w:pPr>
              <w:pStyle w:val="aa"/>
              <w:rPr>
                <w:i/>
              </w:rPr>
            </w:pPr>
            <w:r>
              <w:rPr>
                <w:i/>
              </w:rPr>
              <w:t>Нейрохирургический кабинет</w:t>
            </w:r>
          </w:p>
        </w:tc>
        <w:tc>
          <w:tcPr>
            <w:tcW w:w="3686" w:type="dxa"/>
            <w:vAlign w:val="center"/>
          </w:tcPr>
          <w:p w14:paraId="30EF5A46" w14:textId="77777777" w:rsidR="001F44DD" w:rsidRDefault="001F44DD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6966ED65" w14:textId="77777777" w:rsidR="001F44DD" w:rsidRDefault="001F44DD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2CAE1DD9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2EBBE5B9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7968C684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72BEF59F" w14:textId="77777777" w:rsidTr="008B4051">
        <w:trPr>
          <w:jc w:val="center"/>
        </w:trPr>
        <w:tc>
          <w:tcPr>
            <w:tcW w:w="3049" w:type="dxa"/>
            <w:vAlign w:val="center"/>
          </w:tcPr>
          <w:p w14:paraId="369BF6E4" w14:textId="22E1D75D" w:rsidR="001F44DD" w:rsidRPr="001F44DD" w:rsidRDefault="001F44DD" w:rsidP="001F44DD">
            <w:pPr>
              <w:pStyle w:val="aa"/>
              <w:jc w:val="left"/>
            </w:pPr>
            <w:r>
              <w:t>14570057. Врач-нейрохирург</w:t>
            </w:r>
          </w:p>
        </w:tc>
        <w:tc>
          <w:tcPr>
            <w:tcW w:w="3686" w:type="dxa"/>
            <w:vAlign w:val="center"/>
          </w:tcPr>
          <w:p w14:paraId="185B4A8B" w14:textId="73783A2D" w:rsidR="001F44DD" w:rsidRDefault="001F44DD" w:rsidP="00DB70BA">
            <w:pPr>
              <w:pStyle w:val="aa"/>
            </w:pPr>
            <w:r>
              <w:t>Биологический: Вредные условия труда по биологическому фактору обусловлены спецификой трудовой деятельности, необходимо соблюдение режимов труда и отдыха, соблюдение периодичности медицинских осмотров, а также организовать выдачу специального питания (молока)</w:t>
            </w:r>
          </w:p>
        </w:tc>
        <w:tc>
          <w:tcPr>
            <w:tcW w:w="2835" w:type="dxa"/>
            <w:vAlign w:val="center"/>
          </w:tcPr>
          <w:p w14:paraId="01477571" w14:textId="665CCCCD" w:rsidR="001F44DD" w:rsidRDefault="001F44DD" w:rsidP="00DB70BA">
            <w:pPr>
              <w:pStyle w:val="aa"/>
            </w:pPr>
            <w:r>
              <w:t xml:space="preserve">Снижение вредного воздействия биологического фактора </w:t>
            </w:r>
          </w:p>
        </w:tc>
        <w:tc>
          <w:tcPr>
            <w:tcW w:w="1384" w:type="dxa"/>
            <w:vAlign w:val="center"/>
          </w:tcPr>
          <w:p w14:paraId="2D711358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65FFDFA6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2433CFFD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06C8394F" w14:textId="77777777" w:rsidTr="008B4051">
        <w:trPr>
          <w:jc w:val="center"/>
        </w:trPr>
        <w:tc>
          <w:tcPr>
            <w:tcW w:w="3049" w:type="dxa"/>
            <w:vAlign w:val="center"/>
          </w:tcPr>
          <w:p w14:paraId="116DC5FA" w14:textId="4A4B3BA7" w:rsidR="001F44DD" w:rsidRPr="001F44DD" w:rsidRDefault="001F44DD" w:rsidP="001F44DD">
            <w:pPr>
              <w:pStyle w:val="aa"/>
              <w:rPr>
                <w:i/>
              </w:rPr>
            </w:pPr>
            <w:r>
              <w:rPr>
                <w:i/>
              </w:rPr>
              <w:t>Онкологический кабинет</w:t>
            </w:r>
          </w:p>
        </w:tc>
        <w:tc>
          <w:tcPr>
            <w:tcW w:w="3686" w:type="dxa"/>
            <w:vAlign w:val="center"/>
          </w:tcPr>
          <w:p w14:paraId="3B50B022" w14:textId="77777777" w:rsidR="001F44DD" w:rsidRDefault="001F44DD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2181D78E" w14:textId="77777777" w:rsidR="001F44DD" w:rsidRDefault="001F44DD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0D3715D7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154D95E0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5C7B71C3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2A1B501F" w14:textId="77777777" w:rsidTr="008B4051">
        <w:trPr>
          <w:jc w:val="center"/>
        </w:trPr>
        <w:tc>
          <w:tcPr>
            <w:tcW w:w="3049" w:type="dxa"/>
            <w:vAlign w:val="center"/>
          </w:tcPr>
          <w:p w14:paraId="3186CFFE" w14:textId="74DD70E7" w:rsidR="001F44DD" w:rsidRPr="001F44DD" w:rsidRDefault="001F44DD" w:rsidP="001F44DD">
            <w:pPr>
              <w:pStyle w:val="aa"/>
              <w:jc w:val="left"/>
            </w:pPr>
            <w:r>
              <w:t>20240062. Врач-онколог</w:t>
            </w:r>
          </w:p>
        </w:tc>
        <w:tc>
          <w:tcPr>
            <w:tcW w:w="3686" w:type="dxa"/>
            <w:vAlign w:val="center"/>
          </w:tcPr>
          <w:p w14:paraId="1BE5FE78" w14:textId="57FD686D" w:rsidR="001F44DD" w:rsidRDefault="001F44DD" w:rsidP="00DB70BA">
            <w:pPr>
              <w:pStyle w:val="aa"/>
            </w:pPr>
            <w:r>
              <w:t>Биологический: Вредные условия труда по биологическому фактору обусловлены спецификой трудовой деятельности, необходимо соблюдение режимов труда и отдыха, соблюдение периодичности медицинских осмотров, а также организовать выдачу специального питания (молока)</w:t>
            </w:r>
          </w:p>
        </w:tc>
        <w:tc>
          <w:tcPr>
            <w:tcW w:w="2835" w:type="dxa"/>
            <w:vAlign w:val="center"/>
          </w:tcPr>
          <w:p w14:paraId="61600819" w14:textId="2F9BF557" w:rsidR="001F44DD" w:rsidRDefault="001F44DD" w:rsidP="00DB70BA">
            <w:pPr>
              <w:pStyle w:val="aa"/>
            </w:pPr>
            <w:r>
              <w:t xml:space="preserve">Снижение вредного воздействия биологического фактора </w:t>
            </w:r>
          </w:p>
        </w:tc>
        <w:tc>
          <w:tcPr>
            <w:tcW w:w="1384" w:type="dxa"/>
            <w:vAlign w:val="center"/>
          </w:tcPr>
          <w:p w14:paraId="3C23A45D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3E65523C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5010A874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2BB73462" w14:textId="77777777" w:rsidTr="008B4051">
        <w:trPr>
          <w:jc w:val="center"/>
        </w:trPr>
        <w:tc>
          <w:tcPr>
            <w:tcW w:w="3049" w:type="dxa"/>
            <w:vAlign w:val="center"/>
          </w:tcPr>
          <w:p w14:paraId="43A689A3" w14:textId="2E615D2F" w:rsidR="001F44DD" w:rsidRPr="001F44DD" w:rsidRDefault="001F44DD" w:rsidP="001F44DD">
            <w:pPr>
              <w:pStyle w:val="aa"/>
              <w:rPr>
                <w:i/>
              </w:rPr>
            </w:pPr>
            <w:r>
              <w:rPr>
                <w:i/>
              </w:rPr>
              <w:t>Оториноларингологический кабинет</w:t>
            </w:r>
          </w:p>
        </w:tc>
        <w:tc>
          <w:tcPr>
            <w:tcW w:w="3686" w:type="dxa"/>
            <w:vAlign w:val="center"/>
          </w:tcPr>
          <w:p w14:paraId="66FB0FB9" w14:textId="77777777" w:rsidR="001F44DD" w:rsidRDefault="001F44DD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4897206C" w14:textId="77777777" w:rsidR="001F44DD" w:rsidRDefault="001F44DD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68C39E82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33A4C1CF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52AC0135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14314099" w14:textId="77777777" w:rsidTr="008B4051">
        <w:trPr>
          <w:jc w:val="center"/>
        </w:trPr>
        <w:tc>
          <w:tcPr>
            <w:tcW w:w="3049" w:type="dxa"/>
            <w:vAlign w:val="center"/>
          </w:tcPr>
          <w:p w14:paraId="69EA725C" w14:textId="4087F7B0" w:rsidR="001F44DD" w:rsidRPr="001F44DD" w:rsidRDefault="001F44DD" w:rsidP="001F44DD">
            <w:pPr>
              <w:pStyle w:val="aa"/>
              <w:jc w:val="left"/>
            </w:pPr>
            <w:r>
              <w:t>14570053. Врач-оториноларинголог</w:t>
            </w:r>
          </w:p>
        </w:tc>
        <w:tc>
          <w:tcPr>
            <w:tcW w:w="3686" w:type="dxa"/>
            <w:vAlign w:val="center"/>
          </w:tcPr>
          <w:p w14:paraId="6232266F" w14:textId="1DEE3FA2" w:rsidR="001F44DD" w:rsidRDefault="001F44DD" w:rsidP="00DB70BA">
            <w:pPr>
              <w:pStyle w:val="aa"/>
            </w:pPr>
            <w:r>
              <w:t>Биологический: Вредные условия труда по биологическому фактору обусловлены спецификой трудовой деятельности, необходимо соблюдение режимов труда и отдыха, соблюдение периодичности медицинских осмотров, а также организовать выдачу специального питания (молока)</w:t>
            </w:r>
          </w:p>
        </w:tc>
        <w:tc>
          <w:tcPr>
            <w:tcW w:w="2835" w:type="dxa"/>
            <w:vAlign w:val="center"/>
          </w:tcPr>
          <w:p w14:paraId="38F9698F" w14:textId="580BF621" w:rsidR="001F44DD" w:rsidRDefault="001F44DD" w:rsidP="00DB70BA">
            <w:pPr>
              <w:pStyle w:val="aa"/>
            </w:pPr>
            <w:r>
              <w:t xml:space="preserve">Снижение вредного воздействия биологического фактора </w:t>
            </w:r>
          </w:p>
        </w:tc>
        <w:tc>
          <w:tcPr>
            <w:tcW w:w="1384" w:type="dxa"/>
            <w:vAlign w:val="center"/>
          </w:tcPr>
          <w:p w14:paraId="535368BE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41E61A0A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3381C361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6FD4C992" w14:textId="77777777" w:rsidTr="008B4051">
        <w:trPr>
          <w:jc w:val="center"/>
        </w:trPr>
        <w:tc>
          <w:tcPr>
            <w:tcW w:w="3049" w:type="dxa"/>
            <w:vAlign w:val="center"/>
          </w:tcPr>
          <w:p w14:paraId="4407AAC6" w14:textId="5145E5A4" w:rsidR="001F44DD" w:rsidRPr="001F44DD" w:rsidRDefault="001F44DD" w:rsidP="001F44DD">
            <w:pPr>
              <w:pStyle w:val="aa"/>
              <w:rPr>
                <w:i/>
              </w:rPr>
            </w:pPr>
            <w:r>
              <w:rPr>
                <w:i/>
              </w:rPr>
              <w:t>Офтальмологический кабинет</w:t>
            </w:r>
          </w:p>
        </w:tc>
        <w:tc>
          <w:tcPr>
            <w:tcW w:w="3686" w:type="dxa"/>
            <w:vAlign w:val="center"/>
          </w:tcPr>
          <w:p w14:paraId="752F558D" w14:textId="77777777" w:rsidR="001F44DD" w:rsidRDefault="001F44DD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33F20A72" w14:textId="77777777" w:rsidR="001F44DD" w:rsidRDefault="001F44DD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67877394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5269EF7F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4515C935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4C7546A8" w14:textId="77777777" w:rsidTr="008B4051">
        <w:trPr>
          <w:jc w:val="center"/>
        </w:trPr>
        <w:tc>
          <w:tcPr>
            <w:tcW w:w="3049" w:type="dxa"/>
            <w:vAlign w:val="center"/>
          </w:tcPr>
          <w:p w14:paraId="3EEC7A5C" w14:textId="4A246FB3" w:rsidR="001F44DD" w:rsidRPr="001F44DD" w:rsidRDefault="001F44DD" w:rsidP="001F44DD">
            <w:pPr>
              <w:pStyle w:val="aa"/>
              <w:jc w:val="left"/>
            </w:pPr>
            <w:r>
              <w:t>14570044. Врач-офтальмолог</w:t>
            </w:r>
          </w:p>
        </w:tc>
        <w:tc>
          <w:tcPr>
            <w:tcW w:w="3686" w:type="dxa"/>
            <w:vAlign w:val="center"/>
          </w:tcPr>
          <w:p w14:paraId="111EF74A" w14:textId="4B236882" w:rsidR="001F44DD" w:rsidRDefault="001F44DD" w:rsidP="00DB70BA">
            <w:pPr>
              <w:pStyle w:val="aa"/>
            </w:pPr>
            <w:r>
              <w:t>Биологический: Вредные условия труда по биологическому фактору обусловлены спецификой трудовой деятельности, необходимо соблюдение режимов труда и отдыха, соблюдение периодичности медицинских осмотров, а также организовать выдачу специального питания (молока)</w:t>
            </w:r>
          </w:p>
        </w:tc>
        <w:tc>
          <w:tcPr>
            <w:tcW w:w="2835" w:type="dxa"/>
            <w:vAlign w:val="center"/>
          </w:tcPr>
          <w:p w14:paraId="6C017984" w14:textId="286D1DF7" w:rsidR="001F44DD" w:rsidRDefault="001F44DD" w:rsidP="00DB70BA">
            <w:pPr>
              <w:pStyle w:val="aa"/>
            </w:pPr>
            <w:r>
              <w:t xml:space="preserve">Снижение вредного воздействия биологического фактора </w:t>
            </w:r>
          </w:p>
        </w:tc>
        <w:tc>
          <w:tcPr>
            <w:tcW w:w="1384" w:type="dxa"/>
            <w:vAlign w:val="center"/>
          </w:tcPr>
          <w:p w14:paraId="0F9FC088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7EA9D361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541F365C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538E8D8D" w14:textId="77777777" w:rsidTr="008B4051">
        <w:trPr>
          <w:jc w:val="center"/>
        </w:trPr>
        <w:tc>
          <w:tcPr>
            <w:tcW w:w="3049" w:type="dxa"/>
            <w:vAlign w:val="center"/>
          </w:tcPr>
          <w:p w14:paraId="23B8C140" w14:textId="1ED941DA" w:rsidR="001F44DD" w:rsidRPr="001F44DD" w:rsidRDefault="001F44DD" w:rsidP="001F44DD">
            <w:pPr>
              <w:pStyle w:val="aa"/>
              <w:rPr>
                <w:i/>
              </w:rPr>
            </w:pPr>
            <w:r>
              <w:rPr>
                <w:i/>
              </w:rPr>
              <w:t xml:space="preserve">Офтальмологический кабинет </w:t>
            </w:r>
            <w:r>
              <w:rPr>
                <w:i/>
              </w:rPr>
              <w:lastRenderedPageBreak/>
              <w:t>(глаукомы)</w:t>
            </w:r>
          </w:p>
        </w:tc>
        <w:tc>
          <w:tcPr>
            <w:tcW w:w="3686" w:type="dxa"/>
            <w:vAlign w:val="center"/>
          </w:tcPr>
          <w:p w14:paraId="01DA6C9A" w14:textId="77777777" w:rsidR="001F44DD" w:rsidRDefault="001F44DD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3384F3D6" w14:textId="77777777" w:rsidR="001F44DD" w:rsidRDefault="001F44DD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0E8B32D0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0D29066B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79E7FAD4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631AFD7F" w14:textId="77777777" w:rsidTr="008B4051">
        <w:trPr>
          <w:jc w:val="center"/>
        </w:trPr>
        <w:tc>
          <w:tcPr>
            <w:tcW w:w="3049" w:type="dxa"/>
            <w:vAlign w:val="center"/>
          </w:tcPr>
          <w:p w14:paraId="7416B82E" w14:textId="1D7BD698" w:rsidR="001F44DD" w:rsidRPr="001F44DD" w:rsidRDefault="001F44DD" w:rsidP="001F44DD">
            <w:pPr>
              <w:pStyle w:val="aa"/>
              <w:jc w:val="left"/>
            </w:pPr>
            <w:r>
              <w:t>20240063. Врач-офтальмолог</w:t>
            </w:r>
          </w:p>
        </w:tc>
        <w:tc>
          <w:tcPr>
            <w:tcW w:w="3686" w:type="dxa"/>
            <w:vAlign w:val="center"/>
          </w:tcPr>
          <w:p w14:paraId="26A4B952" w14:textId="78099A36" w:rsidR="001F44DD" w:rsidRDefault="001F44DD" w:rsidP="00DB70BA">
            <w:pPr>
              <w:pStyle w:val="aa"/>
            </w:pPr>
            <w:r>
              <w:t>Биологический: Вредные условия труда по биологическому фактору обусловлены спецификой трудовой деятельности, необходимо соблюдение режимов труда и отдыха, соблюдение периодичности медицинских осмотров, а также организовать выдачу специального питания (молока)</w:t>
            </w:r>
          </w:p>
        </w:tc>
        <w:tc>
          <w:tcPr>
            <w:tcW w:w="2835" w:type="dxa"/>
            <w:vAlign w:val="center"/>
          </w:tcPr>
          <w:p w14:paraId="186634F7" w14:textId="236E11EA" w:rsidR="001F44DD" w:rsidRDefault="001F44DD" w:rsidP="00DB70BA">
            <w:pPr>
              <w:pStyle w:val="aa"/>
            </w:pPr>
            <w:r>
              <w:t xml:space="preserve">Снижение вредного воздействия биологического фактора </w:t>
            </w:r>
          </w:p>
        </w:tc>
        <w:tc>
          <w:tcPr>
            <w:tcW w:w="1384" w:type="dxa"/>
            <w:vAlign w:val="center"/>
          </w:tcPr>
          <w:p w14:paraId="240AA7B9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47D11C54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3C389E3A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5DD4AAEB" w14:textId="77777777" w:rsidTr="008B4051">
        <w:trPr>
          <w:jc w:val="center"/>
        </w:trPr>
        <w:tc>
          <w:tcPr>
            <w:tcW w:w="3049" w:type="dxa"/>
            <w:vAlign w:val="center"/>
          </w:tcPr>
          <w:p w14:paraId="67B35D5A" w14:textId="42ADD71B" w:rsidR="001F44DD" w:rsidRPr="001F44DD" w:rsidRDefault="001F44DD" w:rsidP="001F44DD">
            <w:pPr>
              <w:pStyle w:val="aa"/>
              <w:rPr>
                <w:i/>
              </w:rPr>
            </w:pPr>
            <w:r>
              <w:rPr>
                <w:i/>
              </w:rPr>
              <w:t>Офтальмологический кабинет (диабетической ретинопатии)</w:t>
            </w:r>
          </w:p>
        </w:tc>
        <w:tc>
          <w:tcPr>
            <w:tcW w:w="3686" w:type="dxa"/>
            <w:vAlign w:val="center"/>
          </w:tcPr>
          <w:p w14:paraId="67112A79" w14:textId="77777777" w:rsidR="001F44DD" w:rsidRDefault="001F44DD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18974990" w14:textId="77777777" w:rsidR="001F44DD" w:rsidRDefault="001F44DD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7EEDD879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05969EE2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7E5A0091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04CD43EC" w14:textId="77777777" w:rsidTr="008B4051">
        <w:trPr>
          <w:jc w:val="center"/>
        </w:trPr>
        <w:tc>
          <w:tcPr>
            <w:tcW w:w="3049" w:type="dxa"/>
            <w:vAlign w:val="center"/>
          </w:tcPr>
          <w:p w14:paraId="768F4AD5" w14:textId="51B35939" w:rsidR="001F44DD" w:rsidRPr="001F44DD" w:rsidRDefault="001F44DD" w:rsidP="001F44DD">
            <w:pPr>
              <w:pStyle w:val="aa"/>
              <w:jc w:val="left"/>
            </w:pPr>
            <w:r>
              <w:t>14570049. Врач-офтальмолог</w:t>
            </w:r>
          </w:p>
        </w:tc>
        <w:tc>
          <w:tcPr>
            <w:tcW w:w="3686" w:type="dxa"/>
            <w:vAlign w:val="center"/>
          </w:tcPr>
          <w:p w14:paraId="7236D6DF" w14:textId="16E88324" w:rsidR="001F44DD" w:rsidRDefault="001F44DD" w:rsidP="00DB70BA">
            <w:pPr>
              <w:pStyle w:val="aa"/>
            </w:pPr>
            <w:r>
              <w:t>Биологический: Вредные условия труда по биологическому фактору обусловлены спецификой трудовой деятельности, необходимо соблюдение режимов труда и отдыха, соблюдение периодичности медицинских осмотров, а также организовать выдачу специального питания (молока)</w:t>
            </w:r>
          </w:p>
        </w:tc>
        <w:tc>
          <w:tcPr>
            <w:tcW w:w="2835" w:type="dxa"/>
            <w:vAlign w:val="center"/>
          </w:tcPr>
          <w:p w14:paraId="3CDE0ED7" w14:textId="70FBCC19" w:rsidR="001F44DD" w:rsidRDefault="001F44DD" w:rsidP="00DB70BA">
            <w:pPr>
              <w:pStyle w:val="aa"/>
            </w:pPr>
            <w:r>
              <w:t xml:space="preserve">Снижение вредного воздействия биологического фактора </w:t>
            </w:r>
          </w:p>
        </w:tc>
        <w:tc>
          <w:tcPr>
            <w:tcW w:w="1384" w:type="dxa"/>
            <w:vAlign w:val="center"/>
          </w:tcPr>
          <w:p w14:paraId="2DEC2240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56EACA6A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08642432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234272B0" w14:textId="77777777" w:rsidTr="008B4051">
        <w:trPr>
          <w:jc w:val="center"/>
        </w:trPr>
        <w:tc>
          <w:tcPr>
            <w:tcW w:w="3049" w:type="dxa"/>
            <w:vAlign w:val="center"/>
          </w:tcPr>
          <w:p w14:paraId="3BC64E80" w14:textId="4736A14E" w:rsidR="001F44DD" w:rsidRPr="001F44DD" w:rsidRDefault="001F44DD" w:rsidP="001F44DD">
            <w:pPr>
              <w:pStyle w:val="aa"/>
              <w:rPr>
                <w:i/>
              </w:rPr>
            </w:pPr>
            <w:r>
              <w:rPr>
                <w:i/>
              </w:rPr>
              <w:t>Офтальмологический кабинет (травмы глаза)</w:t>
            </w:r>
          </w:p>
        </w:tc>
        <w:tc>
          <w:tcPr>
            <w:tcW w:w="3686" w:type="dxa"/>
            <w:vAlign w:val="center"/>
          </w:tcPr>
          <w:p w14:paraId="41BE57D2" w14:textId="77777777" w:rsidR="001F44DD" w:rsidRDefault="001F44DD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3E3BEC87" w14:textId="77777777" w:rsidR="001F44DD" w:rsidRDefault="001F44DD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1BEDDDB2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0F5EC9A9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426B239F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07DA57B7" w14:textId="77777777" w:rsidTr="008B4051">
        <w:trPr>
          <w:jc w:val="center"/>
        </w:trPr>
        <w:tc>
          <w:tcPr>
            <w:tcW w:w="3049" w:type="dxa"/>
            <w:vAlign w:val="center"/>
          </w:tcPr>
          <w:p w14:paraId="26BD0B8C" w14:textId="5E63C55F" w:rsidR="001F44DD" w:rsidRPr="001F44DD" w:rsidRDefault="001F44DD" w:rsidP="001F44DD">
            <w:pPr>
              <w:pStyle w:val="aa"/>
              <w:jc w:val="left"/>
            </w:pPr>
            <w:r>
              <w:t>14570043. Врач-офтальмолог</w:t>
            </w:r>
          </w:p>
        </w:tc>
        <w:tc>
          <w:tcPr>
            <w:tcW w:w="3686" w:type="dxa"/>
            <w:vAlign w:val="center"/>
          </w:tcPr>
          <w:p w14:paraId="3D70C47D" w14:textId="392FB70A" w:rsidR="001F44DD" w:rsidRDefault="001F44DD" w:rsidP="00DB70BA">
            <w:pPr>
              <w:pStyle w:val="aa"/>
            </w:pPr>
            <w:r>
              <w:t>Биологический: Вредные условия труда по биологическому фактору обусловлены спецификой трудовой деятельности, необходимо соблюдение режимов труда и отдыха, соблюдение периодичности медицинских осмотров, а также организовать выдачу специального питания (молока)</w:t>
            </w:r>
          </w:p>
        </w:tc>
        <w:tc>
          <w:tcPr>
            <w:tcW w:w="2835" w:type="dxa"/>
            <w:vAlign w:val="center"/>
          </w:tcPr>
          <w:p w14:paraId="2A2EC5F4" w14:textId="768DD691" w:rsidR="001F44DD" w:rsidRDefault="001F44DD" w:rsidP="00DB70BA">
            <w:pPr>
              <w:pStyle w:val="aa"/>
            </w:pPr>
            <w:r>
              <w:t xml:space="preserve">Снижение вредного воздействия биологического фактора </w:t>
            </w:r>
          </w:p>
        </w:tc>
        <w:tc>
          <w:tcPr>
            <w:tcW w:w="1384" w:type="dxa"/>
            <w:vAlign w:val="center"/>
          </w:tcPr>
          <w:p w14:paraId="5F6CF39C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71CA9CEF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04F360EF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3572C2C5" w14:textId="77777777" w:rsidTr="008B4051">
        <w:trPr>
          <w:jc w:val="center"/>
        </w:trPr>
        <w:tc>
          <w:tcPr>
            <w:tcW w:w="3049" w:type="dxa"/>
            <w:vAlign w:val="center"/>
          </w:tcPr>
          <w:p w14:paraId="3C2761FE" w14:textId="0EA6D9B5" w:rsidR="001F44DD" w:rsidRPr="001F44DD" w:rsidRDefault="001F44DD" w:rsidP="001F44DD">
            <w:pPr>
              <w:pStyle w:val="aa"/>
              <w:rPr>
                <w:i/>
              </w:rPr>
            </w:pPr>
            <w:r>
              <w:rPr>
                <w:i/>
              </w:rPr>
              <w:t>Психотерапевтический кабинет</w:t>
            </w:r>
          </w:p>
        </w:tc>
        <w:tc>
          <w:tcPr>
            <w:tcW w:w="3686" w:type="dxa"/>
            <w:vAlign w:val="center"/>
          </w:tcPr>
          <w:p w14:paraId="4DE71F2B" w14:textId="77777777" w:rsidR="001F44DD" w:rsidRDefault="001F44DD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36A3A2EB" w14:textId="77777777" w:rsidR="001F44DD" w:rsidRDefault="001F44DD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3EADD33C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2D8D71AD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264EBB43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4B61B981" w14:textId="77777777" w:rsidTr="008B4051">
        <w:trPr>
          <w:jc w:val="center"/>
        </w:trPr>
        <w:tc>
          <w:tcPr>
            <w:tcW w:w="3049" w:type="dxa"/>
            <w:vAlign w:val="center"/>
          </w:tcPr>
          <w:p w14:paraId="12FB8E60" w14:textId="7F1677C8" w:rsidR="001F44DD" w:rsidRPr="001F44DD" w:rsidRDefault="001F44DD" w:rsidP="001F44DD">
            <w:pPr>
              <w:pStyle w:val="aa"/>
              <w:jc w:val="left"/>
            </w:pPr>
            <w:r>
              <w:t>14570045. Врач-психотерапевт</w:t>
            </w:r>
          </w:p>
        </w:tc>
        <w:tc>
          <w:tcPr>
            <w:tcW w:w="3686" w:type="dxa"/>
            <w:vAlign w:val="center"/>
          </w:tcPr>
          <w:p w14:paraId="5791A9CD" w14:textId="00BF6031" w:rsidR="001F44DD" w:rsidRDefault="001F44DD" w:rsidP="00DB70BA">
            <w:pPr>
              <w:pStyle w:val="aa"/>
            </w:pPr>
            <w:r>
              <w:t>Биологический: Вредные условия труда по биологическому фактору обусловлены спецификой трудовой деятельности, необходимо соблюдение режимов труда и отдыха, соблюдение периодичности медицинских осмотров, а также организовать выдачу специального питания (молока)</w:t>
            </w:r>
          </w:p>
        </w:tc>
        <w:tc>
          <w:tcPr>
            <w:tcW w:w="2835" w:type="dxa"/>
            <w:vAlign w:val="center"/>
          </w:tcPr>
          <w:p w14:paraId="0A2C0EC5" w14:textId="48D9ED99" w:rsidR="001F44DD" w:rsidRDefault="001F44DD" w:rsidP="00DB70BA">
            <w:pPr>
              <w:pStyle w:val="aa"/>
            </w:pPr>
            <w:r>
              <w:t xml:space="preserve">Снижение вредного воздействия биологического фактора </w:t>
            </w:r>
          </w:p>
        </w:tc>
        <w:tc>
          <w:tcPr>
            <w:tcW w:w="1384" w:type="dxa"/>
            <w:vAlign w:val="center"/>
          </w:tcPr>
          <w:p w14:paraId="573F4141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30B74277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017D9FA2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48D00D24" w14:textId="77777777" w:rsidTr="008B4051">
        <w:trPr>
          <w:jc w:val="center"/>
        </w:trPr>
        <w:tc>
          <w:tcPr>
            <w:tcW w:w="3049" w:type="dxa"/>
            <w:vAlign w:val="center"/>
          </w:tcPr>
          <w:p w14:paraId="7890280C" w14:textId="70950B05" w:rsidR="001F44DD" w:rsidRPr="001F44DD" w:rsidRDefault="001F44DD" w:rsidP="001F44DD">
            <w:pPr>
              <w:pStyle w:val="aa"/>
              <w:rPr>
                <w:i/>
              </w:rPr>
            </w:pPr>
            <w:r>
              <w:rPr>
                <w:i/>
              </w:rPr>
              <w:t>Пульмонологический кабинет</w:t>
            </w:r>
          </w:p>
        </w:tc>
        <w:tc>
          <w:tcPr>
            <w:tcW w:w="3686" w:type="dxa"/>
            <w:vAlign w:val="center"/>
          </w:tcPr>
          <w:p w14:paraId="4D5D5217" w14:textId="77777777" w:rsidR="001F44DD" w:rsidRDefault="001F44DD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10230E68" w14:textId="77777777" w:rsidR="001F44DD" w:rsidRDefault="001F44DD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2BEC5B4A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2576DF81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5C69257D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00D31B6C" w14:textId="77777777" w:rsidTr="008B4051">
        <w:trPr>
          <w:jc w:val="center"/>
        </w:trPr>
        <w:tc>
          <w:tcPr>
            <w:tcW w:w="3049" w:type="dxa"/>
            <w:vAlign w:val="center"/>
          </w:tcPr>
          <w:p w14:paraId="34334AB9" w14:textId="3DCFAF50" w:rsidR="001F44DD" w:rsidRPr="001F44DD" w:rsidRDefault="001F44DD" w:rsidP="001F44DD">
            <w:pPr>
              <w:pStyle w:val="aa"/>
              <w:jc w:val="left"/>
            </w:pPr>
            <w:r>
              <w:t>14570065. Врач-пульмонолог</w:t>
            </w:r>
          </w:p>
        </w:tc>
        <w:tc>
          <w:tcPr>
            <w:tcW w:w="3686" w:type="dxa"/>
            <w:vAlign w:val="center"/>
          </w:tcPr>
          <w:p w14:paraId="2EC6719A" w14:textId="101741BD" w:rsidR="001F44DD" w:rsidRDefault="001F44DD" w:rsidP="00DB70BA">
            <w:pPr>
              <w:pStyle w:val="aa"/>
            </w:pPr>
            <w:r>
              <w:t xml:space="preserve">Биологический: Вредные условия труда по биологическому фактору обусловлены спецификой трудовой деятельности, необходимо соблюдение режимов труда </w:t>
            </w:r>
            <w:r>
              <w:lastRenderedPageBreak/>
              <w:t>и отдыха, соблюдение периодичности медицинских осмотров, а также организовать выдачу специального питания (молока)</w:t>
            </w:r>
          </w:p>
        </w:tc>
        <w:tc>
          <w:tcPr>
            <w:tcW w:w="2835" w:type="dxa"/>
            <w:vAlign w:val="center"/>
          </w:tcPr>
          <w:p w14:paraId="0E00E4FC" w14:textId="6741A9E1" w:rsidR="001F44DD" w:rsidRDefault="001F44DD" w:rsidP="00DB70BA">
            <w:pPr>
              <w:pStyle w:val="aa"/>
            </w:pPr>
            <w:r>
              <w:lastRenderedPageBreak/>
              <w:t xml:space="preserve">Снижение вредного воздействия биологического фактора </w:t>
            </w:r>
          </w:p>
        </w:tc>
        <w:tc>
          <w:tcPr>
            <w:tcW w:w="1384" w:type="dxa"/>
            <w:vAlign w:val="center"/>
          </w:tcPr>
          <w:p w14:paraId="535D4853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3CAC7B82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400AFE85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514E70B0" w14:textId="77777777" w:rsidTr="008B4051">
        <w:trPr>
          <w:jc w:val="center"/>
        </w:trPr>
        <w:tc>
          <w:tcPr>
            <w:tcW w:w="3049" w:type="dxa"/>
            <w:vAlign w:val="center"/>
          </w:tcPr>
          <w:p w14:paraId="23AD275C" w14:textId="4945EAC0" w:rsidR="001F44DD" w:rsidRPr="001F44DD" w:rsidRDefault="001F44DD" w:rsidP="001F44DD">
            <w:pPr>
              <w:pStyle w:val="aa"/>
              <w:rPr>
                <w:i/>
              </w:rPr>
            </w:pPr>
            <w:r>
              <w:rPr>
                <w:i/>
              </w:rPr>
              <w:t>Хирургический кабинет</w:t>
            </w:r>
          </w:p>
        </w:tc>
        <w:tc>
          <w:tcPr>
            <w:tcW w:w="3686" w:type="dxa"/>
            <w:vAlign w:val="center"/>
          </w:tcPr>
          <w:p w14:paraId="44CBAF3E" w14:textId="77777777" w:rsidR="001F44DD" w:rsidRDefault="001F44DD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550EB5F0" w14:textId="77777777" w:rsidR="001F44DD" w:rsidRDefault="001F44DD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30669EEA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6BEB51F8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3DB48491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483BD27A" w14:textId="77777777" w:rsidTr="008B4051">
        <w:trPr>
          <w:jc w:val="center"/>
        </w:trPr>
        <w:tc>
          <w:tcPr>
            <w:tcW w:w="3049" w:type="dxa"/>
            <w:vAlign w:val="center"/>
          </w:tcPr>
          <w:p w14:paraId="021C8BBC" w14:textId="3A067E5E" w:rsidR="001F44DD" w:rsidRPr="001F44DD" w:rsidRDefault="001F44DD" w:rsidP="001F44DD">
            <w:pPr>
              <w:pStyle w:val="aa"/>
              <w:jc w:val="left"/>
            </w:pPr>
            <w:r>
              <w:t>14570060. Врач-хирург</w:t>
            </w:r>
          </w:p>
        </w:tc>
        <w:tc>
          <w:tcPr>
            <w:tcW w:w="3686" w:type="dxa"/>
            <w:vAlign w:val="center"/>
          </w:tcPr>
          <w:p w14:paraId="1C295DF3" w14:textId="4F27417F" w:rsidR="001F44DD" w:rsidRDefault="001F44DD" w:rsidP="00DB70BA">
            <w:pPr>
              <w:pStyle w:val="aa"/>
            </w:pPr>
            <w:r>
              <w:t>Биологический: Вредные условия труда по биологическому фактору обусловлены спецификой трудовой деятельности, необходимо соблюдение режимов труда и отдыха, соблюдение периодичности медицинских осмотров, а также организовать выдачу специального питания (молока)</w:t>
            </w:r>
          </w:p>
        </w:tc>
        <w:tc>
          <w:tcPr>
            <w:tcW w:w="2835" w:type="dxa"/>
            <w:vAlign w:val="center"/>
          </w:tcPr>
          <w:p w14:paraId="7A060506" w14:textId="300881AD" w:rsidR="001F44DD" w:rsidRDefault="001F44DD" w:rsidP="00DB70BA">
            <w:pPr>
              <w:pStyle w:val="aa"/>
            </w:pPr>
            <w:r>
              <w:t xml:space="preserve">Снижение вредного воздействия биологического фактора </w:t>
            </w:r>
          </w:p>
        </w:tc>
        <w:tc>
          <w:tcPr>
            <w:tcW w:w="1384" w:type="dxa"/>
            <w:vAlign w:val="center"/>
          </w:tcPr>
          <w:p w14:paraId="53FBAE8A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7963CB9B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0486F398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13D17749" w14:textId="77777777" w:rsidTr="008B4051">
        <w:trPr>
          <w:jc w:val="center"/>
        </w:trPr>
        <w:tc>
          <w:tcPr>
            <w:tcW w:w="3049" w:type="dxa"/>
            <w:vAlign w:val="center"/>
          </w:tcPr>
          <w:p w14:paraId="7F0BCEE2" w14:textId="65D9D494" w:rsidR="001F44DD" w:rsidRPr="001F44DD" w:rsidRDefault="001F44DD" w:rsidP="001F44DD">
            <w:pPr>
              <w:pStyle w:val="aa"/>
              <w:rPr>
                <w:i/>
              </w:rPr>
            </w:pPr>
            <w:r>
              <w:rPr>
                <w:i/>
              </w:rPr>
              <w:t>Диагностическое отделение</w:t>
            </w:r>
          </w:p>
        </w:tc>
        <w:tc>
          <w:tcPr>
            <w:tcW w:w="3686" w:type="dxa"/>
            <w:vAlign w:val="center"/>
          </w:tcPr>
          <w:p w14:paraId="030CB428" w14:textId="77777777" w:rsidR="001F44DD" w:rsidRDefault="001F44DD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19682658" w14:textId="77777777" w:rsidR="001F44DD" w:rsidRDefault="001F44DD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4B93C035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7E41919C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347BFE24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3B2E606A" w14:textId="77777777" w:rsidTr="008B4051">
        <w:trPr>
          <w:jc w:val="center"/>
        </w:trPr>
        <w:tc>
          <w:tcPr>
            <w:tcW w:w="3049" w:type="dxa"/>
            <w:vAlign w:val="center"/>
          </w:tcPr>
          <w:p w14:paraId="6F6BC787" w14:textId="7D35A602" w:rsidR="001F44DD" w:rsidRPr="001F44DD" w:rsidRDefault="001F44DD" w:rsidP="001F44DD">
            <w:pPr>
              <w:pStyle w:val="aa"/>
              <w:rPr>
                <w:i/>
              </w:rPr>
            </w:pPr>
            <w:r>
              <w:rPr>
                <w:i/>
              </w:rPr>
              <w:t>Кабинет функциональной диагностики</w:t>
            </w:r>
          </w:p>
        </w:tc>
        <w:tc>
          <w:tcPr>
            <w:tcW w:w="3686" w:type="dxa"/>
            <w:vAlign w:val="center"/>
          </w:tcPr>
          <w:p w14:paraId="14D28B1E" w14:textId="77777777" w:rsidR="001F44DD" w:rsidRDefault="001F44DD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6C2FC826" w14:textId="77777777" w:rsidR="001F44DD" w:rsidRDefault="001F44DD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001E5A3C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27787029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5273AFDC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0AB2A57A" w14:textId="77777777" w:rsidTr="008B4051">
        <w:trPr>
          <w:jc w:val="center"/>
        </w:trPr>
        <w:tc>
          <w:tcPr>
            <w:tcW w:w="3049" w:type="dxa"/>
            <w:vAlign w:val="center"/>
          </w:tcPr>
          <w:p w14:paraId="3361DDB2" w14:textId="0282E409" w:rsidR="001F44DD" w:rsidRPr="001F44DD" w:rsidRDefault="001F44DD" w:rsidP="001F44DD">
            <w:pPr>
              <w:pStyle w:val="aa"/>
              <w:jc w:val="left"/>
            </w:pPr>
            <w:r>
              <w:t>14570087. Врач функциональной диагностики</w:t>
            </w:r>
          </w:p>
        </w:tc>
        <w:tc>
          <w:tcPr>
            <w:tcW w:w="3686" w:type="dxa"/>
            <w:vAlign w:val="center"/>
          </w:tcPr>
          <w:p w14:paraId="4C82D379" w14:textId="3978AFD7" w:rsidR="001F44DD" w:rsidRDefault="001F44DD" w:rsidP="00DB70BA">
            <w:pPr>
              <w:pStyle w:val="aa"/>
            </w:pPr>
            <w:r>
              <w:t>Биологический: Вредные условия труда по биологическому фактору обусловлены спецификой трудовой деятельности, необходимо соблюдение режимов труда и отдыха, соблюдение периодичности медицинских осмотров, а также организовать выдачу специального питания (молока)</w:t>
            </w:r>
          </w:p>
        </w:tc>
        <w:tc>
          <w:tcPr>
            <w:tcW w:w="2835" w:type="dxa"/>
            <w:vAlign w:val="center"/>
          </w:tcPr>
          <w:p w14:paraId="51F7B2AE" w14:textId="65FEAAF0" w:rsidR="001F44DD" w:rsidRDefault="001F44DD" w:rsidP="00DB70BA">
            <w:pPr>
              <w:pStyle w:val="aa"/>
            </w:pPr>
            <w:r>
              <w:t xml:space="preserve">Снижение вредного воздействия биологического фактора </w:t>
            </w:r>
          </w:p>
        </w:tc>
        <w:tc>
          <w:tcPr>
            <w:tcW w:w="1384" w:type="dxa"/>
            <w:vAlign w:val="center"/>
          </w:tcPr>
          <w:p w14:paraId="268EA25E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48F7ABDE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60893492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1C02E9C6" w14:textId="77777777" w:rsidTr="008B4051">
        <w:trPr>
          <w:jc w:val="center"/>
        </w:trPr>
        <w:tc>
          <w:tcPr>
            <w:tcW w:w="3049" w:type="dxa"/>
            <w:vAlign w:val="center"/>
          </w:tcPr>
          <w:p w14:paraId="0341447B" w14:textId="36CF01A2" w:rsidR="001F44DD" w:rsidRPr="001F44DD" w:rsidRDefault="001F44DD" w:rsidP="001F44DD">
            <w:pPr>
              <w:pStyle w:val="aa"/>
              <w:jc w:val="left"/>
            </w:pPr>
            <w:r>
              <w:t>14570089. Медицинская сестра (медицинский брат)</w:t>
            </w:r>
          </w:p>
        </w:tc>
        <w:tc>
          <w:tcPr>
            <w:tcW w:w="3686" w:type="dxa"/>
            <w:vAlign w:val="center"/>
          </w:tcPr>
          <w:p w14:paraId="79ECC359" w14:textId="160A7C94" w:rsidR="001F44DD" w:rsidRDefault="001F44DD" w:rsidP="00DB70BA">
            <w:pPr>
              <w:pStyle w:val="aa"/>
            </w:pPr>
            <w:r>
              <w:t>Биологический: Вредные условия труда по биологическому фактору обусловлены спецификой трудовой деятельности, необходимо соблюдение режимов труда и отдыха, соблюдение периодичности медицинских осмотров, а также организовать выдачу специального питания (молока)</w:t>
            </w:r>
          </w:p>
        </w:tc>
        <w:tc>
          <w:tcPr>
            <w:tcW w:w="2835" w:type="dxa"/>
            <w:vAlign w:val="center"/>
          </w:tcPr>
          <w:p w14:paraId="0B0F3508" w14:textId="2B59FA21" w:rsidR="001F44DD" w:rsidRDefault="001F44DD" w:rsidP="00DB70BA">
            <w:pPr>
              <w:pStyle w:val="aa"/>
            </w:pPr>
            <w:r>
              <w:t xml:space="preserve">Снижение вредного воздействия биологического фактора </w:t>
            </w:r>
          </w:p>
        </w:tc>
        <w:tc>
          <w:tcPr>
            <w:tcW w:w="1384" w:type="dxa"/>
            <w:vAlign w:val="center"/>
          </w:tcPr>
          <w:p w14:paraId="61723C83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768847CD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653777FC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646C1D37" w14:textId="77777777" w:rsidTr="008B4051">
        <w:trPr>
          <w:jc w:val="center"/>
        </w:trPr>
        <w:tc>
          <w:tcPr>
            <w:tcW w:w="3049" w:type="dxa"/>
            <w:vAlign w:val="center"/>
          </w:tcPr>
          <w:p w14:paraId="240EF444" w14:textId="22A9B0B5" w:rsidR="001F44DD" w:rsidRPr="001F44DD" w:rsidRDefault="001F44DD" w:rsidP="001F44DD">
            <w:pPr>
              <w:pStyle w:val="aa"/>
              <w:rPr>
                <w:i/>
              </w:rPr>
            </w:pPr>
            <w:r>
              <w:rPr>
                <w:i/>
              </w:rPr>
              <w:t>Кабинет ультразвуковой диагностики</w:t>
            </w:r>
          </w:p>
        </w:tc>
        <w:tc>
          <w:tcPr>
            <w:tcW w:w="3686" w:type="dxa"/>
            <w:vAlign w:val="center"/>
          </w:tcPr>
          <w:p w14:paraId="6CBDADA4" w14:textId="77777777" w:rsidR="001F44DD" w:rsidRDefault="001F44DD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43BB5DB8" w14:textId="77777777" w:rsidR="001F44DD" w:rsidRDefault="001F44DD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0607407A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5F41399F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644C7688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144766AF" w14:textId="77777777" w:rsidTr="008B4051">
        <w:trPr>
          <w:jc w:val="center"/>
        </w:trPr>
        <w:tc>
          <w:tcPr>
            <w:tcW w:w="3049" w:type="dxa"/>
            <w:vAlign w:val="center"/>
          </w:tcPr>
          <w:p w14:paraId="3E766055" w14:textId="123AFD00" w:rsidR="001F44DD" w:rsidRPr="001F44DD" w:rsidRDefault="001F44DD" w:rsidP="001F44DD">
            <w:pPr>
              <w:pStyle w:val="aa"/>
              <w:jc w:val="left"/>
            </w:pPr>
            <w:r>
              <w:t>145700091. Врач ультразвуковой диагностики</w:t>
            </w:r>
          </w:p>
        </w:tc>
        <w:tc>
          <w:tcPr>
            <w:tcW w:w="3686" w:type="dxa"/>
            <w:vAlign w:val="center"/>
          </w:tcPr>
          <w:p w14:paraId="5E5A65A2" w14:textId="7456043C" w:rsidR="001F44DD" w:rsidRDefault="001F44DD" w:rsidP="00DB70BA">
            <w:pPr>
              <w:pStyle w:val="aa"/>
            </w:pPr>
            <w:r>
              <w:t>Биологический: Вредные условия труда по биологическому фактору обусловлены спецификой трудовой деятельности, необходимо соблюдение режимов труда и отдыха, соблюдение периодичности медицинских осмотров, а также организовать выдачу специального питания (молока)</w:t>
            </w:r>
          </w:p>
        </w:tc>
        <w:tc>
          <w:tcPr>
            <w:tcW w:w="2835" w:type="dxa"/>
            <w:vAlign w:val="center"/>
          </w:tcPr>
          <w:p w14:paraId="4CF9E000" w14:textId="22ED7034" w:rsidR="001F44DD" w:rsidRDefault="001F44DD" w:rsidP="00DB70BA">
            <w:pPr>
              <w:pStyle w:val="aa"/>
            </w:pPr>
            <w:r>
              <w:t xml:space="preserve">Снижение вредного воздействия биологического фактора </w:t>
            </w:r>
          </w:p>
        </w:tc>
        <w:tc>
          <w:tcPr>
            <w:tcW w:w="1384" w:type="dxa"/>
            <w:vAlign w:val="center"/>
          </w:tcPr>
          <w:p w14:paraId="29134C46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6461DEF6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19B372CA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042E6727" w14:textId="77777777" w:rsidTr="008B4051">
        <w:trPr>
          <w:jc w:val="center"/>
        </w:trPr>
        <w:tc>
          <w:tcPr>
            <w:tcW w:w="3049" w:type="dxa"/>
            <w:vAlign w:val="center"/>
          </w:tcPr>
          <w:p w14:paraId="6F351167" w14:textId="0337FD77" w:rsidR="001F44DD" w:rsidRPr="001F44DD" w:rsidRDefault="001F44DD" w:rsidP="001F44DD">
            <w:pPr>
              <w:pStyle w:val="aa"/>
              <w:jc w:val="left"/>
            </w:pPr>
            <w:r>
              <w:t xml:space="preserve">145700094. Медицинская сестра </w:t>
            </w:r>
            <w:r>
              <w:lastRenderedPageBreak/>
              <w:t>(медицинский брат)</w:t>
            </w:r>
          </w:p>
        </w:tc>
        <w:tc>
          <w:tcPr>
            <w:tcW w:w="3686" w:type="dxa"/>
            <w:vAlign w:val="center"/>
          </w:tcPr>
          <w:p w14:paraId="61E99846" w14:textId="1EFFA97B" w:rsidR="001F44DD" w:rsidRDefault="001F44DD" w:rsidP="00DB70BA">
            <w:pPr>
              <w:pStyle w:val="aa"/>
            </w:pPr>
            <w:r>
              <w:lastRenderedPageBreak/>
              <w:t xml:space="preserve">Биологический: Вредные условия труда </w:t>
            </w:r>
            <w:r>
              <w:lastRenderedPageBreak/>
              <w:t>по биологическому фактору обусловлены спецификой трудовой деятельности, необходимо соблюдение режимов труда и отдыха, соблюдение периодичности медицинских осмотров, а также организовать выдачу специального питания (молока)</w:t>
            </w:r>
          </w:p>
        </w:tc>
        <w:tc>
          <w:tcPr>
            <w:tcW w:w="2835" w:type="dxa"/>
            <w:vAlign w:val="center"/>
          </w:tcPr>
          <w:p w14:paraId="59839902" w14:textId="51158E47" w:rsidR="001F44DD" w:rsidRDefault="001F44DD" w:rsidP="00DB70BA">
            <w:pPr>
              <w:pStyle w:val="aa"/>
            </w:pPr>
            <w:r>
              <w:lastRenderedPageBreak/>
              <w:t>Снижение вредного воздей</w:t>
            </w:r>
            <w:r>
              <w:lastRenderedPageBreak/>
              <w:t xml:space="preserve">ствия биологического фактора </w:t>
            </w:r>
          </w:p>
        </w:tc>
        <w:tc>
          <w:tcPr>
            <w:tcW w:w="1384" w:type="dxa"/>
            <w:vAlign w:val="center"/>
          </w:tcPr>
          <w:p w14:paraId="2891CAED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7C22C0D5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5C4CAA4E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0A82FD5C" w14:textId="77777777" w:rsidTr="008B4051">
        <w:trPr>
          <w:jc w:val="center"/>
        </w:trPr>
        <w:tc>
          <w:tcPr>
            <w:tcW w:w="3049" w:type="dxa"/>
            <w:vAlign w:val="center"/>
          </w:tcPr>
          <w:p w14:paraId="290766AB" w14:textId="5E3E6599" w:rsidR="001F44DD" w:rsidRPr="001F44DD" w:rsidRDefault="001F44DD" w:rsidP="001F44DD">
            <w:pPr>
              <w:pStyle w:val="aa"/>
              <w:rPr>
                <w:i/>
              </w:rPr>
            </w:pPr>
            <w:r>
              <w:rPr>
                <w:i/>
              </w:rPr>
              <w:t>Процедурный кабинет</w:t>
            </w:r>
          </w:p>
        </w:tc>
        <w:tc>
          <w:tcPr>
            <w:tcW w:w="3686" w:type="dxa"/>
            <w:vAlign w:val="center"/>
          </w:tcPr>
          <w:p w14:paraId="1BFA7B60" w14:textId="77777777" w:rsidR="001F44DD" w:rsidRDefault="001F44DD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735BCFC3" w14:textId="77777777" w:rsidR="001F44DD" w:rsidRDefault="001F44DD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243E6D65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09F7716B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74C6D269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1DD87858" w14:textId="77777777" w:rsidTr="008B4051">
        <w:trPr>
          <w:jc w:val="center"/>
        </w:trPr>
        <w:tc>
          <w:tcPr>
            <w:tcW w:w="3049" w:type="dxa"/>
            <w:vAlign w:val="center"/>
          </w:tcPr>
          <w:p w14:paraId="7341CFA7" w14:textId="148D905A" w:rsidR="001F44DD" w:rsidRPr="001F44DD" w:rsidRDefault="001F44DD" w:rsidP="001F44DD">
            <w:pPr>
              <w:pStyle w:val="aa"/>
              <w:jc w:val="left"/>
            </w:pPr>
            <w:r>
              <w:t>14570095. Медицинская сестра процедурной</w:t>
            </w:r>
          </w:p>
        </w:tc>
        <w:tc>
          <w:tcPr>
            <w:tcW w:w="3686" w:type="dxa"/>
            <w:vAlign w:val="center"/>
          </w:tcPr>
          <w:p w14:paraId="3EC832C1" w14:textId="6FD90AE0" w:rsidR="001F44DD" w:rsidRDefault="001F44DD" w:rsidP="00DB70BA">
            <w:pPr>
              <w:pStyle w:val="aa"/>
            </w:pPr>
            <w:r>
              <w:t>Биологический: Вредные условия труда по биологическому фактору обусловлены спецификой трудовой деятельности, необходимо соблюдение режимов труда и отдыха, соблюдение периодичности медицинских осмотров, а также организовать выдачу специального питания (молока)</w:t>
            </w:r>
          </w:p>
        </w:tc>
        <w:tc>
          <w:tcPr>
            <w:tcW w:w="2835" w:type="dxa"/>
            <w:vAlign w:val="center"/>
          </w:tcPr>
          <w:p w14:paraId="214FDDF9" w14:textId="74831D65" w:rsidR="001F44DD" w:rsidRDefault="001F44DD" w:rsidP="00DB70BA">
            <w:pPr>
              <w:pStyle w:val="aa"/>
            </w:pPr>
            <w:r>
              <w:t xml:space="preserve">Снижение вредного воздействия биологического фактора </w:t>
            </w:r>
          </w:p>
        </w:tc>
        <w:tc>
          <w:tcPr>
            <w:tcW w:w="1384" w:type="dxa"/>
            <w:vAlign w:val="center"/>
          </w:tcPr>
          <w:p w14:paraId="1003545B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6AC7D1B1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0EC45AB5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1BFE7AF5" w14:textId="77777777" w:rsidTr="008B4051">
        <w:trPr>
          <w:jc w:val="center"/>
        </w:trPr>
        <w:tc>
          <w:tcPr>
            <w:tcW w:w="3049" w:type="dxa"/>
            <w:vAlign w:val="center"/>
          </w:tcPr>
          <w:p w14:paraId="5CF9265E" w14:textId="0CBFC5C7" w:rsidR="001F44DD" w:rsidRPr="001F44DD" w:rsidRDefault="001F44DD" w:rsidP="001F44DD">
            <w:pPr>
              <w:pStyle w:val="aa"/>
              <w:rPr>
                <w:i/>
              </w:rPr>
            </w:pPr>
            <w:r>
              <w:rPr>
                <w:i/>
              </w:rPr>
              <w:t>Рентгеновский кабинет</w:t>
            </w:r>
          </w:p>
        </w:tc>
        <w:tc>
          <w:tcPr>
            <w:tcW w:w="3686" w:type="dxa"/>
            <w:vAlign w:val="center"/>
          </w:tcPr>
          <w:p w14:paraId="5D41CD6C" w14:textId="77777777" w:rsidR="001F44DD" w:rsidRDefault="001F44DD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407289F1" w14:textId="77777777" w:rsidR="001F44DD" w:rsidRDefault="001F44DD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0522B700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1FD32350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01FE8344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71BFB1AD" w14:textId="77777777" w:rsidTr="008B4051">
        <w:trPr>
          <w:jc w:val="center"/>
        </w:trPr>
        <w:tc>
          <w:tcPr>
            <w:tcW w:w="3049" w:type="dxa"/>
            <w:vAlign w:val="center"/>
          </w:tcPr>
          <w:p w14:paraId="76CECA60" w14:textId="621030C2" w:rsidR="001F44DD" w:rsidRPr="001F44DD" w:rsidRDefault="001F44DD" w:rsidP="001F44DD">
            <w:pPr>
              <w:pStyle w:val="aa"/>
              <w:jc w:val="left"/>
            </w:pPr>
            <w:r>
              <w:t>14570096. Врач-рентгенолог</w:t>
            </w:r>
          </w:p>
        </w:tc>
        <w:tc>
          <w:tcPr>
            <w:tcW w:w="3686" w:type="dxa"/>
            <w:vAlign w:val="center"/>
          </w:tcPr>
          <w:p w14:paraId="7636C41A" w14:textId="76084F82" w:rsidR="001F44DD" w:rsidRDefault="001F44DD" w:rsidP="00DB70BA">
            <w:pPr>
              <w:pStyle w:val="aa"/>
            </w:pPr>
            <w:r>
              <w:t>Биологический: Вредные условия труда по биологическому фактору обусловлены спецификой трудовой деятельности, необходимо соблюдение режимов труда и отдыха, соблюдение периодичности медицинских осмотров, а также организовать выдачу специального питания (молока)</w:t>
            </w:r>
          </w:p>
        </w:tc>
        <w:tc>
          <w:tcPr>
            <w:tcW w:w="2835" w:type="dxa"/>
            <w:vAlign w:val="center"/>
          </w:tcPr>
          <w:p w14:paraId="2E0E03C5" w14:textId="37DF169A" w:rsidR="001F44DD" w:rsidRDefault="001F44DD" w:rsidP="00DB70BA">
            <w:pPr>
              <w:pStyle w:val="aa"/>
            </w:pPr>
            <w:r>
              <w:t xml:space="preserve">Снижение вредного воздействия биологического фактора </w:t>
            </w:r>
          </w:p>
        </w:tc>
        <w:tc>
          <w:tcPr>
            <w:tcW w:w="1384" w:type="dxa"/>
            <w:vAlign w:val="center"/>
          </w:tcPr>
          <w:p w14:paraId="6AB36CD0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00625603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578A5A86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3A8A1710" w14:textId="77777777" w:rsidTr="008B4051">
        <w:trPr>
          <w:jc w:val="center"/>
        </w:trPr>
        <w:tc>
          <w:tcPr>
            <w:tcW w:w="3049" w:type="dxa"/>
            <w:vAlign w:val="center"/>
          </w:tcPr>
          <w:p w14:paraId="612EE109" w14:textId="5EA39D6C" w:rsidR="001F44DD" w:rsidRPr="001F44DD" w:rsidRDefault="001F44DD" w:rsidP="001F44DD">
            <w:pPr>
              <w:pStyle w:val="aa"/>
              <w:jc w:val="left"/>
            </w:pPr>
            <w:r>
              <w:t>14570098. Рентгенолаборант</w:t>
            </w:r>
          </w:p>
        </w:tc>
        <w:tc>
          <w:tcPr>
            <w:tcW w:w="3686" w:type="dxa"/>
            <w:vAlign w:val="center"/>
          </w:tcPr>
          <w:p w14:paraId="5E7C00D1" w14:textId="033C92F4" w:rsidR="001F44DD" w:rsidRDefault="001F44DD" w:rsidP="00DB70BA">
            <w:pPr>
              <w:pStyle w:val="aa"/>
            </w:pPr>
            <w:r>
              <w:t>Биологический: Вредные условия труда по биологическому фактору обусловлены спецификой трудовой деятельности, необходимо соблюдение режимов труда и отдыха, соблюдение периодичности медицинских осмотров, а также организовать выдачу специального питания (молока)</w:t>
            </w:r>
          </w:p>
        </w:tc>
        <w:tc>
          <w:tcPr>
            <w:tcW w:w="2835" w:type="dxa"/>
            <w:vAlign w:val="center"/>
          </w:tcPr>
          <w:p w14:paraId="56383701" w14:textId="45DE505D" w:rsidR="001F44DD" w:rsidRDefault="001F44DD" w:rsidP="00DB70BA">
            <w:pPr>
              <w:pStyle w:val="aa"/>
            </w:pPr>
            <w:r>
              <w:t xml:space="preserve">Снижение вредного воздействия биологического фактора </w:t>
            </w:r>
          </w:p>
        </w:tc>
        <w:tc>
          <w:tcPr>
            <w:tcW w:w="1384" w:type="dxa"/>
            <w:vAlign w:val="center"/>
          </w:tcPr>
          <w:p w14:paraId="45A2FC7A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18BCA95E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18BA34D9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6A89766D" w14:textId="77777777" w:rsidTr="008B4051">
        <w:trPr>
          <w:jc w:val="center"/>
        </w:trPr>
        <w:tc>
          <w:tcPr>
            <w:tcW w:w="3049" w:type="dxa"/>
            <w:vAlign w:val="center"/>
          </w:tcPr>
          <w:p w14:paraId="38020693" w14:textId="369114EE" w:rsidR="001F44DD" w:rsidRPr="001F44DD" w:rsidRDefault="001F44DD" w:rsidP="001F44DD">
            <w:pPr>
              <w:pStyle w:val="aa"/>
              <w:rPr>
                <w:i/>
              </w:rPr>
            </w:pPr>
            <w:r>
              <w:rPr>
                <w:i/>
              </w:rPr>
              <w:t>Выездная поликлиника</w:t>
            </w:r>
          </w:p>
        </w:tc>
        <w:tc>
          <w:tcPr>
            <w:tcW w:w="3686" w:type="dxa"/>
            <w:vAlign w:val="center"/>
          </w:tcPr>
          <w:p w14:paraId="40C31876" w14:textId="77777777" w:rsidR="001F44DD" w:rsidRDefault="001F44DD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178E2AC1" w14:textId="77777777" w:rsidR="001F44DD" w:rsidRDefault="001F44DD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440AF751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73BECA05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79591BB9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33214385" w14:textId="77777777" w:rsidTr="008B4051">
        <w:trPr>
          <w:jc w:val="center"/>
        </w:trPr>
        <w:tc>
          <w:tcPr>
            <w:tcW w:w="3049" w:type="dxa"/>
            <w:vAlign w:val="center"/>
          </w:tcPr>
          <w:p w14:paraId="17BC3B47" w14:textId="1E282514" w:rsidR="001F44DD" w:rsidRPr="001F44DD" w:rsidRDefault="001F44DD" w:rsidP="001F44DD">
            <w:pPr>
              <w:pStyle w:val="aa"/>
              <w:jc w:val="left"/>
            </w:pPr>
            <w:r>
              <w:t>20240083. Старшая медицинская сестра (медицинский брат)</w:t>
            </w:r>
          </w:p>
        </w:tc>
        <w:tc>
          <w:tcPr>
            <w:tcW w:w="3686" w:type="dxa"/>
            <w:vAlign w:val="center"/>
          </w:tcPr>
          <w:p w14:paraId="2B3ABE8D" w14:textId="30E838A5" w:rsidR="001F44DD" w:rsidRDefault="001F44DD" w:rsidP="00DB70BA">
            <w:pPr>
              <w:pStyle w:val="aa"/>
            </w:pPr>
            <w:r>
              <w:t>Биологический: Вредные условия труда по биологическому фактору обусловлены спецификой трудовой деятельности, необходимо соблюдение режимов труда и отдыха, соблюдение периодичности медицинских осмотров, а также организовать выдачу специального питания (молока)</w:t>
            </w:r>
          </w:p>
        </w:tc>
        <w:tc>
          <w:tcPr>
            <w:tcW w:w="2835" w:type="dxa"/>
            <w:vAlign w:val="center"/>
          </w:tcPr>
          <w:p w14:paraId="07AD0410" w14:textId="57D1D766" w:rsidR="001F44DD" w:rsidRDefault="001F44DD" w:rsidP="00DB70BA">
            <w:pPr>
              <w:pStyle w:val="aa"/>
            </w:pPr>
            <w:r>
              <w:t xml:space="preserve">Снижение вредного воздействия биологического фактора </w:t>
            </w:r>
          </w:p>
        </w:tc>
        <w:tc>
          <w:tcPr>
            <w:tcW w:w="1384" w:type="dxa"/>
            <w:vAlign w:val="center"/>
          </w:tcPr>
          <w:p w14:paraId="13818F50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6C63BE0F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497F4906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54D98E15" w14:textId="77777777" w:rsidTr="008B4051">
        <w:trPr>
          <w:jc w:val="center"/>
        </w:trPr>
        <w:tc>
          <w:tcPr>
            <w:tcW w:w="3049" w:type="dxa"/>
            <w:vAlign w:val="center"/>
          </w:tcPr>
          <w:p w14:paraId="014381CF" w14:textId="392C93D2" w:rsidR="001F44DD" w:rsidRPr="001F44DD" w:rsidRDefault="001F44DD" w:rsidP="001F44DD">
            <w:pPr>
              <w:pStyle w:val="aa"/>
              <w:rPr>
                <w:i/>
              </w:rPr>
            </w:pPr>
            <w:r>
              <w:rPr>
                <w:i/>
              </w:rPr>
              <w:t xml:space="preserve">Отделение амбулаторных </w:t>
            </w:r>
            <w:r>
              <w:rPr>
                <w:i/>
              </w:rPr>
              <w:lastRenderedPageBreak/>
              <w:t>платных услуг</w:t>
            </w:r>
          </w:p>
        </w:tc>
        <w:tc>
          <w:tcPr>
            <w:tcW w:w="3686" w:type="dxa"/>
            <w:vAlign w:val="center"/>
          </w:tcPr>
          <w:p w14:paraId="15D78412" w14:textId="77777777" w:rsidR="001F44DD" w:rsidRDefault="001F44DD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07F25DEA" w14:textId="77777777" w:rsidR="001F44DD" w:rsidRDefault="001F44DD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7809A1E6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2494EC7B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0040E68E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4760387F" w14:textId="77777777" w:rsidTr="008B4051">
        <w:trPr>
          <w:jc w:val="center"/>
        </w:trPr>
        <w:tc>
          <w:tcPr>
            <w:tcW w:w="3049" w:type="dxa"/>
            <w:vAlign w:val="center"/>
          </w:tcPr>
          <w:p w14:paraId="239090F8" w14:textId="51643328" w:rsidR="001F44DD" w:rsidRPr="001F44DD" w:rsidRDefault="001F44DD" w:rsidP="001F44DD">
            <w:pPr>
              <w:pStyle w:val="aa"/>
              <w:jc w:val="left"/>
            </w:pPr>
            <w:r>
              <w:t>20240084. Врач-акушер-гинеколог</w:t>
            </w:r>
          </w:p>
        </w:tc>
        <w:tc>
          <w:tcPr>
            <w:tcW w:w="3686" w:type="dxa"/>
            <w:vAlign w:val="center"/>
          </w:tcPr>
          <w:p w14:paraId="7C16398E" w14:textId="2CD2001D" w:rsidR="001F44DD" w:rsidRDefault="001F44DD" w:rsidP="00DB70BA">
            <w:pPr>
              <w:pStyle w:val="aa"/>
            </w:pPr>
            <w:r>
              <w:t>Биологический: Вредные условия труда по биологическому фактору обусловлены спецификой трудовой деятельности, необходимо соблюдение режимов труда и отдыха, соблюдение периодичности медицинских осмотров, а также организовать выдачу специального питания (молока)</w:t>
            </w:r>
          </w:p>
        </w:tc>
        <w:tc>
          <w:tcPr>
            <w:tcW w:w="2835" w:type="dxa"/>
            <w:vAlign w:val="center"/>
          </w:tcPr>
          <w:p w14:paraId="7BAAF704" w14:textId="0F5B2B09" w:rsidR="001F44DD" w:rsidRDefault="001F44DD" w:rsidP="00DB70BA">
            <w:pPr>
              <w:pStyle w:val="aa"/>
            </w:pPr>
            <w:r>
              <w:t xml:space="preserve">Снижение вредного воздействия биологического фактора </w:t>
            </w:r>
          </w:p>
        </w:tc>
        <w:tc>
          <w:tcPr>
            <w:tcW w:w="1384" w:type="dxa"/>
            <w:vAlign w:val="center"/>
          </w:tcPr>
          <w:p w14:paraId="68D34D29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0D440FB7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071B8F97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2B6F0D02" w14:textId="77777777" w:rsidTr="008B4051">
        <w:trPr>
          <w:jc w:val="center"/>
        </w:trPr>
        <w:tc>
          <w:tcPr>
            <w:tcW w:w="3049" w:type="dxa"/>
            <w:vAlign w:val="center"/>
          </w:tcPr>
          <w:p w14:paraId="1B8F5D4D" w14:textId="5E52DF30" w:rsidR="001F44DD" w:rsidRPr="001F44DD" w:rsidRDefault="001F44DD" w:rsidP="001F44DD">
            <w:pPr>
              <w:pStyle w:val="aa"/>
              <w:jc w:val="left"/>
            </w:pPr>
            <w:r>
              <w:t>20240085. Врач-аллерголог-иммунолог</w:t>
            </w:r>
          </w:p>
        </w:tc>
        <w:tc>
          <w:tcPr>
            <w:tcW w:w="3686" w:type="dxa"/>
            <w:vAlign w:val="center"/>
          </w:tcPr>
          <w:p w14:paraId="65FB0938" w14:textId="0EC31146" w:rsidR="001F44DD" w:rsidRDefault="001F44DD" w:rsidP="00DB70BA">
            <w:pPr>
              <w:pStyle w:val="aa"/>
            </w:pPr>
            <w:r>
              <w:t>Биологический: Вредные условия труда по биологическому фактору обусловлены спецификой трудовой деятельности, необходимо соблюдение режимов труда и отдыха, соблюдение периодичности медицинских осмотров, а также организовать выдачу специального питания (молока)</w:t>
            </w:r>
          </w:p>
        </w:tc>
        <w:tc>
          <w:tcPr>
            <w:tcW w:w="2835" w:type="dxa"/>
            <w:vAlign w:val="center"/>
          </w:tcPr>
          <w:p w14:paraId="6A9D96A9" w14:textId="6C7A506A" w:rsidR="001F44DD" w:rsidRDefault="001F44DD" w:rsidP="00DB70BA">
            <w:pPr>
              <w:pStyle w:val="aa"/>
            </w:pPr>
            <w:r>
              <w:t xml:space="preserve">Снижение вредного воздействия биологического фактора </w:t>
            </w:r>
          </w:p>
        </w:tc>
        <w:tc>
          <w:tcPr>
            <w:tcW w:w="1384" w:type="dxa"/>
            <w:vAlign w:val="center"/>
          </w:tcPr>
          <w:p w14:paraId="3AA9D21F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1FEECB5A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26FBF83D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482A8AAE" w14:textId="77777777" w:rsidTr="008B4051">
        <w:trPr>
          <w:jc w:val="center"/>
        </w:trPr>
        <w:tc>
          <w:tcPr>
            <w:tcW w:w="3049" w:type="dxa"/>
            <w:vAlign w:val="center"/>
          </w:tcPr>
          <w:p w14:paraId="6C2DE163" w14:textId="231704DD" w:rsidR="001F44DD" w:rsidRPr="001F44DD" w:rsidRDefault="001F44DD" w:rsidP="001F44DD">
            <w:pPr>
              <w:pStyle w:val="aa"/>
              <w:jc w:val="left"/>
            </w:pPr>
            <w:r>
              <w:t>20240086. Врач-гастроэнтеролог</w:t>
            </w:r>
          </w:p>
        </w:tc>
        <w:tc>
          <w:tcPr>
            <w:tcW w:w="3686" w:type="dxa"/>
            <w:vAlign w:val="center"/>
          </w:tcPr>
          <w:p w14:paraId="372C9378" w14:textId="4F56B5F3" w:rsidR="001F44DD" w:rsidRDefault="001F44DD" w:rsidP="00DB70BA">
            <w:pPr>
              <w:pStyle w:val="aa"/>
            </w:pPr>
            <w:r>
              <w:t>Биологический: Вредные условия труда по биологическому фактору обусловлены спецификой трудовой деятельности, необходимо соблюдение режимов труда и отдыха, соблюдение периодичности медицинских осмотров, а также организовать выдачу специального питания (молока)</w:t>
            </w:r>
          </w:p>
        </w:tc>
        <w:tc>
          <w:tcPr>
            <w:tcW w:w="2835" w:type="dxa"/>
            <w:vAlign w:val="center"/>
          </w:tcPr>
          <w:p w14:paraId="442229DA" w14:textId="4C8F1347" w:rsidR="001F44DD" w:rsidRDefault="001F44DD" w:rsidP="00DB70BA">
            <w:pPr>
              <w:pStyle w:val="aa"/>
            </w:pPr>
            <w:r>
              <w:t xml:space="preserve">Снижение вредного воздействия биологического фактора </w:t>
            </w:r>
          </w:p>
        </w:tc>
        <w:tc>
          <w:tcPr>
            <w:tcW w:w="1384" w:type="dxa"/>
            <w:vAlign w:val="center"/>
          </w:tcPr>
          <w:p w14:paraId="6DAC6011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08EE5E25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3B9E6F8F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5E5699C8" w14:textId="77777777" w:rsidTr="008B4051">
        <w:trPr>
          <w:jc w:val="center"/>
        </w:trPr>
        <w:tc>
          <w:tcPr>
            <w:tcW w:w="3049" w:type="dxa"/>
            <w:vAlign w:val="center"/>
          </w:tcPr>
          <w:p w14:paraId="0BD28556" w14:textId="3B566C97" w:rsidR="001F44DD" w:rsidRPr="001F44DD" w:rsidRDefault="001F44DD" w:rsidP="001F44DD">
            <w:pPr>
              <w:pStyle w:val="aa"/>
              <w:jc w:val="left"/>
            </w:pPr>
            <w:r>
              <w:t>20240087. Врач-гематолог</w:t>
            </w:r>
          </w:p>
        </w:tc>
        <w:tc>
          <w:tcPr>
            <w:tcW w:w="3686" w:type="dxa"/>
            <w:vAlign w:val="center"/>
          </w:tcPr>
          <w:p w14:paraId="2651F415" w14:textId="3489B328" w:rsidR="001F44DD" w:rsidRDefault="001F44DD" w:rsidP="00DB70BA">
            <w:pPr>
              <w:pStyle w:val="aa"/>
            </w:pPr>
            <w:r>
              <w:t>Биологический: Вредные условия труда по биологическому фактору обусловлены спецификой трудовой деятельности, необходимо соблюдение режимов труда и отдыха, соблюдение периодичности медицинских осмотров, а также организовать выдачу специального питания (молока)</w:t>
            </w:r>
          </w:p>
        </w:tc>
        <w:tc>
          <w:tcPr>
            <w:tcW w:w="2835" w:type="dxa"/>
            <w:vAlign w:val="center"/>
          </w:tcPr>
          <w:p w14:paraId="310D9A2E" w14:textId="21AAC6F2" w:rsidR="001F44DD" w:rsidRDefault="001F44DD" w:rsidP="00DB70BA">
            <w:pPr>
              <w:pStyle w:val="aa"/>
            </w:pPr>
            <w:r>
              <w:t xml:space="preserve">Снижение вредного воздействия биологического фактора </w:t>
            </w:r>
          </w:p>
        </w:tc>
        <w:tc>
          <w:tcPr>
            <w:tcW w:w="1384" w:type="dxa"/>
            <w:vAlign w:val="center"/>
          </w:tcPr>
          <w:p w14:paraId="71E0944D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4FA633A6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361853E0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4857BF87" w14:textId="77777777" w:rsidTr="008B4051">
        <w:trPr>
          <w:jc w:val="center"/>
        </w:trPr>
        <w:tc>
          <w:tcPr>
            <w:tcW w:w="3049" w:type="dxa"/>
            <w:vAlign w:val="center"/>
          </w:tcPr>
          <w:p w14:paraId="1084C56A" w14:textId="695B8451" w:rsidR="001F44DD" w:rsidRPr="001F44DD" w:rsidRDefault="001F44DD" w:rsidP="001F44DD">
            <w:pPr>
              <w:pStyle w:val="aa"/>
              <w:jc w:val="left"/>
            </w:pPr>
            <w:r>
              <w:t>20240088. Врач-кардиолог</w:t>
            </w:r>
          </w:p>
        </w:tc>
        <w:tc>
          <w:tcPr>
            <w:tcW w:w="3686" w:type="dxa"/>
            <w:vAlign w:val="center"/>
          </w:tcPr>
          <w:p w14:paraId="50961DFE" w14:textId="736E312B" w:rsidR="001F44DD" w:rsidRDefault="001F44DD" w:rsidP="00DB70BA">
            <w:pPr>
              <w:pStyle w:val="aa"/>
            </w:pPr>
            <w:r>
              <w:t>Биологический: Вредные условия труда по биологическому фактору обусловлены спецификой трудовой деятельности, необходимо соблюдение режимов труда и отдыха, соблюдение периодичности медицинских осмотров, а также организовать выдачу специального питания (молока)</w:t>
            </w:r>
          </w:p>
        </w:tc>
        <w:tc>
          <w:tcPr>
            <w:tcW w:w="2835" w:type="dxa"/>
            <w:vAlign w:val="center"/>
          </w:tcPr>
          <w:p w14:paraId="2A0972BD" w14:textId="656124BF" w:rsidR="001F44DD" w:rsidRDefault="001F44DD" w:rsidP="00DB70BA">
            <w:pPr>
              <w:pStyle w:val="aa"/>
            </w:pPr>
            <w:r>
              <w:t xml:space="preserve">Снижение вредного воздействия биологического фактора </w:t>
            </w:r>
          </w:p>
        </w:tc>
        <w:tc>
          <w:tcPr>
            <w:tcW w:w="1384" w:type="dxa"/>
            <w:vAlign w:val="center"/>
          </w:tcPr>
          <w:p w14:paraId="478391DA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1D7F4631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36B49227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3B49C7AD" w14:textId="77777777" w:rsidTr="008B4051">
        <w:trPr>
          <w:jc w:val="center"/>
        </w:trPr>
        <w:tc>
          <w:tcPr>
            <w:tcW w:w="3049" w:type="dxa"/>
            <w:vAlign w:val="center"/>
          </w:tcPr>
          <w:p w14:paraId="539320A1" w14:textId="77777777" w:rsidR="001F44DD" w:rsidRDefault="001F44DD" w:rsidP="001F44DD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14:paraId="4E579A67" w14:textId="38CF6F38" w:rsidR="001F44DD" w:rsidRDefault="001F44DD" w:rsidP="00DB70BA">
            <w:pPr>
              <w:pStyle w:val="aa"/>
            </w:pPr>
            <w:r>
              <w:t>Биологический: Вредные условия труда по биологическому фактору обусловле</w:t>
            </w:r>
            <w:r>
              <w:lastRenderedPageBreak/>
              <w:t>ны спецификой трудовой деятельности, необходимо соблюдение режимов труда и отдыха, соблюдение периодичности медицинских осмотров, а также организовать выдачу специального питания (молока)</w:t>
            </w:r>
          </w:p>
        </w:tc>
        <w:tc>
          <w:tcPr>
            <w:tcW w:w="2835" w:type="dxa"/>
            <w:vAlign w:val="center"/>
          </w:tcPr>
          <w:p w14:paraId="11CB3A10" w14:textId="08EA990E" w:rsidR="001F44DD" w:rsidRDefault="001F44DD" w:rsidP="00DB70BA">
            <w:pPr>
              <w:pStyle w:val="aa"/>
            </w:pPr>
            <w:r>
              <w:lastRenderedPageBreak/>
              <w:t xml:space="preserve">Снижение вредного воздействия биологического фактора </w:t>
            </w:r>
          </w:p>
        </w:tc>
        <w:tc>
          <w:tcPr>
            <w:tcW w:w="1384" w:type="dxa"/>
            <w:vAlign w:val="center"/>
          </w:tcPr>
          <w:p w14:paraId="3C7F26B8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74FD2F71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3011F0A5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3F5B1A50" w14:textId="77777777" w:rsidTr="008B4051">
        <w:trPr>
          <w:jc w:val="center"/>
        </w:trPr>
        <w:tc>
          <w:tcPr>
            <w:tcW w:w="3049" w:type="dxa"/>
            <w:vAlign w:val="center"/>
          </w:tcPr>
          <w:p w14:paraId="517C3E48" w14:textId="250D448F" w:rsidR="001F44DD" w:rsidRPr="001F44DD" w:rsidRDefault="001F44DD" w:rsidP="001F44DD">
            <w:pPr>
              <w:pStyle w:val="aa"/>
              <w:jc w:val="left"/>
            </w:pPr>
            <w:r>
              <w:t>20240089. Врач-колопроктолог</w:t>
            </w:r>
          </w:p>
        </w:tc>
        <w:tc>
          <w:tcPr>
            <w:tcW w:w="3686" w:type="dxa"/>
            <w:vAlign w:val="center"/>
          </w:tcPr>
          <w:p w14:paraId="266E2367" w14:textId="277A5797" w:rsidR="001F44DD" w:rsidRDefault="001F44DD" w:rsidP="00DB70BA">
            <w:pPr>
              <w:pStyle w:val="aa"/>
            </w:pPr>
            <w:r>
              <w:t>Биологический: Вредные условия труда по биологическому фактору обусловлены спецификой трудовой деятельности, необходимо соблюдение режимов труда и отдыха, соблюдение периодичности медицинских осмотров, а также организовать выдачу специального питания (молока)</w:t>
            </w:r>
          </w:p>
        </w:tc>
        <w:tc>
          <w:tcPr>
            <w:tcW w:w="2835" w:type="dxa"/>
            <w:vAlign w:val="center"/>
          </w:tcPr>
          <w:p w14:paraId="6A50F8B0" w14:textId="1B7EF45B" w:rsidR="001F44DD" w:rsidRDefault="001F44DD" w:rsidP="00DB70BA">
            <w:pPr>
              <w:pStyle w:val="aa"/>
            </w:pPr>
            <w:r>
              <w:t xml:space="preserve">Снижение вредного воздействия биологического фактора </w:t>
            </w:r>
          </w:p>
        </w:tc>
        <w:tc>
          <w:tcPr>
            <w:tcW w:w="1384" w:type="dxa"/>
            <w:vAlign w:val="center"/>
          </w:tcPr>
          <w:p w14:paraId="3F6162B6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1614B3BD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33402869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2959469A" w14:textId="77777777" w:rsidTr="008B4051">
        <w:trPr>
          <w:jc w:val="center"/>
        </w:trPr>
        <w:tc>
          <w:tcPr>
            <w:tcW w:w="3049" w:type="dxa"/>
            <w:vAlign w:val="center"/>
          </w:tcPr>
          <w:p w14:paraId="33D22C19" w14:textId="60F6478D" w:rsidR="001F44DD" w:rsidRPr="001F44DD" w:rsidRDefault="001F44DD" w:rsidP="001F44DD">
            <w:pPr>
              <w:pStyle w:val="aa"/>
              <w:jc w:val="left"/>
            </w:pPr>
            <w:r>
              <w:t>20240090. Врач-невролог</w:t>
            </w:r>
          </w:p>
        </w:tc>
        <w:tc>
          <w:tcPr>
            <w:tcW w:w="3686" w:type="dxa"/>
            <w:vAlign w:val="center"/>
          </w:tcPr>
          <w:p w14:paraId="20F28F3B" w14:textId="72B95435" w:rsidR="001F44DD" w:rsidRDefault="001F44DD" w:rsidP="00DB70BA">
            <w:pPr>
              <w:pStyle w:val="aa"/>
            </w:pPr>
            <w:r>
              <w:t>Биологический: Вредные условия труда по биологическому фактору обусловлены спецификой трудовой деятельности, необходимо соблюдение режимов труда и отдыха, соблюдение периодичности медицинских осмотров, а также организовать выдачу специального питания (молока)</w:t>
            </w:r>
          </w:p>
        </w:tc>
        <w:tc>
          <w:tcPr>
            <w:tcW w:w="2835" w:type="dxa"/>
            <w:vAlign w:val="center"/>
          </w:tcPr>
          <w:p w14:paraId="146D7D3D" w14:textId="4AE077C7" w:rsidR="001F44DD" w:rsidRDefault="001F44DD" w:rsidP="00DB70BA">
            <w:pPr>
              <w:pStyle w:val="aa"/>
            </w:pPr>
            <w:r>
              <w:t xml:space="preserve">Снижение вредного воздействия биологического фактора </w:t>
            </w:r>
          </w:p>
        </w:tc>
        <w:tc>
          <w:tcPr>
            <w:tcW w:w="1384" w:type="dxa"/>
            <w:vAlign w:val="center"/>
          </w:tcPr>
          <w:p w14:paraId="476A467B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531EB4CC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5C0AE753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39D2CFDF" w14:textId="77777777" w:rsidTr="008B4051">
        <w:trPr>
          <w:jc w:val="center"/>
        </w:trPr>
        <w:tc>
          <w:tcPr>
            <w:tcW w:w="3049" w:type="dxa"/>
            <w:vAlign w:val="center"/>
          </w:tcPr>
          <w:p w14:paraId="47285BEE" w14:textId="677D7C0B" w:rsidR="001F44DD" w:rsidRPr="001F44DD" w:rsidRDefault="001F44DD" w:rsidP="001F44DD">
            <w:pPr>
              <w:pStyle w:val="aa"/>
              <w:jc w:val="left"/>
            </w:pPr>
            <w:r>
              <w:t>20240091. Врач-нейрохирург</w:t>
            </w:r>
          </w:p>
        </w:tc>
        <w:tc>
          <w:tcPr>
            <w:tcW w:w="3686" w:type="dxa"/>
            <w:vAlign w:val="center"/>
          </w:tcPr>
          <w:p w14:paraId="725B8895" w14:textId="05E0C2EB" w:rsidR="001F44DD" w:rsidRDefault="001F44DD" w:rsidP="00DB70BA">
            <w:pPr>
              <w:pStyle w:val="aa"/>
            </w:pPr>
            <w:r>
              <w:t>Биологический: Вредные условия труда по биологическому фактору обусловлены спецификой трудовой деятельности, необходимо соблюдение режимов труда и отдыха, соблюдение периодичности медицинских осмотров, а также организовать выдачу специального питания (молока)</w:t>
            </w:r>
          </w:p>
        </w:tc>
        <w:tc>
          <w:tcPr>
            <w:tcW w:w="2835" w:type="dxa"/>
            <w:vAlign w:val="center"/>
          </w:tcPr>
          <w:p w14:paraId="3C93B523" w14:textId="1AA26E37" w:rsidR="001F44DD" w:rsidRDefault="001F44DD" w:rsidP="00DB70BA">
            <w:pPr>
              <w:pStyle w:val="aa"/>
            </w:pPr>
            <w:r>
              <w:t xml:space="preserve">Снижение вредного воздействия биологического фактора </w:t>
            </w:r>
          </w:p>
        </w:tc>
        <w:tc>
          <w:tcPr>
            <w:tcW w:w="1384" w:type="dxa"/>
            <w:vAlign w:val="center"/>
          </w:tcPr>
          <w:p w14:paraId="0998E70B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49E456FB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57E9A7AF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119F9E7E" w14:textId="77777777" w:rsidTr="008B4051">
        <w:trPr>
          <w:jc w:val="center"/>
        </w:trPr>
        <w:tc>
          <w:tcPr>
            <w:tcW w:w="3049" w:type="dxa"/>
            <w:vAlign w:val="center"/>
          </w:tcPr>
          <w:p w14:paraId="7DD529CB" w14:textId="33900298" w:rsidR="001F44DD" w:rsidRPr="001F44DD" w:rsidRDefault="001F44DD" w:rsidP="001F44DD">
            <w:pPr>
              <w:pStyle w:val="aa"/>
              <w:jc w:val="left"/>
            </w:pPr>
            <w:r>
              <w:t>20240092. Врач-нефролог</w:t>
            </w:r>
          </w:p>
        </w:tc>
        <w:tc>
          <w:tcPr>
            <w:tcW w:w="3686" w:type="dxa"/>
            <w:vAlign w:val="center"/>
          </w:tcPr>
          <w:p w14:paraId="75B154FE" w14:textId="0A139B6A" w:rsidR="001F44DD" w:rsidRDefault="001F44DD" w:rsidP="00DB70BA">
            <w:pPr>
              <w:pStyle w:val="aa"/>
            </w:pPr>
            <w:r>
              <w:t>Биологический: Вредные условия труда по биологическому фактору обусловлены спецификой трудовой деятельности, необходимо соблюдение режимов труда и отдыха, соблюдение периодичности медицинских осмотров, а также организовать выдачу специального питания (молока)</w:t>
            </w:r>
          </w:p>
        </w:tc>
        <w:tc>
          <w:tcPr>
            <w:tcW w:w="2835" w:type="dxa"/>
            <w:vAlign w:val="center"/>
          </w:tcPr>
          <w:p w14:paraId="2F16850B" w14:textId="2D3DD7B9" w:rsidR="001F44DD" w:rsidRDefault="001F44DD" w:rsidP="00DB70BA">
            <w:pPr>
              <w:pStyle w:val="aa"/>
            </w:pPr>
            <w:r>
              <w:t xml:space="preserve">Снижение вредного воздействия биологического фактора </w:t>
            </w:r>
          </w:p>
        </w:tc>
        <w:tc>
          <w:tcPr>
            <w:tcW w:w="1384" w:type="dxa"/>
            <w:vAlign w:val="center"/>
          </w:tcPr>
          <w:p w14:paraId="0DFAB8B6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668CDD0E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4509521B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5108CA1A" w14:textId="77777777" w:rsidTr="008B4051">
        <w:trPr>
          <w:jc w:val="center"/>
        </w:trPr>
        <w:tc>
          <w:tcPr>
            <w:tcW w:w="3049" w:type="dxa"/>
            <w:vAlign w:val="center"/>
          </w:tcPr>
          <w:p w14:paraId="1DD72AB1" w14:textId="593E210F" w:rsidR="001F44DD" w:rsidRPr="001F44DD" w:rsidRDefault="001F44DD" w:rsidP="001F44DD">
            <w:pPr>
              <w:pStyle w:val="aa"/>
              <w:jc w:val="left"/>
            </w:pPr>
            <w:r>
              <w:t>20240093. Врач-оториноларинголог</w:t>
            </w:r>
          </w:p>
        </w:tc>
        <w:tc>
          <w:tcPr>
            <w:tcW w:w="3686" w:type="dxa"/>
            <w:vAlign w:val="center"/>
          </w:tcPr>
          <w:p w14:paraId="628D84B1" w14:textId="3DD35685" w:rsidR="001F44DD" w:rsidRDefault="001F44DD" w:rsidP="00DB70BA">
            <w:pPr>
              <w:pStyle w:val="aa"/>
            </w:pPr>
            <w:r>
              <w:t xml:space="preserve">Биологический: Вредные условия труда по биологическому фактору обусловлены спецификой трудовой деятельности, необходимо соблюдение режимов труда и отдыха, соблюдение периодичности </w:t>
            </w:r>
            <w:r>
              <w:lastRenderedPageBreak/>
              <w:t>медицинских осмотров, а также организовать выдачу специального питания (молока)</w:t>
            </w:r>
          </w:p>
        </w:tc>
        <w:tc>
          <w:tcPr>
            <w:tcW w:w="2835" w:type="dxa"/>
            <w:vAlign w:val="center"/>
          </w:tcPr>
          <w:p w14:paraId="6A286393" w14:textId="6FAAF96A" w:rsidR="001F44DD" w:rsidRDefault="001F44DD" w:rsidP="00DB70BA">
            <w:pPr>
              <w:pStyle w:val="aa"/>
            </w:pPr>
            <w:r>
              <w:lastRenderedPageBreak/>
              <w:t xml:space="preserve">Снижение вредного воздействия биологического фактора </w:t>
            </w:r>
          </w:p>
        </w:tc>
        <w:tc>
          <w:tcPr>
            <w:tcW w:w="1384" w:type="dxa"/>
            <w:vAlign w:val="center"/>
          </w:tcPr>
          <w:p w14:paraId="2A80E01C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2D22669E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1BC78A13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710D768A" w14:textId="77777777" w:rsidTr="008B4051">
        <w:trPr>
          <w:jc w:val="center"/>
        </w:trPr>
        <w:tc>
          <w:tcPr>
            <w:tcW w:w="3049" w:type="dxa"/>
            <w:vAlign w:val="center"/>
          </w:tcPr>
          <w:p w14:paraId="740DD22A" w14:textId="2C89885E" w:rsidR="001F44DD" w:rsidRPr="001F44DD" w:rsidRDefault="001F44DD" w:rsidP="001F44DD">
            <w:pPr>
              <w:pStyle w:val="aa"/>
              <w:jc w:val="left"/>
            </w:pPr>
            <w:r>
              <w:t>20240094. Врач-офтальмолог</w:t>
            </w:r>
          </w:p>
        </w:tc>
        <w:tc>
          <w:tcPr>
            <w:tcW w:w="3686" w:type="dxa"/>
            <w:vAlign w:val="center"/>
          </w:tcPr>
          <w:p w14:paraId="514478B0" w14:textId="680B0DEE" w:rsidR="001F44DD" w:rsidRDefault="001F44DD" w:rsidP="00DB70BA">
            <w:pPr>
              <w:pStyle w:val="aa"/>
            </w:pPr>
            <w:r>
              <w:t>Биологический: Вредные условия труда по биологическому фактору обусловлены спецификой трудовой деятельности, необходимо соблюдение режимов труда и отдыха, соблюдение периодичности медицинских осмотров, а также организовать выдачу специального питания (молока)</w:t>
            </w:r>
          </w:p>
        </w:tc>
        <w:tc>
          <w:tcPr>
            <w:tcW w:w="2835" w:type="dxa"/>
            <w:vAlign w:val="center"/>
          </w:tcPr>
          <w:p w14:paraId="4AD6D346" w14:textId="0B226251" w:rsidR="001F44DD" w:rsidRDefault="001F44DD" w:rsidP="00DB70BA">
            <w:pPr>
              <w:pStyle w:val="aa"/>
            </w:pPr>
            <w:r>
              <w:t xml:space="preserve">Снижение вредного воздействия биологического фактора </w:t>
            </w:r>
          </w:p>
        </w:tc>
        <w:tc>
          <w:tcPr>
            <w:tcW w:w="1384" w:type="dxa"/>
            <w:vAlign w:val="center"/>
          </w:tcPr>
          <w:p w14:paraId="2E740E61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355872EF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1D3E108B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1DC67D5F" w14:textId="77777777" w:rsidTr="008B4051">
        <w:trPr>
          <w:jc w:val="center"/>
        </w:trPr>
        <w:tc>
          <w:tcPr>
            <w:tcW w:w="3049" w:type="dxa"/>
            <w:vAlign w:val="center"/>
          </w:tcPr>
          <w:p w14:paraId="2869A7BD" w14:textId="62C46DF7" w:rsidR="001F44DD" w:rsidRPr="001F44DD" w:rsidRDefault="001F44DD" w:rsidP="001F44DD">
            <w:pPr>
              <w:pStyle w:val="aa"/>
              <w:jc w:val="left"/>
            </w:pPr>
            <w:r>
              <w:t>20240095. Врач-пульмонолог</w:t>
            </w:r>
          </w:p>
        </w:tc>
        <w:tc>
          <w:tcPr>
            <w:tcW w:w="3686" w:type="dxa"/>
            <w:vAlign w:val="center"/>
          </w:tcPr>
          <w:p w14:paraId="7854B9F9" w14:textId="4A7805E7" w:rsidR="001F44DD" w:rsidRDefault="001F44DD" w:rsidP="00DB70BA">
            <w:pPr>
              <w:pStyle w:val="aa"/>
            </w:pPr>
            <w:r>
              <w:t>Биологический: Вредные условия труда по биологическому фактору обусловлены спецификой трудовой деятельности, необходимо соблюдение режимов труда и отдыха, соблюдение периодичности медицинских осмотров, а также организовать выдачу специального питания (молока)</w:t>
            </w:r>
          </w:p>
        </w:tc>
        <w:tc>
          <w:tcPr>
            <w:tcW w:w="2835" w:type="dxa"/>
            <w:vAlign w:val="center"/>
          </w:tcPr>
          <w:p w14:paraId="656F8E20" w14:textId="79875950" w:rsidR="001F44DD" w:rsidRDefault="001F44DD" w:rsidP="00DB70BA">
            <w:pPr>
              <w:pStyle w:val="aa"/>
            </w:pPr>
            <w:r>
              <w:t xml:space="preserve">Снижение вредного воздействия биологического фактора </w:t>
            </w:r>
          </w:p>
        </w:tc>
        <w:tc>
          <w:tcPr>
            <w:tcW w:w="1384" w:type="dxa"/>
            <w:vAlign w:val="center"/>
          </w:tcPr>
          <w:p w14:paraId="03AC4775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033E0137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7CC146CF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0ADAFE11" w14:textId="77777777" w:rsidTr="008B4051">
        <w:trPr>
          <w:jc w:val="center"/>
        </w:trPr>
        <w:tc>
          <w:tcPr>
            <w:tcW w:w="3049" w:type="dxa"/>
            <w:vAlign w:val="center"/>
          </w:tcPr>
          <w:p w14:paraId="196B8E4F" w14:textId="0E519730" w:rsidR="001F44DD" w:rsidRPr="001F44DD" w:rsidRDefault="001F44DD" w:rsidP="001F44DD">
            <w:pPr>
              <w:pStyle w:val="aa"/>
              <w:jc w:val="left"/>
            </w:pPr>
            <w:r>
              <w:t>20240096. Врач-ревматолог</w:t>
            </w:r>
          </w:p>
        </w:tc>
        <w:tc>
          <w:tcPr>
            <w:tcW w:w="3686" w:type="dxa"/>
            <w:vAlign w:val="center"/>
          </w:tcPr>
          <w:p w14:paraId="4E3F37C7" w14:textId="0A78926A" w:rsidR="001F44DD" w:rsidRDefault="001F44DD" w:rsidP="00DB70BA">
            <w:pPr>
              <w:pStyle w:val="aa"/>
            </w:pPr>
            <w:r>
              <w:t>Биологический: Вредные условия труда по биологическому фактору обусловлены спецификой трудовой деятельности, необходимо соблюдение режимов труда и отдыха, соблюдение периодичности медицинских осмотров, а также организовать выдачу специального питания (молока)</w:t>
            </w:r>
          </w:p>
        </w:tc>
        <w:tc>
          <w:tcPr>
            <w:tcW w:w="2835" w:type="dxa"/>
            <w:vAlign w:val="center"/>
          </w:tcPr>
          <w:p w14:paraId="6A4BA748" w14:textId="4E959F62" w:rsidR="001F44DD" w:rsidRDefault="001F44DD" w:rsidP="00DB70BA">
            <w:pPr>
              <w:pStyle w:val="aa"/>
            </w:pPr>
            <w:r>
              <w:t xml:space="preserve">Снижение вредного воздействия биологического фактора </w:t>
            </w:r>
          </w:p>
        </w:tc>
        <w:tc>
          <w:tcPr>
            <w:tcW w:w="1384" w:type="dxa"/>
            <w:vAlign w:val="center"/>
          </w:tcPr>
          <w:p w14:paraId="735D54C3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5E89B459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63D8AFBE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749C4000" w14:textId="77777777" w:rsidTr="008B4051">
        <w:trPr>
          <w:jc w:val="center"/>
        </w:trPr>
        <w:tc>
          <w:tcPr>
            <w:tcW w:w="3049" w:type="dxa"/>
            <w:vAlign w:val="center"/>
          </w:tcPr>
          <w:p w14:paraId="7A17A9C4" w14:textId="29502DC6" w:rsidR="001F44DD" w:rsidRPr="001F44DD" w:rsidRDefault="001F44DD" w:rsidP="001F44DD">
            <w:pPr>
              <w:pStyle w:val="aa"/>
              <w:jc w:val="left"/>
            </w:pPr>
            <w:r>
              <w:t>20240097. Врач-сердечно-сосудистый хирург</w:t>
            </w:r>
          </w:p>
        </w:tc>
        <w:tc>
          <w:tcPr>
            <w:tcW w:w="3686" w:type="dxa"/>
            <w:vAlign w:val="center"/>
          </w:tcPr>
          <w:p w14:paraId="78D8B378" w14:textId="78627877" w:rsidR="001F44DD" w:rsidRDefault="001F44DD" w:rsidP="00DB70BA">
            <w:pPr>
              <w:pStyle w:val="aa"/>
            </w:pPr>
            <w:r>
              <w:t>Биологический: Вредные условия труда по биологическому фактору обусловлены спецификой трудовой деятельности, необходимо соблюдение режимов труда и отдыха, соблюдение периодичности медицинских осмотров, а также организовать выдачу специального питания (молока)</w:t>
            </w:r>
          </w:p>
        </w:tc>
        <w:tc>
          <w:tcPr>
            <w:tcW w:w="2835" w:type="dxa"/>
            <w:vAlign w:val="center"/>
          </w:tcPr>
          <w:p w14:paraId="2C69F8C2" w14:textId="74B4749F" w:rsidR="001F44DD" w:rsidRDefault="001F44DD" w:rsidP="00DB70BA">
            <w:pPr>
              <w:pStyle w:val="aa"/>
            </w:pPr>
            <w:r>
              <w:t xml:space="preserve">Снижение вредного воздействия биологического фактора </w:t>
            </w:r>
          </w:p>
        </w:tc>
        <w:tc>
          <w:tcPr>
            <w:tcW w:w="1384" w:type="dxa"/>
            <w:vAlign w:val="center"/>
          </w:tcPr>
          <w:p w14:paraId="7878EF2F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527CCD91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18E7184F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40239414" w14:textId="77777777" w:rsidTr="008B4051">
        <w:trPr>
          <w:jc w:val="center"/>
        </w:trPr>
        <w:tc>
          <w:tcPr>
            <w:tcW w:w="3049" w:type="dxa"/>
            <w:vAlign w:val="center"/>
          </w:tcPr>
          <w:p w14:paraId="025E4432" w14:textId="2FF498D6" w:rsidR="001F44DD" w:rsidRPr="001F44DD" w:rsidRDefault="001F44DD" w:rsidP="001F44DD">
            <w:pPr>
              <w:pStyle w:val="aa"/>
              <w:jc w:val="left"/>
            </w:pPr>
            <w:r>
              <w:t>20240098. Врач-травматолог-ортопед</w:t>
            </w:r>
          </w:p>
        </w:tc>
        <w:tc>
          <w:tcPr>
            <w:tcW w:w="3686" w:type="dxa"/>
            <w:vAlign w:val="center"/>
          </w:tcPr>
          <w:p w14:paraId="756AD90D" w14:textId="4558424E" w:rsidR="001F44DD" w:rsidRDefault="001F44DD" w:rsidP="00DB70BA">
            <w:pPr>
              <w:pStyle w:val="aa"/>
            </w:pPr>
            <w:r>
              <w:t>Биологический: Вредные условия труда по биологическому фактору обусловлены спецификой трудовой деятельности, необходимо соблюдение режимов труда и отдыха, соблюдение периодичности медицинских осмотров, а также организовать выдачу специального питания (молока)</w:t>
            </w:r>
          </w:p>
        </w:tc>
        <w:tc>
          <w:tcPr>
            <w:tcW w:w="2835" w:type="dxa"/>
            <w:vAlign w:val="center"/>
          </w:tcPr>
          <w:p w14:paraId="1F15ABFB" w14:textId="65F48991" w:rsidR="001F44DD" w:rsidRDefault="001F44DD" w:rsidP="00DB70BA">
            <w:pPr>
              <w:pStyle w:val="aa"/>
            </w:pPr>
            <w:r>
              <w:t xml:space="preserve">Снижение вредного воздействия биологического фактора </w:t>
            </w:r>
          </w:p>
        </w:tc>
        <w:tc>
          <w:tcPr>
            <w:tcW w:w="1384" w:type="dxa"/>
            <w:vAlign w:val="center"/>
          </w:tcPr>
          <w:p w14:paraId="1D738817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74388DE7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38A8D5EC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5449791F" w14:textId="77777777" w:rsidTr="008B4051">
        <w:trPr>
          <w:jc w:val="center"/>
        </w:trPr>
        <w:tc>
          <w:tcPr>
            <w:tcW w:w="3049" w:type="dxa"/>
            <w:vAlign w:val="center"/>
          </w:tcPr>
          <w:p w14:paraId="1D9EB223" w14:textId="21B8712E" w:rsidR="001F44DD" w:rsidRPr="001F44DD" w:rsidRDefault="001F44DD" w:rsidP="001F44DD">
            <w:pPr>
              <w:pStyle w:val="aa"/>
              <w:jc w:val="left"/>
            </w:pPr>
            <w:r>
              <w:lastRenderedPageBreak/>
              <w:t>20240099. Врач-уролог</w:t>
            </w:r>
          </w:p>
        </w:tc>
        <w:tc>
          <w:tcPr>
            <w:tcW w:w="3686" w:type="dxa"/>
            <w:vAlign w:val="center"/>
          </w:tcPr>
          <w:p w14:paraId="6C249871" w14:textId="520AC58D" w:rsidR="001F44DD" w:rsidRDefault="001F44DD" w:rsidP="00DB70BA">
            <w:pPr>
              <w:pStyle w:val="aa"/>
            </w:pPr>
            <w:r>
              <w:t>Биологический: Вредные условия труда по биологическому фактору обусловлены спецификой трудовой деятельности, необходимо соблюдение режимов труда и отдыха, соблюдение периодичности медицинских осмотров, а также организовать выдачу специального питания (молока)</w:t>
            </w:r>
          </w:p>
        </w:tc>
        <w:tc>
          <w:tcPr>
            <w:tcW w:w="2835" w:type="dxa"/>
            <w:vAlign w:val="center"/>
          </w:tcPr>
          <w:p w14:paraId="52F91BF0" w14:textId="02499834" w:rsidR="001F44DD" w:rsidRDefault="001F44DD" w:rsidP="00DB70BA">
            <w:pPr>
              <w:pStyle w:val="aa"/>
            </w:pPr>
            <w:r>
              <w:t xml:space="preserve">Снижение вредного воздействия биологического фактора </w:t>
            </w:r>
          </w:p>
        </w:tc>
        <w:tc>
          <w:tcPr>
            <w:tcW w:w="1384" w:type="dxa"/>
            <w:vAlign w:val="center"/>
          </w:tcPr>
          <w:p w14:paraId="39B1ADD0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7065E66B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10457941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1ED44CCE" w14:textId="77777777" w:rsidTr="008B4051">
        <w:trPr>
          <w:jc w:val="center"/>
        </w:trPr>
        <w:tc>
          <w:tcPr>
            <w:tcW w:w="3049" w:type="dxa"/>
            <w:vAlign w:val="center"/>
          </w:tcPr>
          <w:p w14:paraId="46FF4E8B" w14:textId="51934C22" w:rsidR="001F44DD" w:rsidRPr="001F44DD" w:rsidRDefault="001F44DD" w:rsidP="001F44DD">
            <w:pPr>
              <w:pStyle w:val="aa"/>
              <w:jc w:val="left"/>
            </w:pPr>
            <w:r>
              <w:t>20240100. Врач-эндокринолог</w:t>
            </w:r>
          </w:p>
        </w:tc>
        <w:tc>
          <w:tcPr>
            <w:tcW w:w="3686" w:type="dxa"/>
            <w:vAlign w:val="center"/>
          </w:tcPr>
          <w:p w14:paraId="4B750204" w14:textId="1ABD9A2C" w:rsidR="001F44DD" w:rsidRDefault="001F44DD" w:rsidP="00DB70BA">
            <w:pPr>
              <w:pStyle w:val="aa"/>
            </w:pPr>
            <w:r>
              <w:t>Биологический: Вредные условия труда по биологическому фактору обусловлены спецификой трудовой деятельности, необходимо соблюдение режимов труда и отдыха, соблюдение периодичности медицинских осмотров, а также организовать выдачу специального питания (молока)</w:t>
            </w:r>
          </w:p>
        </w:tc>
        <w:tc>
          <w:tcPr>
            <w:tcW w:w="2835" w:type="dxa"/>
            <w:vAlign w:val="center"/>
          </w:tcPr>
          <w:p w14:paraId="62DB23ED" w14:textId="76D053DC" w:rsidR="001F44DD" w:rsidRDefault="001F44DD" w:rsidP="00DB70BA">
            <w:pPr>
              <w:pStyle w:val="aa"/>
            </w:pPr>
            <w:r>
              <w:t xml:space="preserve">Снижение вредного воздействия биологического фактора </w:t>
            </w:r>
          </w:p>
        </w:tc>
        <w:tc>
          <w:tcPr>
            <w:tcW w:w="1384" w:type="dxa"/>
            <w:vAlign w:val="center"/>
          </w:tcPr>
          <w:p w14:paraId="0BFE1816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2DEEC76E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3C658CB8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3741C73C" w14:textId="77777777" w:rsidTr="008B4051">
        <w:trPr>
          <w:jc w:val="center"/>
        </w:trPr>
        <w:tc>
          <w:tcPr>
            <w:tcW w:w="3049" w:type="dxa"/>
            <w:vAlign w:val="center"/>
          </w:tcPr>
          <w:p w14:paraId="70B1DCFF" w14:textId="71850A35" w:rsidR="001F44DD" w:rsidRPr="001F44DD" w:rsidRDefault="001F44DD" w:rsidP="001F44DD">
            <w:pPr>
              <w:pStyle w:val="aa"/>
              <w:jc w:val="left"/>
            </w:pPr>
            <w:r>
              <w:t>20240101. Заведующий медицинским структурным подразделением – врач-дерматовенеролог</w:t>
            </w:r>
          </w:p>
        </w:tc>
        <w:tc>
          <w:tcPr>
            <w:tcW w:w="3686" w:type="dxa"/>
            <w:vAlign w:val="center"/>
          </w:tcPr>
          <w:p w14:paraId="72782156" w14:textId="5AE13D7F" w:rsidR="001F44DD" w:rsidRDefault="001F44DD" w:rsidP="00DB70BA">
            <w:pPr>
              <w:pStyle w:val="aa"/>
            </w:pPr>
            <w:r>
              <w:t>Биологический: Вредные условия труда по биологическому фактору обусловлены спецификой трудовой деятельности, необходимо соблюдение режимов труда и отдыха, соблюдение периодичности медицинских осмотров, а также организовать выдачу специального питания (молока)</w:t>
            </w:r>
          </w:p>
        </w:tc>
        <w:tc>
          <w:tcPr>
            <w:tcW w:w="2835" w:type="dxa"/>
            <w:vAlign w:val="center"/>
          </w:tcPr>
          <w:p w14:paraId="05A3E671" w14:textId="0E011EAF" w:rsidR="001F44DD" w:rsidRDefault="001F44DD" w:rsidP="00DB70BA">
            <w:pPr>
              <w:pStyle w:val="aa"/>
            </w:pPr>
            <w:r>
              <w:t xml:space="preserve">Снижение вредного воздействия биологического фактора </w:t>
            </w:r>
          </w:p>
        </w:tc>
        <w:tc>
          <w:tcPr>
            <w:tcW w:w="1384" w:type="dxa"/>
            <w:vAlign w:val="center"/>
          </w:tcPr>
          <w:p w14:paraId="7BCC3CD0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6545E781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45CF2817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0FC34ABC" w14:textId="77777777" w:rsidTr="008B4051">
        <w:trPr>
          <w:jc w:val="center"/>
        </w:trPr>
        <w:tc>
          <w:tcPr>
            <w:tcW w:w="3049" w:type="dxa"/>
            <w:vAlign w:val="center"/>
          </w:tcPr>
          <w:p w14:paraId="79D030E4" w14:textId="5216C764" w:rsidR="001F44DD" w:rsidRPr="001F44DD" w:rsidRDefault="001F44DD" w:rsidP="001F44DD">
            <w:pPr>
              <w:pStyle w:val="aa"/>
              <w:rPr>
                <w:i/>
              </w:rPr>
            </w:pPr>
            <w:r>
              <w:rPr>
                <w:i/>
              </w:rPr>
              <w:t>Отдел продаж</w:t>
            </w:r>
          </w:p>
        </w:tc>
        <w:tc>
          <w:tcPr>
            <w:tcW w:w="3686" w:type="dxa"/>
            <w:vAlign w:val="center"/>
          </w:tcPr>
          <w:p w14:paraId="42F087D9" w14:textId="77777777" w:rsidR="001F44DD" w:rsidRDefault="001F44DD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209874C3" w14:textId="77777777" w:rsidR="001F44DD" w:rsidRDefault="001F44DD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13C42A05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678CB8BD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1C9809F9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06F8BA70" w14:textId="77777777" w:rsidTr="008B4051">
        <w:trPr>
          <w:jc w:val="center"/>
        </w:trPr>
        <w:tc>
          <w:tcPr>
            <w:tcW w:w="3049" w:type="dxa"/>
            <w:vAlign w:val="center"/>
          </w:tcPr>
          <w:p w14:paraId="3231D5E2" w14:textId="0F151DFA" w:rsidR="001F44DD" w:rsidRPr="001F44DD" w:rsidRDefault="001F44DD" w:rsidP="001F44DD">
            <w:pPr>
              <w:pStyle w:val="aa"/>
              <w:rPr>
                <w:i/>
              </w:rPr>
            </w:pPr>
            <w:r>
              <w:rPr>
                <w:i/>
              </w:rPr>
              <w:t>Отделение предварительных и периодических медицинских осмотров</w:t>
            </w:r>
          </w:p>
        </w:tc>
        <w:tc>
          <w:tcPr>
            <w:tcW w:w="3686" w:type="dxa"/>
            <w:vAlign w:val="center"/>
          </w:tcPr>
          <w:p w14:paraId="3CE704C9" w14:textId="77777777" w:rsidR="001F44DD" w:rsidRDefault="001F44DD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05AF6A04" w14:textId="77777777" w:rsidR="001F44DD" w:rsidRDefault="001F44DD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3582CA82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759FB9C3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0BA65432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03685D17" w14:textId="77777777" w:rsidTr="008B4051">
        <w:trPr>
          <w:jc w:val="center"/>
        </w:trPr>
        <w:tc>
          <w:tcPr>
            <w:tcW w:w="3049" w:type="dxa"/>
            <w:vAlign w:val="center"/>
          </w:tcPr>
          <w:p w14:paraId="77C43EA1" w14:textId="55C7EE88" w:rsidR="001F44DD" w:rsidRPr="001F44DD" w:rsidRDefault="001F44DD" w:rsidP="001F44DD">
            <w:pPr>
              <w:pStyle w:val="aa"/>
              <w:jc w:val="left"/>
            </w:pPr>
            <w:r>
              <w:t>20240103. Врач-стоматолог</w:t>
            </w:r>
          </w:p>
        </w:tc>
        <w:tc>
          <w:tcPr>
            <w:tcW w:w="3686" w:type="dxa"/>
            <w:vAlign w:val="center"/>
          </w:tcPr>
          <w:p w14:paraId="3EA3AB1D" w14:textId="6BF3AB8C" w:rsidR="001F44DD" w:rsidRDefault="001F44DD" w:rsidP="00DB70BA">
            <w:pPr>
              <w:pStyle w:val="aa"/>
            </w:pPr>
            <w:r>
              <w:t>Биологический: Вредные условия труда по биологическому фактору обусловлены спецификой трудовой деятельности, необходимо соблюдение режимов труда и отдыха, соблюдение периодичности медицинских осмотров, а также организовать выдачу специального питания (молока)</w:t>
            </w:r>
          </w:p>
        </w:tc>
        <w:tc>
          <w:tcPr>
            <w:tcW w:w="2835" w:type="dxa"/>
            <w:vAlign w:val="center"/>
          </w:tcPr>
          <w:p w14:paraId="27E83E7E" w14:textId="7E090D05" w:rsidR="001F44DD" w:rsidRDefault="001F44DD" w:rsidP="00DB70BA">
            <w:pPr>
              <w:pStyle w:val="aa"/>
            </w:pPr>
            <w:r>
              <w:t xml:space="preserve">Снижение вредного воздействия биологического фактора </w:t>
            </w:r>
          </w:p>
        </w:tc>
        <w:tc>
          <w:tcPr>
            <w:tcW w:w="1384" w:type="dxa"/>
            <w:vAlign w:val="center"/>
          </w:tcPr>
          <w:p w14:paraId="13B24224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38A014CD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704ADF60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13A3BF5B" w14:textId="77777777" w:rsidTr="008B4051">
        <w:trPr>
          <w:jc w:val="center"/>
        </w:trPr>
        <w:tc>
          <w:tcPr>
            <w:tcW w:w="3049" w:type="dxa"/>
            <w:vAlign w:val="center"/>
          </w:tcPr>
          <w:p w14:paraId="568DBB28" w14:textId="0BF0CCF2" w:rsidR="001F44DD" w:rsidRPr="001F44DD" w:rsidRDefault="001F44DD" w:rsidP="001F44DD">
            <w:pPr>
              <w:pStyle w:val="aa"/>
              <w:jc w:val="left"/>
            </w:pPr>
            <w:r>
              <w:t>20240104. Врач функциональной диагностики</w:t>
            </w:r>
          </w:p>
        </w:tc>
        <w:tc>
          <w:tcPr>
            <w:tcW w:w="3686" w:type="dxa"/>
            <w:vAlign w:val="center"/>
          </w:tcPr>
          <w:p w14:paraId="1651E4BF" w14:textId="1A448020" w:rsidR="001F44DD" w:rsidRDefault="001F44DD" w:rsidP="00DB70BA">
            <w:pPr>
              <w:pStyle w:val="aa"/>
            </w:pPr>
            <w:r>
              <w:t xml:space="preserve">Биологический: Вредные условия труда по биологическому фактору обусловлены спецификой трудовой деятельности, необходимо соблюдение режимов труда и отдыха, соблюдение периодичности медицинских осмотров, а также организовать выдачу специального питания </w:t>
            </w:r>
            <w:r>
              <w:lastRenderedPageBreak/>
              <w:t>(молока)</w:t>
            </w:r>
          </w:p>
        </w:tc>
        <w:tc>
          <w:tcPr>
            <w:tcW w:w="2835" w:type="dxa"/>
            <w:vAlign w:val="center"/>
          </w:tcPr>
          <w:p w14:paraId="5EC1267C" w14:textId="50F407CB" w:rsidR="001F44DD" w:rsidRDefault="001F44DD" w:rsidP="00DB70BA">
            <w:pPr>
              <w:pStyle w:val="aa"/>
            </w:pPr>
            <w:r>
              <w:lastRenderedPageBreak/>
              <w:t xml:space="preserve">Снижение вредного воздействия биологического фактора </w:t>
            </w:r>
          </w:p>
        </w:tc>
        <w:tc>
          <w:tcPr>
            <w:tcW w:w="1384" w:type="dxa"/>
            <w:vAlign w:val="center"/>
          </w:tcPr>
          <w:p w14:paraId="32EE5E9B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7DB027F0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69F914E7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42475927" w14:textId="77777777" w:rsidTr="008B4051">
        <w:trPr>
          <w:jc w:val="center"/>
        </w:trPr>
        <w:tc>
          <w:tcPr>
            <w:tcW w:w="3049" w:type="dxa"/>
            <w:vAlign w:val="center"/>
          </w:tcPr>
          <w:p w14:paraId="0739F3EB" w14:textId="4633FF11" w:rsidR="001F44DD" w:rsidRPr="001F44DD" w:rsidRDefault="001F44DD" w:rsidP="001F44DD">
            <w:pPr>
              <w:pStyle w:val="aa"/>
              <w:jc w:val="left"/>
            </w:pPr>
            <w:r>
              <w:t>20240105. Врач-акушер-гинеколог</w:t>
            </w:r>
          </w:p>
        </w:tc>
        <w:tc>
          <w:tcPr>
            <w:tcW w:w="3686" w:type="dxa"/>
            <w:vAlign w:val="center"/>
          </w:tcPr>
          <w:p w14:paraId="554F40C2" w14:textId="7930AF08" w:rsidR="001F44DD" w:rsidRDefault="001F44DD" w:rsidP="00DB70BA">
            <w:pPr>
              <w:pStyle w:val="aa"/>
            </w:pPr>
            <w:r>
              <w:t>Биологический: Вредные условия труда по биологическому фактору обусловлены спецификой трудовой деятельности, необходимо соблюдение режимов труда и отдыха, соблюдение периодичности медицинских осмотров, а также организовать выдачу специального питания (молока)</w:t>
            </w:r>
          </w:p>
        </w:tc>
        <w:tc>
          <w:tcPr>
            <w:tcW w:w="2835" w:type="dxa"/>
            <w:vAlign w:val="center"/>
          </w:tcPr>
          <w:p w14:paraId="5C7429C4" w14:textId="5BB7B925" w:rsidR="001F44DD" w:rsidRDefault="001F44DD" w:rsidP="00DB70BA">
            <w:pPr>
              <w:pStyle w:val="aa"/>
            </w:pPr>
            <w:r>
              <w:t xml:space="preserve">Снижение вредного воздействия биологического фактора </w:t>
            </w:r>
          </w:p>
        </w:tc>
        <w:tc>
          <w:tcPr>
            <w:tcW w:w="1384" w:type="dxa"/>
            <w:vAlign w:val="center"/>
          </w:tcPr>
          <w:p w14:paraId="6F73357E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31D81531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49B1BA5D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7119935E" w14:textId="77777777" w:rsidTr="008B4051">
        <w:trPr>
          <w:jc w:val="center"/>
        </w:trPr>
        <w:tc>
          <w:tcPr>
            <w:tcW w:w="3049" w:type="dxa"/>
            <w:vAlign w:val="center"/>
          </w:tcPr>
          <w:p w14:paraId="5CBA962F" w14:textId="7D3775DB" w:rsidR="001F44DD" w:rsidRPr="001F44DD" w:rsidRDefault="001F44DD" w:rsidP="001F44DD">
            <w:pPr>
              <w:pStyle w:val="aa"/>
              <w:jc w:val="left"/>
            </w:pPr>
            <w:r>
              <w:t>20240106. Врач-невролог</w:t>
            </w:r>
          </w:p>
        </w:tc>
        <w:tc>
          <w:tcPr>
            <w:tcW w:w="3686" w:type="dxa"/>
            <w:vAlign w:val="center"/>
          </w:tcPr>
          <w:p w14:paraId="7D2074BE" w14:textId="5298ED6B" w:rsidR="001F44DD" w:rsidRDefault="001F44DD" w:rsidP="00DB70BA">
            <w:pPr>
              <w:pStyle w:val="aa"/>
            </w:pPr>
            <w:r>
              <w:t>Биологический: Вредные условия труда по биологическому фактору обусловлены спецификой трудовой деятельности, необходимо соблюдение режимов труда и отдыха, соблюдение периодичности медицинских осмотров, а также организовать выдачу специального питания (молока)</w:t>
            </w:r>
          </w:p>
        </w:tc>
        <w:tc>
          <w:tcPr>
            <w:tcW w:w="2835" w:type="dxa"/>
            <w:vAlign w:val="center"/>
          </w:tcPr>
          <w:p w14:paraId="612B9DE6" w14:textId="4FD8F3D8" w:rsidR="001F44DD" w:rsidRDefault="001F44DD" w:rsidP="00DB70BA">
            <w:pPr>
              <w:pStyle w:val="aa"/>
            </w:pPr>
            <w:r>
              <w:t xml:space="preserve">Снижение вредного воздействия биологического фактора </w:t>
            </w:r>
          </w:p>
        </w:tc>
        <w:tc>
          <w:tcPr>
            <w:tcW w:w="1384" w:type="dxa"/>
            <w:vAlign w:val="center"/>
          </w:tcPr>
          <w:p w14:paraId="61556A94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24E68A6E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3B596F8F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10E67263" w14:textId="77777777" w:rsidTr="008B4051">
        <w:trPr>
          <w:jc w:val="center"/>
        </w:trPr>
        <w:tc>
          <w:tcPr>
            <w:tcW w:w="3049" w:type="dxa"/>
            <w:vAlign w:val="center"/>
          </w:tcPr>
          <w:p w14:paraId="13FC106A" w14:textId="73BEF3E3" w:rsidR="001F44DD" w:rsidRPr="001F44DD" w:rsidRDefault="001F44DD" w:rsidP="001F44DD">
            <w:pPr>
              <w:pStyle w:val="aa"/>
              <w:jc w:val="left"/>
            </w:pPr>
            <w:r>
              <w:t>20240107. Врач-психиатр</w:t>
            </w:r>
          </w:p>
        </w:tc>
        <w:tc>
          <w:tcPr>
            <w:tcW w:w="3686" w:type="dxa"/>
            <w:vAlign w:val="center"/>
          </w:tcPr>
          <w:p w14:paraId="480E611D" w14:textId="1C7198F1" w:rsidR="001F44DD" w:rsidRDefault="001F44DD" w:rsidP="00DB70BA">
            <w:pPr>
              <w:pStyle w:val="aa"/>
            </w:pPr>
            <w:r>
              <w:t>Биологический: Вредные условия труда по биологическому фактору обусловлены спецификой трудовой деятельности, необходимо соблюдение режимов труда и отдыха, соблюдение периодичности медицинских осмотров, а также организовать выдачу специального питания (молока)</w:t>
            </w:r>
          </w:p>
        </w:tc>
        <w:tc>
          <w:tcPr>
            <w:tcW w:w="2835" w:type="dxa"/>
            <w:vAlign w:val="center"/>
          </w:tcPr>
          <w:p w14:paraId="6AB06E9F" w14:textId="4D052619" w:rsidR="001F44DD" w:rsidRDefault="001F44DD" w:rsidP="00DB70BA">
            <w:pPr>
              <w:pStyle w:val="aa"/>
            </w:pPr>
            <w:r>
              <w:t xml:space="preserve">Снижение вредного воздействия биологического фактора </w:t>
            </w:r>
          </w:p>
        </w:tc>
        <w:tc>
          <w:tcPr>
            <w:tcW w:w="1384" w:type="dxa"/>
            <w:vAlign w:val="center"/>
          </w:tcPr>
          <w:p w14:paraId="0D90C8D8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0675BC59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6DC74672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419257F4" w14:textId="77777777" w:rsidTr="008B4051">
        <w:trPr>
          <w:jc w:val="center"/>
        </w:trPr>
        <w:tc>
          <w:tcPr>
            <w:tcW w:w="3049" w:type="dxa"/>
            <w:vAlign w:val="center"/>
          </w:tcPr>
          <w:p w14:paraId="1F652A26" w14:textId="26450568" w:rsidR="001F44DD" w:rsidRPr="001F44DD" w:rsidRDefault="001F44DD" w:rsidP="001F44DD">
            <w:pPr>
              <w:pStyle w:val="aa"/>
              <w:jc w:val="left"/>
            </w:pPr>
            <w:r>
              <w:t>20240108. Врач-психиатр-нарколог</w:t>
            </w:r>
          </w:p>
        </w:tc>
        <w:tc>
          <w:tcPr>
            <w:tcW w:w="3686" w:type="dxa"/>
            <w:vAlign w:val="center"/>
          </w:tcPr>
          <w:p w14:paraId="070EBA64" w14:textId="66903F8E" w:rsidR="001F44DD" w:rsidRDefault="001F44DD" w:rsidP="00DB70BA">
            <w:pPr>
              <w:pStyle w:val="aa"/>
            </w:pPr>
            <w:r>
              <w:t>Биологический: Вредные условия труда по биологическому фактору обусловлены спецификой трудовой деятельности, необходимо соблюдение режимов труда и отдыха, соблюдение периодичности медицинских осмотров, а также организовать выдачу специального питания (молока)</w:t>
            </w:r>
          </w:p>
        </w:tc>
        <w:tc>
          <w:tcPr>
            <w:tcW w:w="2835" w:type="dxa"/>
            <w:vAlign w:val="center"/>
          </w:tcPr>
          <w:p w14:paraId="5B1145D9" w14:textId="46E31ECD" w:rsidR="001F44DD" w:rsidRDefault="001F44DD" w:rsidP="00DB70BA">
            <w:pPr>
              <w:pStyle w:val="aa"/>
            </w:pPr>
            <w:r>
              <w:t xml:space="preserve">Снижение вредного воздействия биологического фактора </w:t>
            </w:r>
          </w:p>
        </w:tc>
        <w:tc>
          <w:tcPr>
            <w:tcW w:w="1384" w:type="dxa"/>
            <w:vAlign w:val="center"/>
          </w:tcPr>
          <w:p w14:paraId="40B18686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7582A3B5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2FCF5F93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70739731" w14:textId="77777777" w:rsidTr="008B4051">
        <w:trPr>
          <w:jc w:val="center"/>
        </w:trPr>
        <w:tc>
          <w:tcPr>
            <w:tcW w:w="3049" w:type="dxa"/>
            <w:vAlign w:val="center"/>
          </w:tcPr>
          <w:p w14:paraId="1A00B219" w14:textId="1D7C2D76" w:rsidR="001F44DD" w:rsidRPr="001F44DD" w:rsidRDefault="001F44DD" w:rsidP="001F44DD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Пермский краевой центр рассеянного склероза</w:t>
            </w:r>
          </w:p>
        </w:tc>
        <w:tc>
          <w:tcPr>
            <w:tcW w:w="3686" w:type="dxa"/>
            <w:vAlign w:val="center"/>
          </w:tcPr>
          <w:p w14:paraId="27BD318A" w14:textId="77777777" w:rsidR="001F44DD" w:rsidRDefault="001F44DD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20224769" w14:textId="77777777" w:rsidR="001F44DD" w:rsidRDefault="001F44DD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5E1A5D89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34833B2B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2981B7C4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73667ED1" w14:textId="77777777" w:rsidTr="008B4051">
        <w:trPr>
          <w:jc w:val="center"/>
        </w:trPr>
        <w:tc>
          <w:tcPr>
            <w:tcW w:w="3049" w:type="dxa"/>
            <w:vAlign w:val="center"/>
          </w:tcPr>
          <w:p w14:paraId="0CA23B8D" w14:textId="3E1BFF41" w:rsidR="001F44DD" w:rsidRPr="001F44DD" w:rsidRDefault="001F44DD" w:rsidP="001F44DD">
            <w:pPr>
              <w:pStyle w:val="aa"/>
              <w:rPr>
                <w:i/>
              </w:rPr>
            </w:pPr>
            <w:r>
              <w:rPr>
                <w:i/>
              </w:rPr>
              <w:t>Неврологический кабинет</w:t>
            </w:r>
          </w:p>
        </w:tc>
        <w:tc>
          <w:tcPr>
            <w:tcW w:w="3686" w:type="dxa"/>
            <w:vAlign w:val="center"/>
          </w:tcPr>
          <w:p w14:paraId="46D33935" w14:textId="77777777" w:rsidR="001F44DD" w:rsidRDefault="001F44DD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30468DCE" w14:textId="77777777" w:rsidR="001F44DD" w:rsidRDefault="001F44DD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1DBAF2BA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27FE89B6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6AF5D12C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5636D0AB" w14:textId="77777777" w:rsidTr="008B4051">
        <w:trPr>
          <w:jc w:val="center"/>
        </w:trPr>
        <w:tc>
          <w:tcPr>
            <w:tcW w:w="3049" w:type="dxa"/>
            <w:vAlign w:val="center"/>
          </w:tcPr>
          <w:p w14:paraId="1D3D2501" w14:textId="0FF002EC" w:rsidR="001F44DD" w:rsidRPr="001F44DD" w:rsidRDefault="001F44DD" w:rsidP="001F44DD">
            <w:pPr>
              <w:pStyle w:val="aa"/>
              <w:jc w:val="left"/>
            </w:pPr>
            <w:r>
              <w:t>14570079. Заведующий медицинским структурным подразделением – врач-невролог</w:t>
            </w:r>
          </w:p>
        </w:tc>
        <w:tc>
          <w:tcPr>
            <w:tcW w:w="3686" w:type="dxa"/>
            <w:vAlign w:val="center"/>
          </w:tcPr>
          <w:p w14:paraId="4DC148BE" w14:textId="4F561B4D" w:rsidR="001F44DD" w:rsidRDefault="001F44DD" w:rsidP="00DB70BA">
            <w:pPr>
              <w:pStyle w:val="aa"/>
            </w:pPr>
            <w:r>
              <w:t xml:space="preserve">Биологический: Вредные условия труда по биологическому фактору обусловлены спецификой трудовой деятельности, необходимо соблюдение режимов труда и отдыха, соблюдение периодичности медицинских осмотров, а также организовать выдачу специального питания </w:t>
            </w:r>
            <w:r>
              <w:lastRenderedPageBreak/>
              <w:t>(молока)</w:t>
            </w:r>
          </w:p>
        </w:tc>
        <w:tc>
          <w:tcPr>
            <w:tcW w:w="2835" w:type="dxa"/>
            <w:vAlign w:val="center"/>
          </w:tcPr>
          <w:p w14:paraId="0B106F67" w14:textId="35622A59" w:rsidR="001F44DD" w:rsidRDefault="001F44DD" w:rsidP="00DB70BA">
            <w:pPr>
              <w:pStyle w:val="aa"/>
            </w:pPr>
            <w:r>
              <w:lastRenderedPageBreak/>
              <w:t xml:space="preserve">Снижение вредного воздействия биологического фактора </w:t>
            </w:r>
          </w:p>
        </w:tc>
        <w:tc>
          <w:tcPr>
            <w:tcW w:w="1384" w:type="dxa"/>
            <w:vAlign w:val="center"/>
          </w:tcPr>
          <w:p w14:paraId="108E75BF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4447E41F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15075AE5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038293E4" w14:textId="77777777" w:rsidTr="008B4051">
        <w:trPr>
          <w:jc w:val="center"/>
        </w:trPr>
        <w:tc>
          <w:tcPr>
            <w:tcW w:w="3049" w:type="dxa"/>
            <w:vAlign w:val="center"/>
          </w:tcPr>
          <w:p w14:paraId="1EC13429" w14:textId="43703C76" w:rsidR="001F44DD" w:rsidRPr="001F44DD" w:rsidRDefault="001F44DD" w:rsidP="001F44DD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Нефрологический центр</w:t>
            </w:r>
          </w:p>
        </w:tc>
        <w:tc>
          <w:tcPr>
            <w:tcW w:w="3686" w:type="dxa"/>
            <w:vAlign w:val="center"/>
          </w:tcPr>
          <w:p w14:paraId="74FACA27" w14:textId="77777777" w:rsidR="001F44DD" w:rsidRDefault="001F44DD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542A4263" w14:textId="77777777" w:rsidR="001F44DD" w:rsidRDefault="001F44DD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7441B27E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17698682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4659F115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031AFC0F" w14:textId="77777777" w:rsidTr="008B4051">
        <w:trPr>
          <w:jc w:val="center"/>
        </w:trPr>
        <w:tc>
          <w:tcPr>
            <w:tcW w:w="3049" w:type="dxa"/>
            <w:vAlign w:val="center"/>
          </w:tcPr>
          <w:p w14:paraId="134F39E2" w14:textId="3D446F7D" w:rsidR="001F44DD" w:rsidRPr="001F44DD" w:rsidRDefault="001F44DD" w:rsidP="001F44DD">
            <w:pPr>
              <w:pStyle w:val="aa"/>
              <w:rPr>
                <w:i/>
              </w:rPr>
            </w:pPr>
            <w:r>
              <w:rPr>
                <w:i/>
              </w:rPr>
              <w:t>Нефрологический кабинет</w:t>
            </w:r>
          </w:p>
        </w:tc>
        <w:tc>
          <w:tcPr>
            <w:tcW w:w="3686" w:type="dxa"/>
            <w:vAlign w:val="center"/>
          </w:tcPr>
          <w:p w14:paraId="616C3E55" w14:textId="77777777" w:rsidR="001F44DD" w:rsidRDefault="001F44DD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10A03BAB" w14:textId="77777777" w:rsidR="001F44DD" w:rsidRDefault="001F44DD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6E1DBB1A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059FC631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5D82EF16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4DFA3E15" w14:textId="77777777" w:rsidTr="008B4051">
        <w:trPr>
          <w:jc w:val="center"/>
        </w:trPr>
        <w:tc>
          <w:tcPr>
            <w:tcW w:w="3049" w:type="dxa"/>
            <w:vAlign w:val="center"/>
          </w:tcPr>
          <w:p w14:paraId="5B3ECFF7" w14:textId="142C7895" w:rsidR="001F44DD" w:rsidRPr="001F44DD" w:rsidRDefault="001F44DD" w:rsidP="001F44DD">
            <w:pPr>
              <w:pStyle w:val="aa"/>
              <w:jc w:val="left"/>
            </w:pPr>
            <w:r>
              <w:t>14570075. Врач-нефролог</w:t>
            </w:r>
          </w:p>
        </w:tc>
        <w:tc>
          <w:tcPr>
            <w:tcW w:w="3686" w:type="dxa"/>
            <w:vAlign w:val="center"/>
          </w:tcPr>
          <w:p w14:paraId="13BD148B" w14:textId="608BCAE6" w:rsidR="001F44DD" w:rsidRDefault="001F44DD" w:rsidP="00DB70BA">
            <w:pPr>
              <w:pStyle w:val="aa"/>
            </w:pPr>
            <w:r>
              <w:t>Биологический: Вредные условия труда по биологическому фактору обусловлены спецификой трудовой деятельности, необходимо соблюдение режимов труда и отдыха, соблюдение периодичности медицинских осмотров, а также организовать выдачу специального питания (молока)</w:t>
            </w:r>
          </w:p>
        </w:tc>
        <w:tc>
          <w:tcPr>
            <w:tcW w:w="2835" w:type="dxa"/>
            <w:vAlign w:val="center"/>
          </w:tcPr>
          <w:p w14:paraId="57C9DBDB" w14:textId="6DF3B411" w:rsidR="001F44DD" w:rsidRDefault="001F44DD" w:rsidP="00DB70BA">
            <w:pPr>
              <w:pStyle w:val="aa"/>
            </w:pPr>
            <w:r>
              <w:t xml:space="preserve">Снижение вредного воздействия биологического фактора </w:t>
            </w:r>
          </w:p>
        </w:tc>
        <w:tc>
          <w:tcPr>
            <w:tcW w:w="1384" w:type="dxa"/>
            <w:vAlign w:val="center"/>
          </w:tcPr>
          <w:p w14:paraId="760445B5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1CF33933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39E62A87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2BAAC08F" w14:textId="77777777" w:rsidTr="008B4051">
        <w:trPr>
          <w:jc w:val="center"/>
        </w:trPr>
        <w:tc>
          <w:tcPr>
            <w:tcW w:w="3049" w:type="dxa"/>
            <w:vAlign w:val="center"/>
          </w:tcPr>
          <w:p w14:paraId="5EBD66E7" w14:textId="50A9F55B" w:rsidR="001F44DD" w:rsidRPr="001F44DD" w:rsidRDefault="001F44DD" w:rsidP="001F44DD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Региональный эндокринологический центр</w:t>
            </w:r>
          </w:p>
        </w:tc>
        <w:tc>
          <w:tcPr>
            <w:tcW w:w="3686" w:type="dxa"/>
            <w:vAlign w:val="center"/>
          </w:tcPr>
          <w:p w14:paraId="2321A36E" w14:textId="77777777" w:rsidR="001F44DD" w:rsidRDefault="001F44DD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5C8781EF" w14:textId="77777777" w:rsidR="001F44DD" w:rsidRDefault="001F44DD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559098E5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274678B0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5590B634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555FE7CD" w14:textId="77777777" w:rsidTr="008B4051">
        <w:trPr>
          <w:jc w:val="center"/>
        </w:trPr>
        <w:tc>
          <w:tcPr>
            <w:tcW w:w="3049" w:type="dxa"/>
            <w:vAlign w:val="center"/>
          </w:tcPr>
          <w:p w14:paraId="03190658" w14:textId="5B4C809B" w:rsidR="001F44DD" w:rsidRPr="001F44DD" w:rsidRDefault="001F44DD" w:rsidP="001F44DD">
            <w:pPr>
              <w:pStyle w:val="aa"/>
              <w:rPr>
                <w:i/>
              </w:rPr>
            </w:pPr>
            <w:r>
              <w:rPr>
                <w:i/>
              </w:rPr>
              <w:t>Кабинет врача-эндокринолога</w:t>
            </w:r>
          </w:p>
        </w:tc>
        <w:tc>
          <w:tcPr>
            <w:tcW w:w="3686" w:type="dxa"/>
            <w:vAlign w:val="center"/>
          </w:tcPr>
          <w:p w14:paraId="721506E0" w14:textId="77777777" w:rsidR="001F44DD" w:rsidRDefault="001F44DD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2BB5C653" w14:textId="77777777" w:rsidR="001F44DD" w:rsidRDefault="001F44DD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77862DCC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7197EE88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6CA6C852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724DDFD2" w14:textId="77777777" w:rsidTr="008B4051">
        <w:trPr>
          <w:jc w:val="center"/>
        </w:trPr>
        <w:tc>
          <w:tcPr>
            <w:tcW w:w="3049" w:type="dxa"/>
            <w:vAlign w:val="center"/>
          </w:tcPr>
          <w:p w14:paraId="73A9B2A1" w14:textId="30906756" w:rsidR="001F44DD" w:rsidRPr="001F44DD" w:rsidRDefault="001F44DD" w:rsidP="001F44DD">
            <w:pPr>
              <w:pStyle w:val="aa"/>
              <w:jc w:val="left"/>
            </w:pPr>
            <w:r>
              <w:t>14570071. Заведующий медицинским структурным подразделением – врач-эндокринолог</w:t>
            </w:r>
          </w:p>
        </w:tc>
        <w:tc>
          <w:tcPr>
            <w:tcW w:w="3686" w:type="dxa"/>
            <w:vAlign w:val="center"/>
          </w:tcPr>
          <w:p w14:paraId="5036C9B7" w14:textId="5B7C03F5" w:rsidR="001F44DD" w:rsidRDefault="001F44DD" w:rsidP="00DB70BA">
            <w:pPr>
              <w:pStyle w:val="aa"/>
            </w:pPr>
            <w:r>
              <w:t>Биологический: Вредные условия труда по биологическому фактору обусловлены спецификой трудовой деятельности, необходимо соблюдение режимов труда и отдыха, соблюдение периодичности медицинских осмотров, а также организовать выдачу специального питания (молока)</w:t>
            </w:r>
          </w:p>
        </w:tc>
        <w:tc>
          <w:tcPr>
            <w:tcW w:w="2835" w:type="dxa"/>
            <w:vAlign w:val="center"/>
          </w:tcPr>
          <w:p w14:paraId="60E55BCD" w14:textId="3FB0A24C" w:rsidR="001F44DD" w:rsidRDefault="001F44DD" w:rsidP="00DB70BA">
            <w:pPr>
              <w:pStyle w:val="aa"/>
            </w:pPr>
            <w:r>
              <w:t xml:space="preserve">Снижение вредного воздействия биологического фактора </w:t>
            </w:r>
          </w:p>
        </w:tc>
        <w:tc>
          <w:tcPr>
            <w:tcW w:w="1384" w:type="dxa"/>
            <w:vAlign w:val="center"/>
          </w:tcPr>
          <w:p w14:paraId="59FFBE02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43293A34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1FAAB0D0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225DD0B2" w14:textId="77777777" w:rsidTr="008B4051">
        <w:trPr>
          <w:jc w:val="center"/>
        </w:trPr>
        <w:tc>
          <w:tcPr>
            <w:tcW w:w="3049" w:type="dxa"/>
            <w:vAlign w:val="center"/>
          </w:tcPr>
          <w:p w14:paraId="6F555521" w14:textId="041BF577" w:rsidR="001F44DD" w:rsidRPr="001F44DD" w:rsidRDefault="001F44DD" w:rsidP="001F44DD">
            <w:pPr>
              <w:pStyle w:val="aa"/>
              <w:jc w:val="left"/>
            </w:pPr>
            <w:r>
              <w:t>14570072. Врач-эндокринолог</w:t>
            </w:r>
          </w:p>
        </w:tc>
        <w:tc>
          <w:tcPr>
            <w:tcW w:w="3686" w:type="dxa"/>
            <w:vAlign w:val="center"/>
          </w:tcPr>
          <w:p w14:paraId="37AFB2E6" w14:textId="24720B61" w:rsidR="001F44DD" w:rsidRDefault="001F44DD" w:rsidP="00DB70BA">
            <w:pPr>
              <w:pStyle w:val="aa"/>
            </w:pPr>
            <w:r>
              <w:t>Биологический: Вредные условия труда по биологическому фактору обусловлены спецификой трудовой деятельности, необходимо соблюдение режимов труда и отдыха, соблюдение периодичности медицинских осмотров, а также организовать выдачу специального питания (молока)</w:t>
            </w:r>
          </w:p>
        </w:tc>
        <w:tc>
          <w:tcPr>
            <w:tcW w:w="2835" w:type="dxa"/>
            <w:vAlign w:val="center"/>
          </w:tcPr>
          <w:p w14:paraId="6A6EE836" w14:textId="462B4AB3" w:rsidR="001F44DD" w:rsidRDefault="001F44DD" w:rsidP="00DB70BA">
            <w:pPr>
              <w:pStyle w:val="aa"/>
            </w:pPr>
            <w:r>
              <w:t xml:space="preserve">Снижение вредного воздействия биологического фактора </w:t>
            </w:r>
          </w:p>
        </w:tc>
        <w:tc>
          <w:tcPr>
            <w:tcW w:w="1384" w:type="dxa"/>
            <w:vAlign w:val="center"/>
          </w:tcPr>
          <w:p w14:paraId="3BCF4479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19829C2B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42ADD8AA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0E81D75A" w14:textId="77777777" w:rsidTr="008B4051">
        <w:trPr>
          <w:jc w:val="center"/>
        </w:trPr>
        <w:tc>
          <w:tcPr>
            <w:tcW w:w="3049" w:type="dxa"/>
            <w:vAlign w:val="center"/>
          </w:tcPr>
          <w:p w14:paraId="41AE64C8" w14:textId="262F585C" w:rsidR="001F44DD" w:rsidRPr="001F44DD" w:rsidRDefault="001F44DD" w:rsidP="001F44DD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Специализированный неврологический центр</w:t>
            </w:r>
          </w:p>
        </w:tc>
        <w:tc>
          <w:tcPr>
            <w:tcW w:w="3686" w:type="dxa"/>
            <w:vAlign w:val="center"/>
          </w:tcPr>
          <w:p w14:paraId="5A5D15DC" w14:textId="77777777" w:rsidR="001F44DD" w:rsidRDefault="001F44DD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401C8485" w14:textId="77777777" w:rsidR="001F44DD" w:rsidRDefault="001F44DD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2114B5DD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3291A711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18C31178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7213C8A9" w14:textId="77777777" w:rsidTr="008B4051">
        <w:trPr>
          <w:jc w:val="center"/>
        </w:trPr>
        <w:tc>
          <w:tcPr>
            <w:tcW w:w="3049" w:type="dxa"/>
            <w:vAlign w:val="center"/>
          </w:tcPr>
          <w:p w14:paraId="4CB30DC8" w14:textId="7C05F9F2" w:rsidR="001F44DD" w:rsidRPr="001F44DD" w:rsidRDefault="001F44DD" w:rsidP="001F44DD">
            <w:pPr>
              <w:pStyle w:val="aa"/>
              <w:rPr>
                <w:i/>
              </w:rPr>
            </w:pPr>
            <w:r>
              <w:rPr>
                <w:i/>
              </w:rPr>
              <w:t>Кабинет врача-невролога</w:t>
            </w:r>
          </w:p>
        </w:tc>
        <w:tc>
          <w:tcPr>
            <w:tcW w:w="3686" w:type="dxa"/>
            <w:vAlign w:val="center"/>
          </w:tcPr>
          <w:p w14:paraId="0C249637" w14:textId="77777777" w:rsidR="001F44DD" w:rsidRDefault="001F44DD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72A36650" w14:textId="77777777" w:rsidR="001F44DD" w:rsidRDefault="001F44DD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0198FCF5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652CFA13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09829827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78DFB035" w14:textId="77777777" w:rsidTr="008B4051">
        <w:trPr>
          <w:jc w:val="center"/>
        </w:trPr>
        <w:tc>
          <w:tcPr>
            <w:tcW w:w="3049" w:type="dxa"/>
            <w:vAlign w:val="center"/>
          </w:tcPr>
          <w:p w14:paraId="7CB42EB5" w14:textId="3877D698" w:rsidR="001F44DD" w:rsidRPr="001F44DD" w:rsidRDefault="001F44DD" w:rsidP="001F44DD">
            <w:pPr>
              <w:pStyle w:val="aa"/>
              <w:jc w:val="left"/>
            </w:pPr>
            <w:r>
              <w:t>14570066. Врач-невролог</w:t>
            </w:r>
          </w:p>
        </w:tc>
        <w:tc>
          <w:tcPr>
            <w:tcW w:w="3686" w:type="dxa"/>
            <w:vAlign w:val="center"/>
          </w:tcPr>
          <w:p w14:paraId="2770C52D" w14:textId="36D6B855" w:rsidR="001F44DD" w:rsidRDefault="001F44DD" w:rsidP="00DB70BA">
            <w:pPr>
              <w:pStyle w:val="aa"/>
            </w:pPr>
            <w:r>
              <w:t>Биологический: Вредные условия труда по биологическому фактору обусловлены спецификой трудовой деятельности, необходимо соблюдение режимов труда и отдыха, соблюдение периодичности медицинских осмотров, а также организовать выдачу специального питания (молока)</w:t>
            </w:r>
          </w:p>
        </w:tc>
        <w:tc>
          <w:tcPr>
            <w:tcW w:w="2835" w:type="dxa"/>
            <w:vAlign w:val="center"/>
          </w:tcPr>
          <w:p w14:paraId="2C491DA6" w14:textId="666A7143" w:rsidR="001F44DD" w:rsidRDefault="001F44DD" w:rsidP="00DB70BA">
            <w:pPr>
              <w:pStyle w:val="aa"/>
            </w:pPr>
            <w:r>
              <w:t xml:space="preserve">Снижение вредного воздействия биологического фактора </w:t>
            </w:r>
          </w:p>
        </w:tc>
        <w:tc>
          <w:tcPr>
            <w:tcW w:w="1384" w:type="dxa"/>
            <w:vAlign w:val="center"/>
          </w:tcPr>
          <w:p w14:paraId="0C033C07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7322A065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12704A51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2060F665" w14:textId="77777777" w:rsidTr="008B4051">
        <w:trPr>
          <w:jc w:val="center"/>
        </w:trPr>
        <w:tc>
          <w:tcPr>
            <w:tcW w:w="3049" w:type="dxa"/>
            <w:vAlign w:val="center"/>
          </w:tcPr>
          <w:p w14:paraId="64EB01F5" w14:textId="42D93EBB" w:rsidR="001F44DD" w:rsidRPr="001F44DD" w:rsidRDefault="001F44DD" w:rsidP="001F44DD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Центр медицинский ревматологический</w:t>
            </w:r>
          </w:p>
        </w:tc>
        <w:tc>
          <w:tcPr>
            <w:tcW w:w="3686" w:type="dxa"/>
            <w:vAlign w:val="center"/>
          </w:tcPr>
          <w:p w14:paraId="26B70B24" w14:textId="77777777" w:rsidR="001F44DD" w:rsidRDefault="001F44DD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57333693" w14:textId="77777777" w:rsidR="001F44DD" w:rsidRDefault="001F44DD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62C17EB7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3427201A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5C075551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03D55564" w14:textId="77777777" w:rsidTr="008B4051">
        <w:trPr>
          <w:jc w:val="center"/>
        </w:trPr>
        <w:tc>
          <w:tcPr>
            <w:tcW w:w="3049" w:type="dxa"/>
            <w:vAlign w:val="center"/>
          </w:tcPr>
          <w:p w14:paraId="2CFCF818" w14:textId="2A397DC6" w:rsidR="001F44DD" w:rsidRPr="001F44DD" w:rsidRDefault="001F44DD" w:rsidP="001F44DD">
            <w:pPr>
              <w:pStyle w:val="aa"/>
              <w:rPr>
                <w:i/>
              </w:rPr>
            </w:pPr>
            <w:r>
              <w:rPr>
                <w:i/>
              </w:rPr>
              <w:lastRenderedPageBreak/>
              <w:t>Кабинет врача-ревматолога</w:t>
            </w:r>
          </w:p>
        </w:tc>
        <w:tc>
          <w:tcPr>
            <w:tcW w:w="3686" w:type="dxa"/>
            <w:vAlign w:val="center"/>
          </w:tcPr>
          <w:p w14:paraId="7FC683F6" w14:textId="77777777" w:rsidR="001F44DD" w:rsidRDefault="001F44DD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7DC16D00" w14:textId="77777777" w:rsidR="001F44DD" w:rsidRDefault="001F44DD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007F83ED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36F4D65E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69D0A1A0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73DF61F0" w14:textId="77777777" w:rsidTr="008B4051">
        <w:trPr>
          <w:jc w:val="center"/>
        </w:trPr>
        <w:tc>
          <w:tcPr>
            <w:tcW w:w="3049" w:type="dxa"/>
            <w:vAlign w:val="center"/>
          </w:tcPr>
          <w:p w14:paraId="066EC514" w14:textId="5BBD2374" w:rsidR="001F44DD" w:rsidRPr="001F44DD" w:rsidRDefault="001F44DD" w:rsidP="001F44DD">
            <w:pPr>
              <w:pStyle w:val="aa"/>
              <w:jc w:val="left"/>
            </w:pPr>
            <w:r>
              <w:t>14570077. Заведующий медицинским структурным подразделением – врач-ревматолог</w:t>
            </w:r>
          </w:p>
        </w:tc>
        <w:tc>
          <w:tcPr>
            <w:tcW w:w="3686" w:type="dxa"/>
            <w:vAlign w:val="center"/>
          </w:tcPr>
          <w:p w14:paraId="628B5220" w14:textId="3D85E7F9" w:rsidR="001F44DD" w:rsidRDefault="001F44DD" w:rsidP="00DB70BA">
            <w:pPr>
              <w:pStyle w:val="aa"/>
            </w:pPr>
            <w:r>
              <w:t>Биологический: Вредные условия труда по биологическому фактору обусловлены спецификой трудовой деятельности, необходимо соблюдение режимов труда и отдыха, соблюдение периодичности медицинских осмотров, а также организовать выдачу специального питания (молока)</w:t>
            </w:r>
          </w:p>
        </w:tc>
        <w:tc>
          <w:tcPr>
            <w:tcW w:w="2835" w:type="dxa"/>
            <w:vAlign w:val="center"/>
          </w:tcPr>
          <w:p w14:paraId="15DA88DE" w14:textId="5520FD9F" w:rsidR="001F44DD" w:rsidRDefault="001F44DD" w:rsidP="00DB70BA">
            <w:pPr>
              <w:pStyle w:val="aa"/>
            </w:pPr>
            <w:r>
              <w:t xml:space="preserve">Снижение вредного воздействия биологического фактора </w:t>
            </w:r>
          </w:p>
        </w:tc>
        <w:tc>
          <w:tcPr>
            <w:tcW w:w="1384" w:type="dxa"/>
            <w:vAlign w:val="center"/>
          </w:tcPr>
          <w:p w14:paraId="7BC16E0F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46A8253E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3BA995AA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4CCA1DAA" w14:textId="77777777" w:rsidTr="008B4051">
        <w:trPr>
          <w:jc w:val="center"/>
        </w:trPr>
        <w:tc>
          <w:tcPr>
            <w:tcW w:w="3049" w:type="dxa"/>
            <w:vAlign w:val="center"/>
          </w:tcPr>
          <w:p w14:paraId="4FC25C5B" w14:textId="00E0EEBC" w:rsidR="001F44DD" w:rsidRPr="001F44DD" w:rsidRDefault="001F44DD" w:rsidP="001F44DD">
            <w:pPr>
              <w:pStyle w:val="aa"/>
              <w:jc w:val="left"/>
            </w:pPr>
            <w:r>
              <w:t>14570078. Врач-ревматолог</w:t>
            </w:r>
          </w:p>
        </w:tc>
        <w:tc>
          <w:tcPr>
            <w:tcW w:w="3686" w:type="dxa"/>
            <w:vAlign w:val="center"/>
          </w:tcPr>
          <w:p w14:paraId="6E5E007F" w14:textId="5AF5CF8B" w:rsidR="001F44DD" w:rsidRDefault="001F44DD" w:rsidP="00DB70BA">
            <w:pPr>
              <w:pStyle w:val="aa"/>
            </w:pPr>
            <w:r>
              <w:t>Биологический: Вредные условия труда по биологическому фактору обусловлены спецификой трудовой деятельности, необходимо соблюдение режимов труда и отдыха, соблюдение периодичности медицинских осмотров, а также организовать выдачу специального питания (молока)</w:t>
            </w:r>
          </w:p>
        </w:tc>
        <w:tc>
          <w:tcPr>
            <w:tcW w:w="2835" w:type="dxa"/>
            <w:vAlign w:val="center"/>
          </w:tcPr>
          <w:p w14:paraId="2746087E" w14:textId="2327EF20" w:rsidR="001F44DD" w:rsidRDefault="001F44DD" w:rsidP="00DB70BA">
            <w:pPr>
              <w:pStyle w:val="aa"/>
            </w:pPr>
            <w:r>
              <w:t xml:space="preserve">Снижение вредного воздействия биологического фактора </w:t>
            </w:r>
          </w:p>
        </w:tc>
        <w:tc>
          <w:tcPr>
            <w:tcW w:w="1384" w:type="dxa"/>
            <w:vAlign w:val="center"/>
          </w:tcPr>
          <w:p w14:paraId="44C08318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287207D6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39A36799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5DE17568" w14:textId="77777777" w:rsidTr="008B4051">
        <w:trPr>
          <w:jc w:val="center"/>
        </w:trPr>
        <w:tc>
          <w:tcPr>
            <w:tcW w:w="3049" w:type="dxa"/>
            <w:vAlign w:val="center"/>
          </w:tcPr>
          <w:p w14:paraId="6F037D4F" w14:textId="2D61FC4F" w:rsidR="001F44DD" w:rsidRPr="001F44DD" w:rsidRDefault="001F44DD" w:rsidP="001F44DD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Центр медицинский урологический</w:t>
            </w:r>
          </w:p>
        </w:tc>
        <w:tc>
          <w:tcPr>
            <w:tcW w:w="3686" w:type="dxa"/>
            <w:vAlign w:val="center"/>
          </w:tcPr>
          <w:p w14:paraId="73EB364F" w14:textId="77777777" w:rsidR="001F44DD" w:rsidRDefault="001F44DD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218F6338" w14:textId="77777777" w:rsidR="001F44DD" w:rsidRDefault="001F44DD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14DE3230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2B3822EC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23A07627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58B86212" w14:textId="77777777" w:rsidTr="008B4051">
        <w:trPr>
          <w:jc w:val="center"/>
        </w:trPr>
        <w:tc>
          <w:tcPr>
            <w:tcW w:w="3049" w:type="dxa"/>
            <w:vAlign w:val="center"/>
          </w:tcPr>
          <w:p w14:paraId="50475B74" w14:textId="3497264E" w:rsidR="001F44DD" w:rsidRPr="001F44DD" w:rsidRDefault="001F44DD" w:rsidP="001F44DD">
            <w:pPr>
              <w:pStyle w:val="aa"/>
              <w:rPr>
                <w:i/>
              </w:rPr>
            </w:pPr>
            <w:r>
              <w:rPr>
                <w:i/>
              </w:rPr>
              <w:t>Урологический кабинет</w:t>
            </w:r>
          </w:p>
        </w:tc>
        <w:tc>
          <w:tcPr>
            <w:tcW w:w="3686" w:type="dxa"/>
            <w:vAlign w:val="center"/>
          </w:tcPr>
          <w:p w14:paraId="5C8C48E1" w14:textId="77777777" w:rsidR="001F44DD" w:rsidRDefault="001F44DD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0CD4D47B" w14:textId="77777777" w:rsidR="001F44DD" w:rsidRDefault="001F44DD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5BE82602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740704D2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4C50F449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66063D6D" w14:textId="77777777" w:rsidTr="008B4051">
        <w:trPr>
          <w:jc w:val="center"/>
        </w:trPr>
        <w:tc>
          <w:tcPr>
            <w:tcW w:w="3049" w:type="dxa"/>
            <w:vAlign w:val="center"/>
          </w:tcPr>
          <w:p w14:paraId="3DA17563" w14:textId="186F622E" w:rsidR="001F44DD" w:rsidRPr="001F44DD" w:rsidRDefault="001F44DD" w:rsidP="001F44DD">
            <w:pPr>
              <w:pStyle w:val="aa"/>
              <w:jc w:val="left"/>
            </w:pPr>
            <w:r>
              <w:t>14570054. Врач-уролог</w:t>
            </w:r>
          </w:p>
        </w:tc>
        <w:tc>
          <w:tcPr>
            <w:tcW w:w="3686" w:type="dxa"/>
            <w:vAlign w:val="center"/>
          </w:tcPr>
          <w:p w14:paraId="76212364" w14:textId="64DD7298" w:rsidR="001F44DD" w:rsidRDefault="001F44DD" w:rsidP="00DB70BA">
            <w:pPr>
              <w:pStyle w:val="aa"/>
            </w:pPr>
            <w:r>
              <w:t>Биологический: Вредные условия труда по биологическому фактору обусловлены спецификой трудовой деятельности, необходимо соблюдение режимов труда и отдыха, соблюдение периодичности медицинских осмотров, а также организовать выдачу специального питания (молока)</w:t>
            </w:r>
          </w:p>
        </w:tc>
        <w:tc>
          <w:tcPr>
            <w:tcW w:w="2835" w:type="dxa"/>
            <w:vAlign w:val="center"/>
          </w:tcPr>
          <w:p w14:paraId="705797A8" w14:textId="1E823026" w:rsidR="001F44DD" w:rsidRDefault="001F44DD" w:rsidP="00DB70BA">
            <w:pPr>
              <w:pStyle w:val="aa"/>
            </w:pPr>
            <w:r>
              <w:t xml:space="preserve">Снижение вредного воздействия биологического фактора </w:t>
            </w:r>
          </w:p>
        </w:tc>
        <w:tc>
          <w:tcPr>
            <w:tcW w:w="1384" w:type="dxa"/>
            <w:vAlign w:val="center"/>
          </w:tcPr>
          <w:p w14:paraId="6B61EA43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2664EB47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08A2BBAB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21D1A943" w14:textId="77777777" w:rsidTr="008B4051">
        <w:trPr>
          <w:jc w:val="center"/>
        </w:trPr>
        <w:tc>
          <w:tcPr>
            <w:tcW w:w="3049" w:type="dxa"/>
            <w:vAlign w:val="center"/>
          </w:tcPr>
          <w:p w14:paraId="0DD6F385" w14:textId="03574510" w:rsidR="001F44DD" w:rsidRPr="001F44DD" w:rsidRDefault="001F44DD" w:rsidP="001F44DD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Центр охраны здоровья семьи и репродукции</w:t>
            </w:r>
          </w:p>
        </w:tc>
        <w:tc>
          <w:tcPr>
            <w:tcW w:w="3686" w:type="dxa"/>
            <w:vAlign w:val="center"/>
          </w:tcPr>
          <w:p w14:paraId="0A49009F" w14:textId="77777777" w:rsidR="001F44DD" w:rsidRDefault="001F44DD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2DA99C4B" w14:textId="77777777" w:rsidR="001F44DD" w:rsidRDefault="001F44DD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5EDDBC7D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7B95000B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1E2F90C5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682B272E" w14:textId="77777777" w:rsidTr="008B4051">
        <w:trPr>
          <w:jc w:val="center"/>
        </w:trPr>
        <w:tc>
          <w:tcPr>
            <w:tcW w:w="3049" w:type="dxa"/>
            <w:vAlign w:val="center"/>
          </w:tcPr>
          <w:p w14:paraId="6450398E" w14:textId="5A8AEC19" w:rsidR="001F44DD" w:rsidRPr="001F44DD" w:rsidRDefault="001F44DD" w:rsidP="001F44DD">
            <w:pPr>
              <w:pStyle w:val="aa"/>
              <w:jc w:val="left"/>
            </w:pPr>
            <w:r>
              <w:t>20240061. Заведующий медицинским структурным подразделением – врач-</w:t>
            </w:r>
            <w:proofErr w:type="spellStart"/>
            <w:r>
              <w:t>аукшуер</w:t>
            </w:r>
            <w:proofErr w:type="spellEnd"/>
            <w:r>
              <w:t>-гинеколог</w:t>
            </w:r>
          </w:p>
        </w:tc>
        <w:tc>
          <w:tcPr>
            <w:tcW w:w="3686" w:type="dxa"/>
            <w:vAlign w:val="center"/>
          </w:tcPr>
          <w:p w14:paraId="74BCFB36" w14:textId="21E015DE" w:rsidR="001F44DD" w:rsidRDefault="001F44DD" w:rsidP="00DB70BA">
            <w:pPr>
              <w:pStyle w:val="aa"/>
            </w:pPr>
            <w:r>
              <w:t>Биологический: Вредные условия труда по биологическому фактору обусловлены спецификой трудовой деятельности, необходимо соблюдение режимов труда и отдыха, соблюдение периодичности медицинских осмотров, а также организовать выдачу специального питания (молока)</w:t>
            </w:r>
          </w:p>
        </w:tc>
        <w:tc>
          <w:tcPr>
            <w:tcW w:w="2835" w:type="dxa"/>
            <w:vAlign w:val="center"/>
          </w:tcPr>
          <w:p w14:paraId="10FE45C6" w14:textId="2CB39A40" w:rsidR="001F44DD" w:rsidRDefault="001F44DD" w:rsidP="00DB70BA">
            <w:pPr>
              <w:pStyle w:val="aa"/>
            </w:pPr>
            <w:r>
              <w:t xml:space="preserve">Снижение вредного воздействия биологического фактора </w:t>
            </w:r>
          </w:p>
        </w:tc>
        <w:tc>
          <w:tcPr>
            <w:tcW w:w="1384" w:type="dxa"/>
            <w:vAlign w:val="center"/>
          </w:tcPr>
          <w:p w14:paraId="05C779DA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509A4728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49A8B4C1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6C8B0FA7" w14:textId="77777777" w:rsidTr="008B4051">
        <w:trPr>
          <w:jc w:val="center"/>
        </w:trPr>
        <w:tc>
          <w:tcPr>
            <w:tcW w:w="3049" w:type="dxa"/>
            <w:vAlign w:val="center"/>
          </w:tcPr>
          <w:p w14:paraId="6DBCF7A9" w14:textId="2DE45DD9" w:rsidR="001F44DD" w:rsidRPr="001F44DD" w:rsidRDefault="001F44DD" w:rsidP="001F44DD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Отделение экстренной консультативной скорой медицинской помощи</w:t>
            </w:r>
          </w:p>
        </w:tc>
        <w:tc>
          <w:tcPr>
            <w:tcW w:w="3686" w:type="dxa"/>
            <w:vAlign w:val="center"/>
          </w:tcPr>
          <w:p w14:paraId="0575FA12" w14:textId="77777777" w:rsidR="001F44DD" w:rsidRDefault="001F44DD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1A0738C4" w14:textId="77777777" w:rsidR="001F44DD" w:rsidRDefault="001F44DD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221981D5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47969EEC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785B95B4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06EB4AA2" w14:textId="77777777" w:rsidTr="008B4051">
        <w:trPr>
          <w:jc w:val="center"/>
        </w:trPr>
        <w:tc>
          <w:tcPr>
            <w:tcW w:w="3049" w:type="dxa"/>
            <w:vAlign w:val="center"/>
          </w:tcPr>
          <w:p w14:paraId="17FAFC7C" w14:textId="0B9AE22D" w:rsidR="001F44DD" w:rsidRPr="001F44DD" w:rsidRDefault="001F44DD" w:rsidP="001F44DD">
            <w:pPr>
              <w:pStyle w:val="aa"/>
              <w:jc w:val="left"/>
            </w:pPr>
            <w:r>
              <w:t>20240113. Врач-челюстно-лицевой хирург</w:t>
            </w:r>
          </w:p>
        </w:tc>
        <w:tc>
          <w:tcPr>
            <w:tcW w:w="3686" w:type="dxa"/>
            <w:vAlign w:val="center"/>
          </w:tcPr>
          <w:p w14:paraId="12B4F019" w14:textId="6735D24C" w:rsidR="001F44DD" w:rsidRDefault="001F44DD" w:rsidP="00DB70BA">
            <w:pPr>
              <w:pStyle w:val="aa"/>
            </w:pPr>
            <w:r>
              <w:t>Биологический: Вредные условия труда по биологическому фактору обусловле</w:t>
            </w:r>
            <w:r>
              <w:lastRenderedPageBreak/>
              <w:t>ны спецификой трудовой деятельности, необходимо соблюдение режимов труда и отдыха, соблюдение периодичности медицинских осмотров, а также организовать выдачу специального питания (молока)</w:t>
            </w:r>
          </w:p>
        </w:tc>
        <w:tc>
          <w:tcPr>
            <w:tcW w:w="2835" w:type="dxa"/>
            <w:vAlign w:val="center"/>
          </w:tcPr>
          <w:p w14:paraId="426BBAC3" w14:textId="16D1990F" w:rsidR="001F44DD" w:rsidRDefault="001F44DD" w:rsidP="00DB70BA">
            <w:pPr>
              <w:pStyle w:val="aa"/>
            </w:pPr>
            <w:r>
              <w:lastRenderedPageBreak/>
              <w:t xml:space="preserve">Снижение вредного воздействия биологического фактора </w:t>
            </w:r>
          </w:p>
        </w:tc>
        <w:tc>
          <w:tcPr>
            <w:tcW w:w="1384" w:type="dxa"/>
            <w:vAlign w:val="center"/>
          </w:tcPr>
          <w:p w14:paraId="39E88FD9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29E35CD6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126D51E4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30759654" w14:textId="77777777" w:rsidTr="008B4051">
        <w:trPr>
          <w:jc w:val="center"/>
        </w:trPr>
        <w:tc>
          <w:tcPr>
            <w:tcW w:w="3049" w:type="dxa"/>
            <w:vAlign w:val="center"/>
          </w:tcPr>
          <w:p w14:paraId="6254B204" w14:textId="2A14D4BB" w:rsidR="001F44DD" w:rsidRPr="001F44DD" w:rsidRDefault="001F44DD" w:rsidP="001F44DD">
            <w:pPr>
              <w:pStyle w:val="aa"/>
              <w:jc w:val="left"/>
            </w:pPr>
            <w:r>
              <w:t>20240114. Врач скорой медицинской помощи</w:t>
            </w:r>
          </w:p>
        </w:tc>
        <w:tc>
          <w:tcPr>
            <w:tcW w:w="3686" w:type="dxa"/>
            <w:vAlign w:val="center"/>
          </w:tcPr>
          <w:p w14:paraId="663E3485" w14:textId="1F106AB8" w:rsidR="001F44DD" w:rsidRDefault="001F44DD" w:rsidP="00DB70BA">
            <w:pPr>
              <w:pStyle w:val="aa"/>
            </w:pPr>
            <w:r>
              <w:t>Биологический: Вредные условия труда по биологическому фактору обусловлены спецификой трудовой деятельности, необходимо соблюдение режимов труда и отдыха, соблюдение периодичности медицинских осмотров, а также организовать выдачу специального питания (молока)</w:t>
            </w:r>
          </w:p>
        </w:tc>
        <w:tc>
          <w:tcPr>
            <w:tcW w:w="2835" w:type="dxa"/>
            <w:vAlign w:val="center"/>
          </w:tcPr>
          <w:p w14:paraId="7B71AFD3" w14:textId="53DAD61B" w:rsidR="001F44DD" w:rsidRDefault="001F44DD" w:rsidP="00DB70BA">
            <w:pPr>
              <w:pStyle w:val="aa"/>
            </w:pPr>
            <w:r>
              <w:t xml:space="preserve">Снижение вредного воздействия биологического фактора </w:t>
            </w:r>
          </w:p>
        </w:tc>
        <w:tc>
          <w:tcPr>
            <w:tcW w:w="1384" w:type="dxa"/>
            <w:vAlign w:val="center"/>
          </w:tcPr>
          <w:p w14:paraId="537325DE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03808500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747B122F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00044AD5" w14:textId="77777777" w:rsidTr="008B4051">
        <w:trPr>
          <w:jc w:val="center"/>
        </w:trPr>
        <w:tc>
          <w:tcPr>
            <w:tcW w:w="3049" w:type="dxa"/>
            <w:vAlign w:val="center"/>
          </w:tcPr>
          <w:p w14:paraId="7CF833FB" w14:textId="77777777" w:rsidR="001F44DD" w:rsidRDefault="001F44DD" w:rsidP="001F44DD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14:paraId="58EF1ACC" w14:textId="3FB774A4" w:rsidR="001F44DD" w:rsidRDefault="001F44DD" w:rsidP="00DB70BA">
            <w:pPr>
              <w:pStyle w:val="aa"/>
            </w:pPr>
            <w:r>
              <w:t>Химический: Вредные условия труда по наличию наркотических анальгетиков на рабочем месте обусловлены спецификой трудовой деятельности, необходимо соблюдение режимов труда и отдыха, соблюдение периодичности медицинских осмотров.</w:t>
            </w:r>
          </w:p>
        </w:tc>
        <w:tc>
          <w:tcPr>
            <w:tcW w:w="2835" w:type="dxa"/>
            <w:vAlign w:val="center"/>
          </w:tcPr>
          <w:p w14:paraId="67E3D7CD" w14:textId="7C02984F" w:rsidR="001F44DD" w:rsidRDefault="001F44DD" w:rsidP="00DB70BA">
            <w:pPr>
              <w:pStyle w:val="aa"/>
            </w:pPr>
            <w:r>
              <w:t xml:space="preserve">Снижение вредного воздействия химического фактора.  </w:t>
            </w:r>
          </w:p>
        </w:tc>
        <w:tc>
          <w:tcPr>
            <w:tcW w:w="1384" w:type="dxa"/>
            <w:vAlign w:val="center"/>
          </w:tcPr>
          <w:p w14:paraId="2ADACF8E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27594CA2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27DDB8B9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619047DA" w14:textId="77777777" w:rsidTr="008B4051">
        <w:trPr>
          <w:jc w:val="center"/>
        </w:trPr>
        <w:tc>
          <w:tcPr>
            <w:tcW w:w="3049" w:type="dxa"/>
            <w:vAlign w:val="center"/>
          </w:tcPr>
          <w:p w14:paraId="5D8D6497" w14:textId="7721543A" w:rsidR="001F44DD" w:rsidRPr="001F44DD" w:rsidRDefault="001F44DD" w:rsidP="001F44DD">
            <w:pPr>
              <w:pStyle w:val="aa"/>
              <w:jc w:val="left"/>
            </w:pPr>
            <w:r>
              <w:t>20240115. Врач-оториноларинголог</w:t>
            </w:r>
          </w:p>
        </w:tc>
        <w:tc>
          <w:tcPr>
            <w:tcW w:w="3686" w:type="dxa"/>
            <w:vAlign w:val="center"/>
          </w:tcPr>
          <w:p w14:paraId="1458CD0D" w14:textId="7A3132F7" w:rsidR="001F44DD" w:rsidRDefault="001F44DD" w:rsidP="00DB70BA">
            <w:pPr>
              <w:pStyle w:val="aa"/>
            </w:pPr>
            <w:r>
              <w:t>Биологический: Вредные условия труда по биологическому фактору обусловлены спецификой трудовой деятельности, необходимо соблюдение режимов труда и отдыха, соблюдение периодичности медицинских осмотров, а также организовать выдачу специального питания (молока)</w:t>
            </w:r>
          </w:p>
        </w:tc>
        <w:tc>
          <w:tcPr>
            <w:tcW w:w="2835" w:type="dxa"/>
            <w:vAlign w:val="center"/>
          </w:tcPr>
          <w:p w14:paraId="2DBF172F" w14:textId="4C7D1EDF" w:rsidR="001F44DD" w:rsidRDefault="001F44DD" w:rsidP="00DB70BA">
            <w:pPr>
              <w:pStyle w:val="aa"/>
            </w:pPr>
            <w:r>
              <w:t xml:space="preserve">Снижение вредного воздействия биологического фактора </w:t>
            </w:r>
          </w:p>
        </w:tc>
        <w:tc>
          <w:tcPr>
            <w:tcW w:w="1384" w:type="dxa"/>
            <w:vAlign w:val="center"/>
          </w:tcPr>
          <w:p w14:paraId="16E9270A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098B709F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456C29E6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34F05139" w14:textId="77777777" w:rsidTr="008B4051">
        <w:trPr>
          <w:jc w:val="center"/>
        </w:trPr>
        <w:tc>
          <w:tcPr>
            <w:tcW w:w="3049" w:type="dxa"/>
            <w:vAlign w:val="center"/>
          </w:tcPr>
          <w:p w14:paraId="708AF04B" w14:textId="77777777" w:rsidR="001F44DD" w:rsidRDefault="001F44DD" w:rsidP="001F44DD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14:paraId="1D316270" w14:textId="0268D1C6" w:rsidR="001F44DD" w:rsidRDefault="001F44DD" w:rsidP="00DB70BA">
            <w:pPr>
              <w:pStyle w:val="aa"/>
            </w:pPr>
            <w:r>
              <w:t>-</w:t>
            </w:r>
          </w:p>
        </w:tc>
        <w:tc>
          <w:tcPr>
            <w:tcW w:w="2835" w:type="dxa"/>
            <w:vAlign w:val="center"/>
          </w:tcPr>
          <w:p w14:paraId="0A9A1977" w14:textId="0A445926" w:rsidR="001F44DD" w:rsidRDefault="001F44DD" w:rsidP="00DB70BA">
            <w:pPr>
              <w:pStyle w:val="aa"/>
            </w:pPr>
            <w:r>
              <w:t>Снижение травмоопасности</w:t>
            </w:r>
          </w:p>
        </w:tc>
        <w:tc>
          <w:tcPr>
            <w:tcW w:w="1384" w:type="dxa"/>
            <w:vAlign w:val="center"/>
          </w:tcPr>
          <w:p w14:paraId="54CF953D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3A9D290A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3A3C4358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45AB6018" w14:textId="77777777" w:rsidTr="008B4051">
        <w:trPr>
          <w:jc w:val="center"/>
        </w:trPr>
        <w:tc>
          <w:tcPr>
            <w:tcW w:w="3049" w:type="dxa"/>
            <w:vAlign w:val="center"/>
          </w:tcPr>
          <w:p w14:paraId="6A6F0488" w14:textId="5A926331" w:rsidR="001F44DD" w:rsidRPr="001F44DD" w:rsidRDefault="001F44DD" w:rsidP="001F44DD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 xml:space="preserve">Централизованная клинико-диагностическая лаборатория (г. Пермь, ул. </w:t>
            </w:r>
            <w:proofErr w:type="spellStart"/>
            <w:r>
              <w:rPr>
                <w:b/>
                <w:i/>
              </w:rPr>
              <w:t>М.Жукова</w:t>
            </w:r>
            <w:proofErr w:type="spellEnd"/>
            <w:r>
              <w:rPr>
                <w:b/>
                <w:i/>
              </w:rPr>
              <w:t>, д. 33)</w:t>
            </w:r>
          </w:p>
        </w:tc>
        <w:tc>
          <w:tcPr>
            <w:tcW w:w="3686" w:type="dxa"/>
            <w:vAlign w:val="center"/>
          </w:tcPr>
          <w:p w14:paraId="400DCFFD" w14:textId="77777777" w:rsidR="001F44DD" w:rsidRDefault="001F44DD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6CF0FD0A" w14:textId="77777777" w:rsidR="001F44DD" w:rsidRDefault="001F44DD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74286A8E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4D8CC897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2CF81E33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2C8F9111" w14:textId="77777777" w:rsidTr="008B4051">
        <w:trPr>
          <w:jc w:val="center"/>
        </w:trPr>
        <w:tc>
          <w:tcPr>
            <w:tcW w:w="3049" w:type="dxa"/>
            <w:vAlign w:val="center"/>
          </w:tcPr>
          <w:p w14:paraId="3C1BA979" w14:textId="1ABD15DD" w:rsidR="001F44DD" w:rsidRPr="001F44DD" w:rsidRDefault="001F44DD" w:rsidP="001F44DD">
            <w:pPr>
              <w:pStyle w:val="aa"/>
              <w:rPr>
                <w:i/>
              </w:rPr>
            </w:pPr>
            <w:r>
              <w:rPr>
                <w:i/>
              </w:rPr>
              <w:t>Административно-управленческий персонал</w:t>
            </w:r>
          </w:p>
        </w:tc>
        <w:tc>
          <w:tcPr>
            <w:tcW w:w="3686" w:type="dxa"/>
            <w:vAlign w:val="center"/>
          </w:tcPr>
          <w:p w14:paraId="0C414E38" w14:textId="77777777" w:rsidR="001F44DD" w:rsidRDefault="001F44DD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406263DB" w14:textId="77777777" w:rsidR="001F44DD" w:rsidRDefault="001F44DD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199D942A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4D49CD4C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2355C5BC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7D4B4519" w14:textId="77777777" w:rsidTr="008B4051">
        <w:trPr>
          <w:jc w:val="center"/>
        </w:trPr>
        <w:tc>
          <w:tcPr>
            <w:tcW w:w="3049" w:type="dxa"/>
            <w:vAlign w:val="center"/>
          </w:tcPr>
          <w:p w14:paraId="1CEB0DB4" w14:textId="4BA6CD23" w:rsidR="001F44DD" w:rsidRPr="001F44DD" w:rsidRDefault="001F44DD" w:rsidP="001F44DD">
            <w:pPr>
              <w:pStyle w:val="aa"/>
              <w:jc w:val="left"/>
            </w:pPr>
            <w:r>
              <w:t>14570102. Заведующий медицинским структурным подразделением – врач клинической лабораторной диагностики</w:t>
            </w:r>
          </w:p>
        </w:tc>
        <w:tc>
          <w:tcPr>
            <w:tcW w:w="3686" w:type="dxa"/>
            <w:vAlign w:val="center"/>
          </w:tcPr>
          <w:p w14:paraId="00798677" w14:textId="1F807BA8" w:rsidR="001F44DD" w:rsidRDefault="001F44DD" w:rsidP="00DB70BA">
            <w:pPr>
              <w:pStyle w:val="aa"/>
            </w:pPr>
            <w:r>
              <w:t>Биологический: Вредные условия труда по биологическому фактору обусловлены спецификой трудовой деятельности, необходимо соблюдение режимов труда и отдыха, соблюдение периодичности медицинских осмотров, а также организовать выдачу специального питания (молока)</w:t>
            </w:r>
          </w:p>
        </w:tc>
        <w:tc>
          <w:tcPr>
            <w:tcW w:w="2835" w:type="dxa"/>
            <w:vAlign w:val="center"/>
          </w:tcPr>
          <w:p w14:paraId="51282F10" w14:textId="1F149667" w:rsidR="001F44DD" w:rsidRDefault="001F44DD" w:rsidP="00DB70BA">
            <w:pPr>
              <w:pStyle w:val="aa"/>
            </w:pPr>
            <w:r>
              <w:t xml:space="preserve">Снижение вредного воздействия биологического фактора </w:t>
            </w:r>
          </w:p>
        </w:tc>
        <w:tc>
          <w:tcPr>
            <w:tcW w:w="1384" w:type="dxa"/>
            <w:vAlign w:val="center"/>
          </w:tcPr>
          <w:p w14:paraId="0DA25C9F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28C7FC9B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1B328CAB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630F98C4" w14:textId="77777777" w:rsidTr="008B4051">
        <w:trPr>
          <w:jc w:val="center"/>
        </w:trPr>
        <w:tc>
          <w:tcPr>
            <w:tcW w:w="3049" w:type="dxa"/>
            <w:vAlign w:val="center"/>
          </w:tcPr>
          <w:p w14:paraId="522C0D5D" w14:textId="686477A2" w:rsidR="001F44DD" w:rsidRPr="001F44DD" w:rsidRDefault="001F44DD" w:rsidP="001F44DD">
            <w:pPr>
              <w:pStyle w:val="aa"/>
              <w:jc w:val="left"/>
            </w:pPr>
            <w:r>
              <w:lastRenderedPageBreak/>
              <w:t>14570103. Старший фельдшер-лаборант</w:t>
            </w:r>
          </w:p>
        </w:tc>
        <w:tc>
          <w:tcPr>
            <w:tcW w:w="3686" w:type="dxa"/>
            <w:vAlign w:val="center"/>
          </w:tcPr>
          <w:p w14:paraId="7F098D7C" w14:textId="6A8FD3E3" w:rsidR="001F44DD" w:rsidRDefault="001F44DD" w:rsidP="00DB70BA">
            <w:pPr>
              <w:pStyle w:val="aa"/>
            </w:pPr>
            <w:r>
              <w:t>Биологический: Вредные условия труда по биологическому фактору обусловлены спецификой трудовой деятельности, необходимо соблюдение режимов труда и отдыха, соблюдение периодичности медицинских осмотров, а также организовать выдачу специального питания (молока)</w:t>
            </w:r>
          </w:p>
        </w:tc>
        <w:tc>
          <w:tcPr>
            <w:tcW w:w="2835" w:type="dxa"/>
            <w:vAlign w:val="center"/>
          </w:tcPr>
          <w:p w14:paraId="2C85D30C" w14:textId="2AC09ABC" w:rsidR="001F44DD" w:rsidRDefault="001F44DD" w:rsidP="00DB70BA">
            <w:pPr>
              <w:pStyle w:val="aa"/>
            </w:pPr>
            <w:r>
              <w:t xml:space="preserve">Снижение вредного воздействия биологического фактора </w:t>
            </w:r>
          </w:p>
        </w:tc>
        <w:tc>
          <w:tcPr>
            <w:tcW w:w="1384" w:type="dxa"/>
            <w:vAlign w:val="center"/>
          </w:tcPr>
          <w:p w14:paraId="24FE36B9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478615FF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7E06B9B7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5F4BABD2" w14:textId="77777777" w:rsidTr="008B4051">
        <w:trPr>
          <w:jc w:val="center"/>
        </w:trPr>
        <w:tc>
          <w:tcPr>
            <w:tcW w:w="3049" w:type="dxa"/>
            <w:vAlign w:val="center"/>
          </w:tcPr>
          <w:p w14:paraId="45615ED0" w14:textId="750B7758" w:rsidR="001F44DD" w:rsidRPr="001F44DD" w:rsidRDefault="001F44DD" w:rsidP="001F44DD">
            <w:pPr>
              <w:pStyle w:val="aa"/>
              <w:jc w:val="left"/>
            </w:pPr>
            <w:r>
              <w:t>20240117. Медицинский регистратор</w:t>
            </w:r>
          </w:p>
        </w:tc>
        <w:tc>
          <w:tcPr>
            <w:tcW w:w="3686" w:type="dxa"/>
            <w:vAlign w:val="center"/>
          </w:tcPr>
          <w:p w14:paraId="437F24A8" w14:textId="7BC911C8" w:rsidR="001F44DD" w:rsidRDefault="001F44DD" w:rsidP="00DB70BA">
            <w:pPr>
              <w:pStyle w:val="aa"/>
            </w:pPr>
            <w:r>
              <w:t>Биологический: Вредные условия труда по биологическому фактору обусловлены спецификой трудовой деятельности, необходимо соблюдение режимов труда и отдыха, соблюдение периодичности медицинских осмотров, а также организовать выдачу специального питания (молока)</w:t>
            </w:r>
          </w:p>
        </w:tc>
        <w:tc>
          <w:tcPr>
            <w:tcW w:w="2835" w:type="dxa"/>
            <w:vAlign w:val="center"/>
          </w:tcPr>
          <w:p w14:paraId="7FAE2BBA" w14:textId="6BBC19F1" w:rsidR="001F44DD" w:rsidRDefault="001F44DD" w:rsidP="00DB70BA">
            <w:pPr>
              <w:pStyle w:val="aa"/>
            </w:pPr>
            <w:r>
              <w:t xml:space="preserve">Снижение вредного воздействия биологического фактора </w:t>
            </w:r>
          </w:p>
        </w:tc>
        <w:tc>
          <w:tcPr>
            <w:tcW w:w="1384" w:type="dxa"/>
            <w:vAlign w:val="center"/>
          </w:tcPr>
          <w:p w14:paraId="57D07196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72A25A6F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59745773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75426480" w14:textId="77777777" w:rsidTr="008B4051">
        <w:trPr>
          <w:jc w:val="center"/>
        </w:trPr>
        <w:tc>
          <w:tcPr>
            <w:tcW w:w="3049" w:type="dxa"/>
            <w:vAlign w:val="center"/>
          </w:tcPr>
          <w:p w14:paraId="13B80897" w14:textId="0F1677EA" w:rsidR="001F44DD" w:rsidRPr="001F44DD" w:rsidRDefault="001F44DD" w:rsidP="001F44DD">
            <w:pPr>
              <w:pStyle w:val="aa"/>
              <w:rPr>
                <w:i/>
              </w:rPr>
            </w:pPr>
            <w:r>
              <w:rPr>
                <w:i/>
              </w:rPr>
              <w:t>Плановая клинико-диагностическая лаборатория</w:t>
            </w:r>
          </w:p>
        </w:tc>
        <w:tc>
          <w:tcPr>
            <w:tcW w:w="3686" w:type="dxa"/>
            <w:vAlign w:val="center"/>
          </w:tcPr>
          <w:p w14:paraId="162E3A16" w14:textId="77777777" w:rsidR="001F44DD" w:rsidRDefault="001F44DD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06771E6F" w14:textId="77777777" w:rsidR="001F44DD" w:rsidRDefault="001F44DD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22D743E5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37546B2E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3CA08606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4EB41148" w14:textId="77777777" w:rsidTr="008B4051">
        <w:trPr>
          <w:jc w:val="center"/>
        </w:trPr>
        <w:tc>
          <w:tcPr>
            <w:tcW w:w="3049" w:type="dxa"/>
            <w:vAlign w:val="center"/>
          </w:tcPr>
          <w:p w14:paraId="63306FEB" w14:textId="6D07E2FA" w:rsidR="001F44DD" w:rsidRPr="001F44DD" w:rsidRDefault="001F44DD" w:rsidP="001F44DD">
            <w:pPr>
              <w:pStyle w:val="aa"/>
              <w:jc w:val="left"/>
            </w:pPr>
            <w:r>
              <w:t>14570106. Врач клинической лабораторной диагностики (исследование гемостаза)</w:t>
            </w:r>
          </w:p>
        </w:tc>
        <w:tc>
          <w:tcPr>
            <w:tcW w:w="3686" w:type="dxa"/>
            <w:vAlign w:val="center"/>
          </w:tcPr>
          <w:p w14:paraId="544267E1" w14:textId="01882E00" w:rsidR="001F44DD" w:rsidRDefault="001F44DD" w:rsidP="00DB70BA">
            <w:pPr>
              <w:pStyle w:val="aa"/>
            </w:pPr>
            <w:r>
              <w:t>Биологический: Вредные условия труда по биологическому фактору обусловлены спецификой трудовой деятельности, необходимо соблюдение режимов труда и отдыха, соблюдение периодичности медицинских осмотров, а также организовать выдачу специального питания (молока)</w:t>
            </w:r>
          </w:p>
        </w:tc>
        <w:tc>
          <w:tcPr>
            <w:tcW w:w="2835" w:type="dxa"/>
            <w:vAlign w:val="center"/>
          </w:tcPr>
          <w:p w14:paraId="129816F5" w14:textId="605978FC" w:rsidR="001F44DD" w:rsidRDefault="001F44DD" w:rsidP="00DB70BA">
            <w:pPr>
              <w:pStyle w:val="aa"/>
            </w:pPr>
            <w:r>
              <w:t xml:space="preserve">Снижение вредного воздействия биологического фактора </w:t>
            </w:r>
          </w:p>
        </w:tc>
        <w:tc>
          <w:tcPr>
            <w:tcW w:w="1384" w:type="dxa"/>
            <w:vAlign w:val="center"/>
          </w:tcPr>
          <w:p w14:paraId="6FB55DEA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1BE0BA98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176311F1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3DD82FBA" w14:textId="77777777" w:rsidTr="008B4051">
        <w:trPr>
          <w:jc w:val="center"/>
        </w:trPr>
        <w:tc>
          <w:tcPr>
            <w:tcW w:w="3049" w:type="dxa"/>
            <w:vAlign w:val="center"/>
          </w:tcPr>
          <w:p w14:paraId="169D4A2F" w14:textId="29ABBA0E" w:rsidR="001F44DD" w:rsidRPr="001F44DD" w:rsidRDefault="001F44DD" w:rsidP="001F44DD">
            <w:pPr>
              <w:pStyle w:val="aa"/>
              <w:jc w:val="left"/>
            </w:pPr>
            <w:r>
              <w:t>14570107. Врач клинической лабораторной диагностики (паразитологические исследования)</w:t>
            </w:r>
          </w:p>
        </w:tc>
        <w:tc>
          <w:tcPr>
            <w:tcW w:w="3686" w:type="dxa"/>
            <w:vAlign w:val="center"/>
          </w:tcPr>
          <w:p w14:paraId="2B33B1EF" w14:textId="6995391A" w:rsidR="001F44DD" w:rsidRDefault="001F44DD" w:rsidP="00DB70BA">
            <w:pPr>
              <w:pStyle w:val="aa"/>
            </w:pPr>
            <w:r>
              <w:t>Биологический: Вредные условия труда по биологическому фактору обусловлены спецификой трудовой деятельности, необходимо соблюдение режимов труда и отдыха, соблюдение периодичности медицинских осмотров, а также организовать выдачу специального питания (молока)</w:t>
            </w:r>
          </w:p>
        </w:tc>
        <w:tc>
          <w:tcPr>
            <w:tcW w:w="2835" w:type="dxa"/>
            <w:vAlign w:val="center"/>
          </w:tcPr>
          <w:p w14:paraId="793DF4E3" w14:textId="1CBC7FFA" w:rsidR="001F44DD" w:rsidRDefault="001F44DD" w:rsidP="00DB70BA">
            <w:pPr>
              <w:pStyle w:val="aa"/>
            </w:pPr>
            <w:r>
              <w:t xml:space="preserve">Снижение вредного воздействия биологического фактора </w:t>
            </w:r>
          </w:p>
        </w:tc>
        <w:tc>
          <w:tcPr>
            <w:tcW w:w="1384" w:type="dxa"/>
            <w:vAlign w:val="center"/>
          </w:tcPr>
          <w:p w14:paraId="58E8AB37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70FD3578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3CF92A4A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3E8E76F0" w14:textId="77777777" w:rsidTr="008B4051">
        <w:trPr>
          <w:jc w:val="center"/>
        </w:trPr>
        <w:tc>
          <w:tcPr>
            <w:tcW w:w="3049" w:type="dxa"/>
            <w:vAlign w:val="center"/>
          </w:tcPr>
          <w:p w14:paraId="705B5E23" w14:textId="7A75A85B" w:rsidR="001F44DD" w:rsidRPr="001F44DD" w:rsidRDefault="001F44DD" w:rsidP="001F44DD">
            <w:pPr>
              <w:pStyle w:val="aa"/>
              <w:jc w:val="left"/>
            </w:pPr>
            <w:r>
              <w:t>14570108. Врач клинической лабораторной диагностики (гематологические исследования)</w:t>
            </w:r>
          </w:p>
        </w:tc>
        <w:tc>
          <w:tcPr>
            <w:tcW w:w="3686" w:type="dxa"/>
            <w:vAlign w:val="center"/>
          </w:tcPr>
          <w:p w14:paraId="7C375A93" w14:textId="4131542D" w:rsidR="001F44DD" w:rsidRDefault="001F44DD" w:rsidP="00DB70BA">
            <w:pPr>
              <w:pStyle w:val="aa"/>
            </w:pPr>
            <w:r>
              <w:t>Биологический: Вредные условия труда по биологическому фактору обусловлены спецификой трудовой деятельности, необходимо соблюдение режимов труда и отдыха, соблюдение периодичности медицинских осмотров, а также организовать выдачу специального питания (молока)</w:t>
            </w:r>
          </w:p>
        </w:tc>
        <w:tc>
          <w:tcPr>
            <w:tcW w:w="2835" w:type="dxa"/>
            <w:vAlign w:val="center"/>
          </w:tcPr>
          <w:p w14:paraId="729AAEF6" w14:textId="1C771C90" w:rsidR="001F44DD" w:rsidRDefault="001F44DD" w:rsidP="00DB70BA">
            <w:pPr>
              <w:pStyle w:val="aa"/>
            </w:pPr>
            <w:r>
              <w:t xml:space="preserve">Снижение вредного воздействия биологического фактора </w:t>
            </w:r>
          </w:p>
        </w:tc>
        <w:tc>
          <w:tcPr>
            <w:tcW w:w="1384" w:type="dxa"/>
            <w:vAlign w:val="center"/>
          </w:tcPr>
          <w:p w14:paraId="3337136C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62F0DA0B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4CE9C098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4AF65350" w14:textId="77777777" w:rsidTr="008B4051">
        <w:trPr>
          <w:jc w:val="center"/>
        </w:trPr>
        <w:tc>
          <w:tcPr>
            <w:tcW w:w="3049" w:type="dxa"/>
            <w:vAlign w:val="center"/>
          </w:tcPr>
          <w:p w14:paraId="30B6AE1C" w14:textId="66E6F429" w:rsidR="001F44DD" w:rsidRPr="001F44DD" w:rsidRDefault="001F44DD" w:rsidP="001F44DD">
            <w:pPr>
              <w:pStyle w:val="aa"/>
              <w:jc w:val="left"/>
            </w:pPr>
            <w:r>
              <w:t xml:space="preserve">14570109. Врач клинической </w:t>
            </w:r>
            <w:r>
              <w:lastRenderedPageBreak/>
              <w:t>лабораторной диагностики (биохимические исследования)</w:t>
            </w:r>
          </w:p>
        </w:tc>
        <w:tc>
          <w:tcPr>
            <w:tcW w:w="3686" w:type="dxa"/>
            <w:vAlign w:val="center"/>
          </w:tcPr>
          <w:p w14:paraId="6B423B57" w14:textId="1D3CAC76" w:rsidR="001F44DD" w:rsidRDefault="001F44DD" w:rsidP="00DB70BA">
            <w:pPr>
              <w:pStyle w:val="aa"/>
            </w:pPr>
            <w:r>
              <w:lastRenderedPageBreak/>
              <w:t xml:space="preserve">Биологический: Вредные условия труда </w:t>
            </w:r>
            <w:r>
              <w:lastRenderedPageBreak/>
              <w:t>по биологическому фактору обусловлены спецификой трудовой деятельности, необходимо соблюдение режимов труда и отдыха, соблюдение периодичности медицинских осмотров, а также организовать выдачу специального питания (молока)</w:t>
            </w:r>
          </w:p>
        </w:tc>
        <w:tc>
          <w:tcPr>
            <w:tcW w:w="2835" w:type="dxa"/>
            <w:vAlign w:val="center"/>
          </w:tcPr>
          <w:p w14:paraId="66EB6A45" w14:textId="3BB0EEC1" w:rsidR="001F44DD" w:rsidRDefault="001F44DD" w:rsidP="00DB70BA">
            <w:pPr>
              <w:pStyle w:val="aa"/>
            </w:pPr>
            <w:r>
              <w:lastRenderedPageBreak/>
              <w:t>Снижение вредного воздей</w:t>
            </w:r>
            <w:r>
              <w:lastRenderedPageBreak/>
              <w:t xml:space="preserve">ствия биологического фактора </w:t>
            </w:r>
          </w:p>
        </w:tc>
        <w:tc>
          <w:tcPr>
            <w:tcW w:w="1384" w:type="dxa"/>
            <w:vAlign w:val="center"/>
          </w:tcPr>
          <w:p w14:paraId="7058C808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18FEDB7C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0436F233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3DD67777" w14:textId="77777777" w:rsidTr="008B4051">
        <w:trPr>
          <w:jc w:val="center"/>
        </w:trPr>
        <w:tc>
          <w:tcPr>
            <w:tcW w:w="3049" w:type="dxa"/>
            <w:vAlign w:val="center"/>
          </w:tcPr>
          <w:p w14:paraId="4E7880C9" w14:textId="67B1E9FE" w:rsidR="001F44DD" w:rsidRPr="001F44DD" w:rsidRDefault="001F44DD" w:rsidP="001F44DD">
            <w:pPr>
              <w:pStyle w:val="aa"/>
              <w:jc w:val="left"/>
            </w:pPr>
            <w:r>
              <w:t>14570110. Врач клинической лабораторной диагностики (общеклинические исследования)</w:t>
            </w:r>
          </w:p>
        </w:tc>
        <w:tc>
          <w:tcPr>
            <w:tcW w:w="3686" w:type="dxa"/>
            <w:vAlign w:val="center"/>
          </w:tcPr>
          <w:p w14:paraId="7FF16F7D" w14:textId="297C351E" w:rsidR="001F44DD" w:rsidRDefault="001F44DD" w:rsidP="00DB70BA">
            <w:pPr>
              <w:pStyle w:val="aa"/>
            </w:pPr>
            <w:r>
              <w:t>Биологический: Вредные условия труда по биологическому фактору обусловлены спецификой трудовой деятельности, необходимо соблюдение режимов труда и отдыха, соблюдение периодичности медицинских осмотров, а также организовать выдачу специального питания (молока)</w:t>
            </w:r>
          </w:p>
        </w:tc>
        <w:tc>
          <w:tcPr>
            <w:tcW w:w="2835" w:type="dxa"/>
            <w:vAlign w:val="center"/>
          </w:tcPr>
          <w:p w14:paraId="6C4F11C2" w14:textId="1D0E8DC0" w:rsidR="001F44DD" w:rsidRDefault="001F44DD" w:rsidP="00DB70BA">
            <w:pPr>
              <w:pStyle w:val="aa"/>
            </w:pPr>
            <w:r>
              <w:t xml:space="preserve">Снижение вредного воздействия биологического фактора </w:t>
            </w:r>
          </w:p>
        </w:tc>
        <w:tc>
          <w:tcPr>
            <w:tcW w:w="1384" w:type="dxa"/>
            <w:vAlign w:val="center"/>
          </w:tcPr>
          <w:p w14:paraId="3069295A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4D642E7F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17589EF2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3ACE7EFF" w14:textId="77777777" w:rsidTr="008B4051">
        <w:trPr>
          <w:jc w:val="center"/>
        </w:trPr>
        <w:tc>
          <w:tcPr>
            <w:tcW w:w="3049" w:type="dxa"/>
            <w:vAlign w:val="center"/>
          </w:tcPr>
          <w:p w14:paraId="77480936" w14:textId="1EEADA4D" w:rsidR="001F44DD" w:rsidRPr="001F44DD" w:rsidRDefault="001F44DD" w:rsidP="001F44DD">
            <w:pPr>
              <w:pStyle w:val="aa"/>
              <w:jc w:val="left"/>
            </w:pPr>
            <w:r>
              <w:t>14570121. Врач-бактериолог</w:t>
            </w:r>
          </w:p>
        </w:tc>
        <w:tc>
          <w:tcPr>
            <w:tcW w:w="3686" w:type="dxa"/>
            <w:vAlign w:val="center"/>
          </w:tcPr>
          <w:p w14:paraId="21964CA3" w14:textId="5B9C1D16" w:rsidR="001F44DD" w:rsidRDefault="001F44DD" w:rsidP="00DB70BA">
            <w:pPr>
              <w:pStyle w:val="aa"/>
            </w:pPr>
            <w:r>
              <w:t>Биологический: Вредные условия труда по биологическому фактору обусловлены спецификой трудовой деятельности, необходимо соблюдение режимов труда и отдыха, соблюдение периодичности медицинских осмотров, а также организовать выдачу специального питания (молока)</w:t>
            </w:r>
          </w:p>
        </w:tc>
        <w:tc>
          <w:tcPr>
            <w:tcW w:w="2835" w:type="dxa"/>
            <w:vAlign w:val="center"/>
          </w:tcPr>
          <w:p w14:paraId="1E06D1F9" w14:textId="0F14B654" w:rsidR="001F44DD" w:rsidRDefault="001F44DD" w:rsidP="00DB70BA">
            <w:pPr>
              <w:pStyle w:val="aa"/>
            </w:pPr>
            <w:r>
              <w:t xml:space="preserve">Снижение вредного воздействия биологического фактора </w:t>
            </w:r>
          </w:p>
        </w:tc>
        <w:tc>
          <w:tcPr>
            <w:tcW w:w="1384" w:type="dxa"/>
            <w:vAlign w:val="center"/>
          </w:tcPr>
          <w:p w14:paraId="06B1FF3F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7599D9CB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2A452CA5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3CC30A0D" w14:textId="77777777" w:rsidTr="008B4051">
        <w:trPr>
          <w:jc w:val="center"/>
        </w:trPr>
        <w:tc>
          <w:tcPr>
            <w:tcW w:w="3049" w:type="dxa"/>
            <w:vAlign w:val="center"/>
          </w:tcPr>
          <w:p w14:paraId="5235CC30" w14:textId="2165577C" w:rsidR="001F44DD" w:rsidRPr="001F44DD" w:rsidRDefault="001F44DD" w:rsidP="001F44DD">
            <w:pPr>
              <w:pStyle w:val="aa"/>
              <w:jc w:val="left"/>
            </w:pPr>
            <w:r>
              <w:t>14570124. Врач-биолог</w:t>
            </w:r>
          </w:p>
        </w:tc>
        <w:tc>
          <w:tcPr>
            <w:tcW w:w="3686" w:type="dxa"/>
            <w:vAlign w:val="center"/>
          </w:tcPr>
          <w:p w14:paraId="74E73429" w14:textId="11D1459D" w:rsidR="001F44DD" w:rsidRDefault="001F44DD" w:rsidP="00DB70BA">
            <w:pPr>
              <w:pStyle w:val="aa"/>
            </w:pPr>
            <w:r>
              <w:t>Биологический: Вредные условия труда по биологическому фактору обусловлены спецификой трудовой деятельности, необходимо соблюдение режимов труда и отдыха, соблюдение периодичности медицинских осмотров, а также организовать выдачу специального питания (молока)</w:t>
            </w:r>
          </w:p>
        </w:tc>
        <w:tc>
          <w:tcPr>
            <w:tcW w:w="2835" w:type="dxa"/>
            <w:vAlign w:val="center"/>
          </w:tcPr>
          <w:p w14:paraId="64C90A38" w14:textId="246865F6" w:rsidR="001F44DD" w:rsidRDefault="001F44DD" w:rsidP="00DB70BA">
            <w:pPr>
              <w:pStyle w:val="aa"/>
            </w:pPr>
            <w:r>
              <w:t xml:space="preserve">Снижение вредного воздействия биологического фактора </w:t>
            </w:r>
          </w:p>
        </w:tc>
        <w:tc>
          <w:tcPr>
            <w:tcW w:w="1384" w:type="dxa"/>
            <w:vAlign w:val="center"/>
          </w:tcPr>
          <w:p w14:paraId="0F99F3F8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20311A9B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16D677EA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16A78051" w14:textId="77777777" w:rsidTr="008B4051">
        <w:trPr>
          <w:jc w:val="center"/>
        </w:trPr>
        <w:tc>
          <w:tcPr>
            <w:tcW w:w="3049" w:type="dxa"/>
            <w:vAlign w:val="center"/>
          </w:tcPr>
          <w:p w14:paraId="42EC1DE1" w14:textId="32F24FB6" w:rsidR="001F44DD" w:rsidRPr="001F44DD" w:rsidRDefault="001F44DD" w:rsidP="001F44DD">
            <w:pPr>
              <w:pStyle w:val="aa"/>
              <w:jc w:val="left"/>
            </w:pPr>
            <w:r>
              <w:t>14570125. Фельдшер-лаборант</w:t>
            </w:r>
          </w:p>
        </w:tc>
        <w:tc>
          <w:tcPr>
            <w:tcW w:w="3686" w:type="dxa"/>
            <w:vAlign w:val="center"/>
          </w:tcPr>
          <w:p w14:paraId="77431255" w14:textId="3F349DBE" w:rsidR="001F44DD" w:rsidRDefault="001F44DD" w:rsidP="00DB70BA">
            <w:pPr>
              <w:pStyle w:val="aa"/>
            </w:pPr>
            <w:r>
              <w:t>Биологический: Вредные условия труда по биологическому фактору обусловлены спецификой трудовой деятельности, необходимо соблюдение режимов труда и отдыха, соблюдение периодичности медицинских осмотров, а также организовать выдачу специального питания (молока)</w:t>
            </w:r>
          </w:p>
        </w:tc>
        <w:tc>
          <w:tcPr>
            <w:tcW w:w="2835" w:type="dxa"/>
            <w:vAlign w:val="center"/>
          </w:tcPr>
          <w:p w14:paraId="63233FA9" w14:textId="609452A5" w:rsidR="001F44DD" w:rsidRDefault="001F44DD" w:rsidP="00DB70BA">
            <w:pPr>
              <w:pStyle w:val="aa"/>
            </w:pPr>
            <w:r>
              <w:t xml:space="preserve">Снижение вредного воздействия биологического фактора </w:t>
            </w:r>
          </w:p>
        </w:tc>
        <w:tc>
          <w:tcPr>
            <w:tcW w:w="1384" w:type="dxa"/>
            <w:vAlign w:val="center"/>
          </w:tcPr>
          <w:p w14:paraId="5A4E2F1A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0471EA31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213202F0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33E695F7" w14:textId="77777777" w:rsidTr="008B4051">
        <w:trPr>
          <w:jc w:val="center"/>
        </w:trPr>
        <w:tc>
          <w:tcPr>
            <w:tcW w:w="3049" w:type="dxa"/>
            <w:vAlign w:val="center"/>
          </w:tcPr>
          <w:p w14:paraId="516CD424" w14:textId="3013EED6" w:rsidR="001F44DD" w:rsidRPr="001F44DD" w:rsidRDefault="001F44DD" w:rsidP="001F44DD">
            <w:pPr>
              <w:pStyle w:val="aa"/>
              <w:jc w:val="left"/>
            </w:pPr>
            <w:r>
              <w:t>14570126. Фельдшер-лаборант</w:t>
            </w:r>
          </w:p>
        </w:tc>
        <w:tc>
          <w:tcPr>
            <w:tcW w:w="3686" w:type="dxa"/>
            <w:vAlign w:val="center"/>
          </w:tcPr>
          <w:p w14:paraId="57135905" w14:textId="2BA45A78" w:rsidR="001F44DD" w:rsidRDefault="001F44DD" w:rsidP="00DB70BA">
            <w:pPr>
              <w:pStyle w:val="aa"/>
            </w:pPr>
            <w:r>
              <w:t xml:space="preserve">Биологический: Вредные условия труда по биологическому фактору обусловлены спецификой трудовой деятельности, необходимо соблюдение режимов труда </w:t>
            </w:r>
            <w:r>
              <w:lastRenderedPageBreak/>
              <w:t>и отдыха, соблюдение периодичности медицинских осмотров, а также организовать выдачу специального питания (молока)</w:t>
            </w:r>
          </w:p>
        </w:tc>
        <w:tc>
          <w:tcPr>
            <w:tcW w:w="2835" w:type="dxa"/>
            <w:vAlign w:val="center"/>
          </w:tcPr>
          <w:p w14:paraId="1C4AFCE5" w14:textId="5B2F79DF" w:rsidR="001F44DD" w:rsidRDefault="001F44DD" w:rsidP="00DB70BA">
            <w:pPr>
              <w:pStyle w:val="aa"/>
            </w:pPr>
            <w:r>
              <w:lastRenderedPageBreak/>
              <w:t xml:space="preserve">Снижение вредного воздействия биологического фактора </w:t>
            </w:r>
          </w:p>
        </w:tc>
        <w:tc>
          <w:tcPr>
            <w:tcW w:w="1384" w:type="dxa"/>
            <w:vAlign w:val="center"/>
          </w:tcPr>
          <w:p w14:paraId="03D49C23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0E768E02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7532AB67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6C959347" w14:textId="77777777" w:rsidTr="008B4051">
        <w:trPr>
          <w:jc w:val="center"/>
        </w:trPr>
        <w:tc>
          <w:tcPr>
            <w:tcW w:w="3049" w:type="dxa"/>
            <w:vAlign w:val="center"/>
          </w:tcPr>
          <w:p w14:paraId="6C0C476D" w14:textId="41400D51" w:rsidR="001F44DD" w:rsidRPr="001F44DD" w:rsidRDefault="001F44DD" w:rsidP="001F44DD">
            <w:pPr>
              <w:pStyle w:val="aa"/>
              <w:jc w:val="left"/>
            </w:pPr>
            <w:r>
              <w:t>14570127. Фельдшер-лаборант</w:t>
            </w:r>
          </w:p>
        </w:tc>
        <w:tc>
          <w:tcPr>
            <w:tcW w:w="3686" w:type="dxa"/>
            <w:vAlign w:val="center"/>
          </w:tcPr>
          <w:p w14:paraId="2E1D1FE7" w14:textId="63090470" w:rsidR="001F44DD" w:rsidRDefault="001F44DD" w:rsidP="00DB70BA">
            <w:pPr>
              <w:pStyle w:val="aa"/>
            </w:pPr>
            <w:r>
              <w:t>Биологический: Вредные условия труда по биологическому фактору обусловлены спецификой трудовой деятельности, необходимо соблюдение режимов труда и отдыха, соблюдение периодичности медицинских осмотров, а также организовать выдачу специального питания (молока)</w:t>
            </w:r>
          </w:p>
        </w:tc>
        <w:tc>
          <w:tcPr>
            <w:tcW w:w="2835" w:type="dxa"/>
            <w:vAlign w:val="center"/>
          </w:tcPr>
          <w:p w14:paraId="2E5DABC6" w14:textId="6BFC34A5" w:rsidR="001F44DD" w:rsidRDefault="001F44DD" w:rsidP="00DB70BA">
            <w:pPr>
              <w:pStyle w:val="aa"/>
            </w:pPr>
            <w:r>
              <w:t xml:space="preserve">Снижение вредного воздействия биологического фактора </w:t>
            </w:r>
          </w:p>
        </w:tc>
        <w:tc>
          <w:tcPr>
            <w:tcW w:w="1384" w:type="dxa"/>
            <w:vAlign w:val="center"/>
          </w:tcPr>
          <w:p w14:paraId="5A939003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6A08AF0F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6A30C8D5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6B9282CC" w14:textId="77777777" w:rsidTr="008B4051">
        <w:trPr>
          <w:jc w:val="center"/>
        </w:trPr>
        <w:tc>
          <w:tcPr>
            <w:tcW w:w="3049" w:type="dxa"/>
            <w:vAlign w:val="center"/>
          </w:tcPr>
          <w:p w14:paraId="2FF5A476" w14:textId="6EB0C6C4" w:rsidR="001F44DD" w:rsidRPr="001F44DD" w:rsidRDefault="001F44DD" w:rsidP="001F44DD">
            <w:pPr>
              <w:pStyle w:val="aa"/>
              <w:jc w:val="left"/>
            </w:pPr>
            <w:r>
              <w:t>14570128. Фельдшер-лаборант</w:t>
            </w:r>
          </w:p>
        </w:tc>
        <w:tc>
          <w:tcPr>
            <w:tcW w:w="3686" w:type="dxa"/>
            <w:vAlign w:val="center"/>
          </w:tcPr>
          <w:p w14:paraId="7DB30241" w14:textId="64D44BB9" w:rsidR="001F44DD" w:rsidRDefault="001F44DD" w:rsidP="00DB70BA">
            <w:pPr>
              <w:pStyle w:val="aa"/>
            </w:pPr>
            <w:r>
              <w:t>Биологический: Вредные условия труда по биологическому фактору обусловлены спецификой трудовой деятельности, необходимо соблюдение режимов труда и отдыха, соблюдение периодичности медицинских осмотров, а также организовать выдачу специального питания (молока)</w:t>
            </w:r>
          </w:p>
        </w:tc>
        <w:tc>
          <w:tcPr>
            <w:tcW w:w="2835" w:type="dxa"/>
            <w:vAlign w:val="center"/>
          </w:tcPr>
          <w:p w14:paraId="576A6B14" w14:textId="3F69D3EB" w:rsidR="001F44DD" w:rsidRDefault="001F44DD" w:rsidP="00DB70BA">
            <w:pPr>
              <w:pStyle w:val="aa"/>
            </w:pPr>
            <w:r>
              <w:t xml:space="preserve">Снижение вредного воздействия биологического фактора </w:t>
            </w:r>
          </w:p>
        </w:tc>
        <w:tc>
          <w:tcPr>
            <w:tcW w:w="1384" w:type="dxa"/>
            <w:vAlign w:val="center"/>
          </w:tcPr>
          <w:p w14:paraId="289AB4A9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52117B6E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03B9021B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359FAA66" w14:textId="77777777" w:rsidTr="008B4051">
        <w:trPr>
          <w:jc w:val="center"/>
        </w:trPr>
        <w:tc>
          <w:tcPr>
            <w:tcW w:w="3049" w:type="dxa"/>
            <w:vAlign w:val="center"/>
          </w:tcPr>
          <w:p w14:paraId="7F444FAB" w14:textId="4958EB56" w:rsidR="001F44DD" w:rsidRPr="001F44DD" w:rsidRDefault="001F44DD" w:rsidP="001F44DD">
            <w:pPr>
              <w:pStyle w:val="aa"/>
              <w:jc w:val="left"/>
            </w:pPr>
            <w:r>
              <w:t>14570150. Мойщик посуды 2-й разряд</w:t>
            </w:r>
          </w:p>
        </w:tc>
        <w:tc>
          <w:tcPr>
            <w:tcW w:w="3686" w:type="dxa"/>
            <w:vAlign w:val="center"/>
          </w:tcPr>
          <w:p w14:paraId="7AB1466F" w14:textId="73492BBD" w:rsidR="001F44DD" w:rsidRDefault="001F44DD" w:rsidP="00DB70BA">
            <w:pPr>
              <w:pStyle w:val="aa"/>
            </w:pPr>
            <w:r>
              <w:t>Тяжесть: Вредные условия труда по фактору тяжести трудового процесса обусловлены спецификой трудового процесса, необходимо соблюдение режимов труда и отдыха, соблюдение периодичности медицинских осмотров.</w:t>
            </w:r>
          </w:p>
        </w:tc>
        <w:tc>
          <w:tcPr>
            <w:tcW w:w="2835" w:type="dxa"/>
            <w:vAlign w:val="center"/>
          </w:tcPr>
          <w:p w14:paraId="7DE7FF24" w14:textId="591FE845" w:rsidR="001F44DD" w:rsidRDefault="001F44DD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14:paraId="4833FACB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0D291B2F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7D04A0F4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4BE6F9A1" w14:textId="77777777" w:rsidTr="008B4051">
        <w:trPr>
          <w:jc w:val="center"/>
        </w:trPr>
        <w:tc>
          <w:tcPr>
            <w:tcW w:w="3049" w:type="dxa"/>
            <w:vAlign w:val="center"/>
          </w:tcPr>
          <w:p w14:paraId="4BF08188" w14:textId="77777777" w:rsidR="001F44DD" w:rsidRDefault="001F44DD" w:rsidP="001F44DD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14:paraId="64A61F36" w14:textId="583D6D6C" w:rsidR="001F44DD" w:rsidRDefault="001F44DD" w:rsidP="00DB70BA">
            <w:pPr>
              <w:pStyle w:val="aa"/>
            </w:pPr>
            <w:r>
              <w:t>Биологический: Вредные условия труда по биологическому фактору обусловлены спецификой трудовой деятельности, необходимо соблюдение режимов труда и отдыха, соблюдение периодичности медицинских осмотров, а также организовать выдачу специального питания (молока)</w:t>
            </w:r>
          </w:p>
        </w:tc>
        <w:tc>
          <w:tcPr>
            <w:tcW w:w="2835" w:type="dxa"/>
            <w:vAlign w:val="center"/>
          </w:tcPr>
          <w:p w14:paraId="54084E88" w14:textId="479BA751" w:rsidR="001F44DD" w:rsidRDefault="001F44DD" w:rsidP="00DB70BA">
            <w:pPr>
              <w:pStyle w:val="aa"/>
            </w:pPr>
            <w:r>
              <w:t xml:space="preserve">Снижение вредного воздействия биологического фактора </w:t>
            </w:r>
          </w:p>
        </w:tc>
        <w:tc>
          <w:tcPr>
            <w:tcW w:w="1384" w:type="dxa"/>
            <w:vAlign w:val="center"/>
          </w:tcPr>
          <w:p w14:paraId="5DB9912B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33030FB0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177DB073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3B54C005" w14:textId="77777777" w:rsidTr="008B4051">
        <w:trPr>
          <w:jc w:val="center"/>
        </w:trPr>
        <w:tc>
          <w:tcPr>
            <w:tcW w:w="3049" w:type="dxa"/>
            <w:vAlign w:val="center"/>
          </w:tcPr>
          <w:p w14:paraId="5B819E95" w14:textId="3D574786" w:rsidR="001F44DD" w:rsidRPr="001F44DD" w:rsidRDefault="001F44DD" w:rsidP="001F44DD">
            <w:pPr>
              <w:pStyle w:val="aa"/>
              <w:jc w:val="left"/>
            </w:pPr>
            <w:r>
              <w:t>14570151. Уборщик служебных помещений 1-й разряд</w:t>
            </w:r>
          </w:p>
        </w:tc>
        <w:tc>
          <w:tcPr>
            <w:tcW w:w="3686" w:type="dxa"/>
            <w:vAlign w:val="center"/>
          </w:tcPr>
          <w:p w14:paraId="16AD9039" w14:textId="585FB300" w:rsidR="001F44DD" w:rsidRDefault="001F44DD" w:rsidP="00DB70BA">
            <w:pPr>
              <w:pStyle w:val="aa"/>
            </w:pPr>
            <w:r>
              <w:t>Тяжесть: Вредные условия труда по фактору тяжести трудового процесса обусловлены спецификой трудового процесса, необходимо соблюдение режимов труда и отдыха, соблюдение периодичности медицинских осмотров.</w:t>
            </w:r>
          </w:p>
        </w:tc>
        <w:tc>
          <w:tcPr>
            <w:tcW w:w="2835" w:type="dxa"/>
            <w:vAlign w:val="center"/>
          </w:tcPr>
          <w:p w14:paraId="1B82A93C" w14:textId="6A62E03D" w:rsidR="001F44DD" w:rsidRDefault="001F44DD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14:paraId="7EA3240E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53AB354E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6A28D3DD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3F76FCB3" w14:textId="77777777" w:rsidTr="008B4051">
        <w:trPr>
          <w:jc w:val="center"/>
        </w:trPr>
        <w:tc>
          <w:tcPr>
            <w:tcW w:w="3049" w:type="dxa"/>
            <w:vAlign w:val="center"/>
          </w:tcPr>
          <w:p w14:paraId="20126807" w14:textId="52C93A5D" w:rsidR="001F44DD" w:rsidRPr="001F44DD" w:rsidRDefault="001F44DD" w:rsidP="001F44DD">
            <w:pPr>
              <w:pStyle w:val="aa"/>
              <w:rPr>
                <w:i/>
              </w:rPr>
            </w:pPr>
            <w:r>
              <w:rPr>
                <w:i/>
              </w:rPr>
              <w:t>Экстренная клинико-диагностическая лаборатория № 1</w:t>
            </w:r>
          </w:p>
        </w:tc>
        <w:tc>
          <w:tcPr>
            <w:tcW w:w="3686" w:type="dxa"/>
            <w:vAlign w:val="center"/>
          </w:tcPr>
          <w:p w14:paraId="7D2DA829" w14:textId="77777777" w:rsidR="001F44DD" w:rsidRDefault="001F44DD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5B992202" w14:textId="77777777" w:rsidR="001F44DD" w:rsidRDefault="001F44DD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1CBA7CF9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3959128E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2929B0F9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6CDB0E8C" w14:textId="77777777" w:rsidTr="008B4051">
        <w:trPr>
          <w:jc w:val="center"/>
        </w:trPr>
        <w:tc>
          <w:tcPr>
            <w:tcW w:w="3049" w:type="dxa"/>
            <w:vAlign w:val="center"/>
          </w:tcPr>
          <w:p w14:paraId="1737DC28" w14:textId="2AC9F304" w:rsidR="001F44DD" w:rsidRPr="001F44DD" w:rsidRDefault="001F44DD" w:rsidP="001F44DD">
            <w:pPr>
              <w:pStyle w:val="aa"/>
              <w:jc w:val="left"/>
            </w:pPr>
            <w:r>
              <w:lastRenderedPageBreak/>
              <w:t>14570152. Врач клинической лабораторной диагностики</w:t>
            </w:r>
          </w:p>
        </w:tc>
        <w:tc>
          <w:tcPr>
            <w:tcW w:w="3686" w:type="dxa"/>
            <w:vAlign w:val="center"/>
          </w:tcPr>
          <w:p w14:paraId="5505ABDE" w14:textId="6BBEA405" w:rsidR="001F44DD" w:rsidRDefault="001F44DD" w:rsidP="00DB70BA">
            <w:pPr>
              <w:pStyle w:val="aa"/>
            </w:pPr>
            <w:r>
              <w:t>Биологический: Вредные условия труда по биологическому фактору обусловлены спецификой трудовой деятельности, необходимо соблюдение режимов труда и отдыха, соблюдение периодичности медицинских осмотров, а также организовать выдачу специального питания (молока)</w:t>
            </w:r>
          </w:p>
        </w:tc>
        <w:tc>
          <w:tcPr>
            <w:tcW w:w="2835" w:type="dxa"/>
            <w:vAlign w:val="center"/>
          </w:tcPr>
          <w:p w14:paraId="559F4C79" w14:textId="0BA74363" w:rsidR="001F44DD" w:rsidRDefault="001F44DD" w:rsidP="00DB70BA">
            <w:pPr>
              <w:pStyle w:val="aa"/>
            </w:pPr>
            <w:r>
              <w:t xml:space="preserve">Снижение вредного воздействия биологического фактора </w:t>
            </w:r>
          </w:p>
        </w:tc>
        <w:tc>
          <w:tcPr>
            <w:tcW w:w="1384" w:type="dxa"/>
            <w:vAlign w:val="center"/>
          </w:tcPr>
          <w:p w14:paraId="5B459C37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1886D727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07F8BF99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20489163" w14:textId="77777777" w:rsidTr="008B4051">
        <w:trPr>
          <w:jc w:val="center"/>
        </w:trPr>
        <w:tc>
          <w:tcPr>
            <w:tcW w:w="3049" w:type="dxa"/>
            <w:vAlign w:val="center"/>
          </w:tcPr>
          <w:p w14:paraId="2494680B" w14:textId="1AFE45BB" w:rsidR="001F44DD" w:rsidRPr="001F44DD" w:rsidRDefault="001F44DD" w:rsidP="001F44DD">
            <w:pPr>
              <w:pStyle w:val="aa"/>
              <w:jc w:val="left"/>
            </w:pPr>
            <w:r>
              <w:t>14570153. Фельдшер-лаборант</w:t>
            </w:r>
          </w:p>
        </w:tc>
        <w:tc>
          <w:tcPr>
            <w:tcW w:w="3686" w:type="dxa"/>
            <w:vAlign w:val="center"/>
          </w:tcPr>
          <w:p w14:paraId="6C683972" w14:textId="690A1A4A" w:rsidR="001F44DD" w:rsidRDefault="001F44DD" w:rsidP="00DB70BA">
            <w:pPr>
              <w:pStyle w:val="aa"/>
            </w:pPr>
            <w:r>
              <w:t>Биологический: Вредные условия труда по биологическому фактору обусловлены спецификой трудовой деятельности, необходимо соблюдение режимов труда и отдыха, соблюдение периодичности медицинских осмотров, а также организовать выдачу специального питания (молока)</w:t>
            </w:r>
          </w:p>
        </w:tc>
        <w:tc>
          <w:tcPr>
            <w:tcW w:w="2835" w:type="dxa"/>
            <w:vAlign w:val="center"/>
          </w:tcPr>
          <w:p w14:paraId="7570C73E" w14:textId="439F7D2C" w:rsidR="001F44DD" w:rsidRDefault="001F44DD" w:rsidP="00DB70BA">
            <w:pPr>
              <w:pStyle w:val="aa"/>
            </w:pPr>
            <w:r>
              <w:t xml:space="preserve">Снижение вредного воздействия биологического фактора </w:t>
            </w:r>
          </w:p>
        </w:tc>
        <w:tc>
          <w:tcPr>
            <w:tcW w:w="1384" w:type="dxa"/>
            <w:vAlign w:val="center"/>
          </w:tcPr>
          <w:p w14:paraId="0298870B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30816BAB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700C3B37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57E3F3C2" w14:textId="77777777" w:rsidTr="008B4051">
        <w:trPr>
          <w:jc w:val="center"/>
        </w:trPr>
        <w:tc>
          <w:tcPr>
            <w:tcW w:w="3049" w:type="dxa"/>
            <w:vAlign w:val="center"/>
          </w:tcPr>
          <w:p w14:paraId="16E41FB8" w14:textId="5F0B4FDD" w:rsidR="001F44DD" w:rsidRPr="001F44DD" w:rsidRDefault="001F44DD" w:rsidP="001F44DD">
            <w:pPr>
              <w:pStyle w:val="aa"/>
              <w:rPr>
                <w:i/>
              </w:rPr>
            </w:pPr>
            <w:r>
              <w:rPr>
                <w:i/>
              </w:rPr>
              <w:t>Экстренная клинико-диагностическая лаборатория № 2</w:t>
            </w:r>
          </w:p>
        </w:tc>
        <w:tc>
          <w:tcPr>
            <w:tcW w:w="3686" w:type="dxa"/>
            <w:vAlign w:val="center"/>
          </w:tcPr>
          <w:p w14:paraId="48A188A5" w14:textId="77777777" w:rsidR="001F44DD" w:rsidRDefault="001F44DD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7804019F" w14:textId="77777777" w:rsidR="001F44DD" w:rsidRDefault="001F44DD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4CBF2F3D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5D842860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320DD653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32FB74D3" w14:textId="77777777" w:rsidTr="008B4051">
        <w:trPr>
          <w:jc w:val="center"/>
        </w:trPr>
        <w:tc>
          <w:tcPr>
            <w:tcW w:w="3049" w:type="dxa"/>
            <w:vAlign w:val="center"/>
          </w:tcPr>
          <w:p w14:paraId="7285BDC0" w14:textId="73BD8902" w:rsidR="001F44DD" w:rsidRPr="001F44DD" w:rsidRDefault="001F44DD" w:rsidP="001F44DD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Аптека</w:t>
            </w:r>
          </w:p>
        </w:tc>
        <w:tc>
          <w:tcPr>
            <w:tcW w:w="3686" w:type="dxa"/>
            <w:vAlign w:val="center"/>
          </w:tcPr>
          <w:p w14:paraId="0FCD636B" w14:textId="77777777" w:rsidR="001F44DD" w:rsidRDefault="001F44DD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556BAC4D" w14:textId="77777777" w:rsidR="001F44DD" w:rsidRDefault="001F44DD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1EBDFB2A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79593107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6DBAD147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0932FCC2" w14:textId="77777777" w:rsidTr="008B4051">
        <w:trPr>
          <w:jc w:val="center"/>
        </w:trPr>
        <w:tc>
          <w:tcPr>
            <w:tcW w:w="3049" w:type="dxa"/>
            <w:vAlign w:val="center"/>
          </w:tcPr>
          <w:p w14:paraId="1DA9CB8D" w14:textId="041756D4" w:rsidR="001F44DD" w:rsidRPr="001F44DD" w:rsidRDefault="001F44DD" w:rsidP="001F44DD">
            <w:pPr>
              <w:pStyle w:val="aa"/>
              <w:rPr>
                <w:i/>
              </w:rPr>
            </w:pPr>
            <w:r>
              <w:rPr>
                <w:i/>
              </w:rPr>
              <w:t>Отдел по приемке, хранению и отпуску лекарственных средств</w:t>
            </w:r>
          </w:p>
        </w:tc>
        <w:tc>
          <w:tcPr>
            <w:tcW w:w="3686" w:type="dxa"/>
            <w:vAlign w:val="center"/>
          </w:tcPr>
          <w:p w14:paraId="15F29C8B" w14:textId="77777777" w:rsidR="001F44DD" w:rsidRDefault="001F44DD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176C3C71" w14:textId="77777777" w:rsidR="001F44DD" w:rsidRDefault="001F44DD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2E577A84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6D03EE05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4ACF2E60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2109D891" w14:textId="77777777" w:rsidTr="008B4051">
        <w:trPr>
          <w:jc w:val="center"/>
        </w:trPr>
        <w:tc>
          <w:tcPr>
            <w:tcW w:w="3049" w:type="dxa"/>
            <w:vAlign w:val="center"/>
          </w:tcPr>
          <w:p w14:paraId="7F1F1A6B" w14:textId="11C5F7B0" w:rsidR="001F44DD" w:rsidRPr="001F44DD" w:rsidRDefault="001F44DD" w:rsidP="001F44DD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Общебольничный медицинский персонал</w:t>
            </w:r>
          </w:p>
        </w:tc>
        <w:tc>
          <w:tcPr>
            <w:tcW w:w="3686" w:type="dxa"/>
            <w:vAlign w:val="center"/>
          </w:tcPr>
          <w:p w14:paraId="674587BC" w14:textId="77777777" w:rsidR="001F44DD" w:rsidRDefault="001F44DD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717523B7" w14:textId="77777777" w:rsidR="001F44DD" w:rsidRDefault="001F44DD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35E81D51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24B96D64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78A65B4F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4C10BBCC" w14:textId="77777777" w:rsidTr="008B4051">
        <w:trPr>
          <w:jc w:val="center"/>
        </w:trPr>
        <w:tc>
          <w:tcPr>
            <w:tcW w:w="3049" w:type="dxa"/>
            <w:vAlign w:val="center"/>
          </w:tcPr>
          <w:p w14:paraId="56A6FEFB" w14:textId="3901587A" w:rsidR="001F44DD" w:rsidRPr="001F44DD" w:rsidRDefault="001F44DD" w:rsidP="001F44DD">
            <w:pPr>
              <w:pStyle w:val="aa"/>
              <w:rPr>
                <w:i/>
              </w:rPr>
            </w:pPr>
            <w:r>
              <w:rPr>
                <w:i/>
              </w:rPr>
              <w:t>Отдел по организации медицинской помощи</w:t>
            </w:r>
          </w:p>
        </w:tc>
        <w:tc>
          <w:tcPr>
            <w:tcW w:w="3686" w:type="dxa"/>
            <w:vAlign w:val="center"/>
          </w:tcPr>
          <w:p w14:paraId="5F90BA8C" w14:textId="77777777" w:rsidR="001F44DD" w:rsidRDefault="001F44DD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4E51851E" w14:textId="77777777" w:rsidR="001F44DD" w:rsidRDefault="001F44DD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286CBE32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6EC94606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3A90476C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5AC0C341" w14:textId="77777777" w:rsidTr="008B4051">
        <w:trPr>
          <w:jc w:val="center"/>
        </w:trPr>
        <w:tc>
          <w:tcPr>
            <w:tcW w:w="3049" w:type="dxa"/>
            <w:vAlign w:val="center"/>
          </w:tcPr>
          <w:p w14:paraId="1B2DEFD8" w14:textId="300F7173" w:rsidR="001F44DD" w:rsidRPr="001F44DD" w:rsidRDefault="001F44DD" w:rsidP="001F44DD">
            <w:pPr>
              <w:pStyle w:val="aa"/>
              <w:rPr>
                <w:i/>
              </w:rPr>
            </w:pPr>
            <w:r>
              <w:rPr>
                <w:i/>
              </w:rPr>
              <w:t>Отдел по контролю качества диетического питания</w:t>
            </w:r>
          </w:p>
        </w:tc>
        <w:tc>
          <w:tcPr>
            <w:tcW w:w="3686" w:type="dxa"/>
            <w:vAlign w:val="center"/>
          </w:tcPr>
          <w:p w14:paraId="4C56F162" w14:textId="77777777" w:rsidR="001F44DD" w:rsidRDefault="001F44DD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3E77141E" w14:textId="77777777" w:rsidR="001F44DD" w:rsidRDefault="001F44DD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794BA2BB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65AEC5FC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7CEE3DAB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0AC2B919" w14:textId="77777777" w:rsidTr="008B4051">
        <w:trPr>
          <w:jc w:val="center"/>
        </w:trPr>
        <w:tc>
          <w:tcPr>
            <w:tcW w:w="3049" w:type="dxa"/>
            <w:vAlign w:val="center"/>
          </w:tcPr>
          <w:p w14:paraId="16BD0DD9" w14:textId="6B439CC4" w:rsidR="001F44DD" w:rsidRPr="001F44DD" w:rsidRDefault="001F44DD" w:rsidP="001F44DD">
            <w:pPr>
              <w:pStyle w:val="aa"/>
              <w:rPr>
                <w:i/>
              </w:rPr>
            </w:pPr>
            <w:r>
              <w:rPr>
                <w:i/>
              </w:rPr>
              <w:t>Отдел организации контроля качества медицинской помощи</w:t>
            </w:r>
          </w:p>
        </w:tc>
        <w:tc>
          <w:tcPr>
            <w:tcW w:w="3686" w:type="dxa"/>
            <w:vAlign w:val="center"/>
          </w:tcPr>
          <w:p w14:paraId="6DC9034A" w14:textId="77777777" w:rsidR="001F44DD" w:rsidRDefault="001F44DD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53901655" w14:textId="77777777" w:rsidR="001F44DD" w:rsidRDefault="001F44DD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59B59CCF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274D9A8D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672ED588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1AAE557C" w14:textId="77777777" w:rsidTr="008B4051">
        <w:trPr>
          <w:jc w:val="center"/>
        </w:trPr>
        <w:tc>
          <w:tcPr>
            <w:tcW w:w="3049" w:type="dxa"/>
            <w:vAlign w:val="center"/>
          </w:tcPr>
          <w:p w14:paraId="0DAD4E07" w14:textId="2D1227E0" w:rsidR="001F44DD" w:rsidRPr="001F44DD" w:rsidRDefault="001F44DD" w:rsidP="001F44DD">
            <w:pPr>
              <w:pStyle w:val="aa"/>
              <w:rPr>
                <w:i/>
              </w:rPr>
            </w:pPr>
            <w:r>
              <w:rPr>
                <w:i/>
              </w:rPr>
              <w:t>Организационно-оперативный отдел</w:t>
            </w:r>
          </w:p>
        </w:tc>
        <w:tc>
          <w:tcPr>
            <w:tcW w:w="3686" w:type="dxa"/>
            <w:vAlign w:val="center"/>
          </w:tcPr>
          <w:p w14:paraId="4C970AEE" w14:textId="77777777" w:rsidR="001F44DD" w:rsidRDefault="001F44DD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598B22A1" w14:textId="77777777" w:rsidR="001F44DD" w:rsidRDefault="001F44DD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49BC4FFB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585533B0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57ACC92B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12F0D880" w14:textId="77777777" w:rsidTr="008B4051">
        <w:trPr>
          <w:jc w:val="center"/>
        </w:trPr>
        <w:tc>
          <w:tcPr>
            <w:tcW w:w="3049" w:type="dxa"/>
            <w:vAlign w:val="center"/>
          </w:tcPr>
          <w:p w14:paraId="6CE5132A" w14:textId="3CAE58C7" w:rsidR="001F44DD" w:rsidRPr="001F44DD" w:rsidRDefault="001F44DD" w:rsidP="001F44DD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Пермский краевой центр координации органного донорства</w:t>
            </w:r>
          </w:p>
        </w:tc>
        <w:tc>
          <w:tcPr>
            <w:tcW w:w="3686" w:type="dxa"/>
            <w:vAlign w:val="center"/>
          </w:tcPr>
          <w:p w14:paraId="2B1D1205" w14:textId="77777777" w:rsidR="001F44DD" w:rsidRDefault="001F44DD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154902B1" w14:textId="77777777" w:rsidR="001F44DD" w:rsidRDefault="001F44DD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2CF8EE9C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64E693E3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7CC454A9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0A21F4A4" w14:textId="77777777" w:rsidTr="008B4051">
        <w:trPr>
          <w:jc w:val="center"/>
        </w:trPr>
        <w:tc>
          <w:tcPr>
            <w:tcW w:w="3049" w:type="dxa"/>
            <w:vAlign w:val="center"/>
          </w:tcPr>
          <w:p w14:paraId="7806E624" w14:textId="53B2EBF4" w:rsidR="001F44DD" w:rsidRPr="001F44DD" w:rsidRDefault="001F44DD" w:rsidP="001F44DD">
            <w:pPr>
              <w:pStyle w:val="aa"/>
              <w:jc w:val="left"/>
            </w:pPr>
            <w:r>
              <w:t>14570099. Заведующий медицинским структурным подразделением – врач-анестезиолог-реаниматолог</w:t>
            </w:r>
          </w:p>
        </w:tc>
        <w:tc>
          <w:tcPr>
            <w:tcW w:w="3686" w:type="dxa"/>
            <w:vAlign w:val="center"/>
          </w:tcPr>
          <w:p w14:paraId="3BB7EDE3" w14:textId="7597678D" w:rsidR="001F44DD" w:rsidRDefault="001F44DD" w:rsidP="00DB70BA">
            <w:pPr>
              <w:pStyle w:val="aa"/>
            </w:pPr>
            <w:r>
              <w:t>Биологический: Вредные условия труда по биологическому фактору обусловлены спецификой трудовой деятельности, необходимо соблюдение режимов труда и отдыха, соблюдение периодичности медицинских осмотров, а также организовать выдачу специального питания (молока)</w:t>
            </w:r>
          </w:p>
        </w:tc>
        <w:tc>
          <w:tcPr>
            <w:tcW w:w="2835" w:type="dxa"/>
            <w:vAlign w:val="center"/>
          </w:tcPr>
          <w:p w14:paraId="1A2DEC38" w14:textId="4C6C854E" w:rsidR="001F44DD" w:rsidRDefault="001F44DD" w:rsidP="00DB70BA">
            <w:pPr>
              <w:pStyle w:val="aa"/>
            </w:pPr>
            <w:r>
              <w:t xml:space="preserve">Снижение вредного воздействия биологического фактора </w:t>
            </w:r>
          </w:p>
        </w:tc>
        <w:tc>
          <w:tcPr>
            <w:tcW w:w="1384" w:type="dxa"/>
            <w:vAlign w:val="center"/>
          </w:tcPr>
          <w:p w14:paraId="6ECBD025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1BFD174D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5773A230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346F04E6" w14:textId="77777777" w:rsidTr="008B4051">
        <w:trPr>
          <w:jc w:val="center"/>
        </w:trPr>
        <w:tc>
          <w:tcPr>
            <w:tcW w:w="3049" w:type="dxa"/>
            <w:vAlign w:val="center"/>
          </w:tcPr>
          <w:p w14:paraId="7F6A28AA" w14:textId="221BAB2C" w:rsidR="001F44DD" w:rsidRPr="001F44DD" w:rsidRDefault="001F44DD" w:rsidP="001F44DD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Общебольничный немедицин</w:t>
            </w:r>
            <w:r>
              <w:rPr>
                <w:b/>
                <w:i/>
              </w:rPr>
              <w:lastRenderedPageBreak/>
              <w:t>ский персонал (г. Пермь, ул. Пушкина, д. 85)</w:t>
            </w:r>
          </w:p>
        </w:tc>
        <w:tc>
          <w:tcPr>
            <w:tcW w:w="3686" w:type="dxa"/>
            <w:vAlign w:val="center"/>
          </w:tcPr>
          <w:p w14:paraId="26A70350" w14:textId="77777777" w:rsidR="001F44DD" w:rsidRDefault="001F44DD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7036C9C9" w14:textId="77777777" w:rsidR="001F44DD" w:rsidRDefault="001F44DD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00E806EE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605E82F2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24D25762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6406CF99" w14:textId="77777777" w:rsidTr="008B4051">
        <w:trPr>
          <w:jc w:val="center"/>
        </w:trPr>
        <w:tc>
          <w:tcPr>
            <w:tcW w:w="3049" w:type="dxa"/>
            <w:vAlign w:val="center"/>
          </w:tcPr>
          <w:p w14:paraId="78331E9A" w14:textId="74570BA7" w:rsidR="001F44DD" w:rsidRPr="001F44DD" w:rsidRDefault="001F44DD" w:rsidP="001F44DD">
            <w:pPr>
              <w:pStyle w:val="aa"/>
              <w:rPr>
                <w:i/>
              </w:rPr>
            </w:pPr>
            <w:r>
              <w:rPr>
                <w:i/>
              </w:rPr>
              <w:t>Канцелярия</w:t>
            </w:r>
          </w:p>
        </w:tc>
        <w:tc>
          <w:tcPr>
            <w:tcW w:w="3686" w:type="dxa"/>
            <w:vAlign w:val="center"/>
          </w:tcPr>
          <w:p w14:paraId="5C29F3B4" w14:textId="77777777" w:rsidR="001F44DD" w:rsidRDefault="001F44DD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507720AC" w14:textId="77777777" w:rsidR="001F44DD" w:rsidRDefault="001F44DD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052D4FFD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366246CC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7342C830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4E2319E7" w14:textId="77777777" w:rsidTr="008B4051">
        <w:trPr>
          <w:jc w:val="center"/>
        </w:trPr>
        <w:tc>
          <w:tcPr>
            <w:tcW w:w="3049" w:type="dxa"/>
            <w:vAlign w:val="center"/>
          </w:tcPr>
          <w:p w14:paraId="234E72E1" w14:textId="33A597B3" w:rsidR="001F44DD" w:rsidRPr="001F44DD" w:rsidRDefault="001F44DD" w:rsidP="001F44DD">
            <w:pPr>
              <w:pStyle w:val="aa"/>
              <w:rPr>
                <w:i/>
              </w:rPr>
            </w:pPr>
            <w:r>
              <w:rPr>
                <w:i/>
              </w:rPr>
              <w:t>Отдел внутреннего финансового контроля</w:t>
            </w:r>
          </w:p>
        </w:tc>
        <w:tc>
          <w:tcPr>
            <w:tcW w:w="3686" w:type="dxa"/>
            <w:vAlign w:val="center"/>
          </w:tcPr>
          <w:p w14:paraId="1399D6CA" w14:textId="77777777" w:rsidR="001F44DD" w:rsidRDefault="001F44DD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0FD1CDF1" w14:textId="77777777" w:rsidR="001F44DD" w:rsidRDefault="001F44DD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7ED63FC2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7C58F1EE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7B462C6C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026E809D" w14:textId="77777777" w:rsidTr="008B4051">
        <w:trPr>
          <w:jc w:val="center"/>
        </w:trPr>
        <w:tc>
          <w:tcPr>
            <w:tcW w:w="3049" w:type="dxa"/>
            <w:vAlign w:val="center"/>
          </w:tcPr>
          <w:p w14:paraId="75860D76" w14:textId="6448BDBB" w:rsidR="001F44DD" w:rsidRPr="001F44DD" w:rsidRDefault="001F44DD" w:rsidP="001F44DD">
            <w:pPr>
              <w:pStyle w:val="aa"/>
              <w:rPr>
                <w:i/>
              </w:rPr>
            </w:pPr>
            <w:r>
              <w:rPr>
                <w:i/>
              </w:rPr>
              <w:t>Планово-экономический отдел</w:t>
            </w:r>
          </w:p>
        </w:tc>
        <w:tc>
          <w:tcPr>
            <w:tcW w:w="3686" w:type="dxa"/>
            <w:vAlign w:val="center"/>
          </w:tcPr>
          <w:p w14:paraId="32BF4BD3" w14:textId="77777777" w:rsidR="001F44DD" w:rsidRDefault="001F44DD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6FCC9D1D" w14:textId="77777777" w:rsidR="001F44DD" w:rsidRDefault="001F44DD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17B45BF9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7D390B70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1078B96F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7EC25781" w14:textId="77777777" w:rsidTr="008B4051">
        <w:trPr>
          <w:jc w:val="center"/>
        </w:trPr>
        <w:tc>
          <w:tcPr>
            <w:tcW w:w="3049" w:type="dxa"/>
            <w:vAlign w:val="center"/>
          </w:tcPr>
          <w:p w14:paraId="4F741D46" w14:textId="00A3E701" w:rsidR="001F44DD" w:rsidRPr="001F44DD" w:rsidRDefault="001F44DD" w:rsidP="001F44DD">
            <w:pPr>
              <w:pStyle w:val="aa"/>
              <w:rPr>
                <w:i/>
              </w:rPr>
            </w:pPr>
            <w:r>
              <w:rPr>
                <w:i/>
              </w:rPr>
              <w:t>Контрактная служба</w:t>
            </w:r>
          </w:p>
        </w:tc>
        <w:tc>
          <w:tcPr>
            <w:tcW w:w="3686" w:type="dxa"/>
            <w:vAlign w:val="center"/>
          </w:tcPr>
          <w:p w14:paraId="3493EDC2" w14:textId="77777777" w:rsidR="001F44DD" w:rsidRDefault="001F44DD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2A14F176" w14:textId="77777777" w:rsidR="001F44DD" w:rsidRDefault="001F44DD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00800860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4ACDE972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58819873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1D0E4B56" w14:textId="77777777" w:rsidTr="008B4051">
        <w:trPr>
          <w:jc w:val="center"/>
        </w:trPr>
        <w:tc>
          <w:tcPr>
            <w:tcW w:w="3049" w:type="dxa"/>
            <w:vAlign w:val="center"/>
          </w:tcPr>
          <w:p w14:paraId="7E06D09B" w14:textId="486CDC16" w:rsidR="001F44DD" w:rsidRPr="001F44DD" w:rsidRDefault="001F44DD" w:rsidP="001F44DD">
            <w:pPr>
              <w:pStyle w:val="aa"/>
              <w:rPr>
                <w:i/>
              </w:rPr>
            </w:pPr>
            <w:r>
              <w:rPr>
                <w:i/>
              </w:rPr>
              <w:t>Отдел по управлению персоналом</w:t>
            </w:r>
          </w:p>
        </w:tc>
        <w:tc>
          <w:tcPr>
            <w:tcW w:w="3686" w:type="dxa"/>
            <w:vAlign w:val="center"/>
          </w:tcPr>
          <w:p w14:paraId="667DC976" w14:textId="77777777" w:rsidR="001F44DD" w:rsidRDefault="001F44DD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02A69727" w14:textId="77777777" w:rsidR="001F44DD" w:rsidRDefault="001F44DD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4C015A21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6AEB8F36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69E1F8AF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3D96ADEA" w14:textId="77777777" w:rsidTr="008B4051">
        <w:trPr>
          <w:jc w:val="center"/>
        </w:trPr>
        <w:tc>
          <w:tcPr>
            <w:tcW w:w="3049" w:type="dxa"/>
            <w:vAlign w:val="center"/>
          </w:tcPr>
          <w:p w14:paraId="2105E7F7" w14:textId="589AB430" w:rsidR="001F44DD" w:rsidRPr="001F44DD" w:rsidRDefault="001F44DD" w:rsidP="001F44DD">
            <w:pPr>
              <w:pStyle w:val="aa"/>
              <w:rPr>
                <w:i/>
              </w:rPr>
            </w:pPr>
            <w:r>
              <w:rPr>
                <w:i/>
              </w:rPr>
              <w:t>Служба охраны труда</w:t>
            </w:r>
          </w:p>
        </w:tc>
        <w:tc>
          <w:tcPr>
            <w:tcW w:w="3686" w:type="dxa"/>
            <w:vAlign w:val="center"/>
          </w:tcPr>
          <w:p w14:paraId="7AA0B9F5" w14:textId="77777777" w:rsidR="001F44DD" w:rsidRDefault="001F44DD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030AD3EF" w14:textId="77777777" w:rsidR="001F44DD" w:rsidRDefault="001F44DD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517128E7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7D3AFEC8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5B4D3FD5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5D36D714" w14:textId="77777777" w:rsidTr="008B4051">
        <w:trPr>
          <w:jc w:val="center"/>
        </w:trPr>
        <w:tc>
          <w:tcPr>
            <w:tcW w:w="3049" w:type="dxa"/>
            <w:vAlign w:val="center"/>
          </w:tcPr>
          <w:p w14:paraId="4A12587B" w14:textId="1BE5F59B" w:rsidR="001F44DD" w:rsidRPr="001F44DD" w:rsidRDefault="001F44DD" w:rsidP="001F44DD">
            <w:pPr>
              <w:pStyle w:val="aa"/>
              <w:rPr>
                <w:i/>
              </w:rPr>
            </w:pPr>
            <w:r>
              <w:rPr>
                <w:i/>
              </w:rPr>
              <w:t>Информационно-вычислительный центр</w:t>
            </w:r>
          </w:p>
        </w:tc>
        <w:tc>
          <w:tcPr>
            <w:tcW w:w="3686" w:type="dxa"/>
            <w:vAlign w:val="center"/>
          </w:tcPr>
          <w:p w14:paraId="3CD94385" w14:textId="77777777" w:rsidR="001F44DD" w:rsidRDefault="001F44DD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7600212D" w14:textId="77777777" w:rsidR="001F44DD" w:rsidRDefault="001F44DD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7E05AFB5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3B32B667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238C6CCE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0A8075A6" w14:textId="77777777" w:rsidTr="008B4051">
        <w:trPr>
          <w:jc w:val="center"/>
        </w:trPr>
        <w:tc>
          <w:tcPr>
            <w:tcW w:w="3049" w:type="dxa"/>
            <w:vAlign w:val="center"/>
          </w:tcPr>
          <w:p w14:paraId="57DB0B28" w14:textId="7D2E1D18" w:rsidR="001F44DD" w:rsidRPr="001F44DD" w:rsidRDefault="001F44DD" w:rsidP="001F44DD">
            <w:pPr>
              <w:pStyle w:val="aa"/>
              <w:jc w:val="left"/>
            </w:pPr>
            <w:r>
              <w:t>20240157. Электромонтер по ремонту и обслуживанию аппаратуры и устройств связи 4-й разряд</w:t>
            </w:r>
          </w:p>
        </w:tc>
        <w:tc>
          <w:tcPr>
            <w:tcW w:w="3686" w:type="dxa"/>
            <w:vAlign w:val="center"/>
          </w:tcPr>
          <w:p w14:paraId="0947E53C" w14:textId="6D1F1FF8" w:rsidR="001F44DD" w:rsidRDefault="001F44DD" w:rsidP="00DB70BA">
            <w:pPr>
              <w:pStyle w:val="aa"/>
            </w:pPr>
            <w:r>
              <w:t>Тяжесть: Вредные условия труда по фактору тяжести трудового процесса обусловлены спецификой трудового процесса, необходимо соблюдение режимов труда и отдыха, соблюдение периодичности медицинских осмотров.</w:t>
            </w:r>
          </w:p>
        </w:tc>
        <w:tc>
          <w:tcPr>
            <w:tcW w:w="2835" w:type="dxa"/>
            <w:vAlign w:val="center"/>
          </w:tcPr>
          <w:p w14:paraId="2631F143" w14:textId="5E1A6FD8" w:rsidR="001F44DD" w:rsidRDefault="001F44DD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14:paraId="65014F3C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7E499DF7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693DFF85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05C3DF63" w14:textId="77777777" w:rsidTr="008B4051">
        <w:trPr>
          <w:jc w:val="center"/>
        </w:trPr>
        <w:tc>
          <w:tcPr>
            <w:tcW w:w="3049" w:type="dxa"/>
            <w:vAlign w:val="center"/>
          </w:tcPr>
          <w:p w14:paraId="7EFF502D" w14:textId="465D938F" w:rsidR="001F44DD" w:rsidRPr="001F44DD" w:rsidRDefault="001F44DD" w:rsidP="001F44DD">
            <w:pPr>
              <w:pStyle w:val="aa"/>
              <w:rPr>
                <w:i/>
              </w:rPr>
            </w:pPr>
            <w:r>
              <w:rPr>
                <w:i/>
              </w:rPr>
              <w:t>Юридический отдел</w:t>
            </w:r>
          </w:p>
        </w:tc>
        <w:tc>
          <w:tcPr>
            <w:tcW w:w="3686" w:type="dxa"/>
            <w:vAlign w:val="center"/>
          </w:tcPr>
          <w:p w14:paraId="23B3D346" w14:textId="77777777" w:rsidR="001F44DD" w:rsidRDefault="001F44DD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44BCE0E6" w14:textId="77777777" w:rsidR="001F44DD" w:rsidRDefault="001F44DD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1D0CA170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0899FCEA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16884B77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57F693A5" w14:textId="77777777" w:rsidTr="008B4051">
        <w:trPr>
          <w:jc w:val="center"/>
        </w:trPr>
        <w:tc>
          <w:tcPr>
            <w:tcW w:w="3049" w:type="dxa"/>
            <w:vAlign w:val="center"/>
          </w:tcPr>
          <w:p w14:paraId="2A44BD5F" w14:textId="298B0559" w:rsidR="001F44DD" w:rsidRPr="001F44DD" w:rsidRDefault="001F44DD" w:rsidP="001F44DD">
            <w:pPr>
              <w:pStyle w:val="aa"/>
              <w:rPr>
                <w:i/>
              </w:rPr>
            </w:pPr>
            <w:r>
              <w:rPr>
                <w:i/>
              </w:rPr>
              <w:t>Отдел материально-технического снабжения</w:t>
            </w:r>
          </w:p>
        </w:tc>
        <w:tc>
          <w:tcPr>
            <w:tcW w:w="3686" w:type="dxa"/>
            <w:vAlign w:val="center"/>
          </w:tcPr>
          <w:p w14:paraId="2A21B649" w14:textId="77777777" w:rsidR="001F44DD" w:rsidRDefault="001F44DD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6A5AE103" w14:textId="77777777" w:rsidR="001F44DD" w:rsidRDefault="001F44DD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3B772FC5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66705FD2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0018F188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690C4827" w14:textId="77777777" w:rsidTr="008B4051">
        <w:trPr>
          <w:jc w:val="center"/>
        </w:trPr>
        <w:tc>
          <w:tcPr>
            <w:tcW w:w="3049" w:type="dxa"/>
            <w:vAlign w:val="center"/>
          </w:tcPr>
          <w:p w14:paraId="6A2031F3" w14:textId="17390133" w:rsidR="001F44DD" w:rsidRPr="001F44DD" w:rsidRDefault="001F44DD" w:rsidP="001F44DD">
            <w:pPr>
              <w:pStyle w:val="aa"/>
              <w:jc w:val="left"/>
            </w:pPr>
            <w:r>
              <w:t>20240161. Швея 2-й разряд</w:t>
            </w:r>
          </w:p>
        </w:tc>
        <w:tc>
          <w:tcPr>
            <w:tcW w:w="3686" w:type="dxa"/>
            <w:vAlign w:val="center"/>
          </w:tcPr>
          <w:p w14:paraId="70292798" w14:textId="00EFACC4" w:rsidR="001F44DD" w:rsidRDefault="001F44DD" w:rsidP="00DB70BA">
            <w:pPr>
              <w:pStyle w:val="aa"/>
            </w:pPr>
            <w:r>
              <w:t>Тяжесть: Вредные условия труда по фактору тяжести трудового процесса обусловлены спецификой трудового процесса, необходимо соблюдение режимов труда и отдыха, соблюдение периодичности медицинских осмотров.</w:t>
            </w:r>
          </w:p>
        </w:tc>
        <w:tc>
          <w:tcPr>
            <w:tcW w:w="2835" w:type="dxa"/>
            <w:vAlign w:val="center"/>
          </w:tcPr>
          <w:p w14:paraId="75E0D6C5" w14:textId="05C38744" w:rsidR="001F44DD" w:rsidRDefault="001F44DD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14:paraId="4D9C3AC7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7D87BDD4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5B8A708A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3CA04C71" w14:textId="77777777" w:rsidTr="008B4051">
        <w:trPr>
          <w:jc w:val="center"/>
        </w:trPr>
        <w:tc>
          <w:tcPr>
            <w:tcW w:w="3049" w:type="dxa"/>
            <w:vAlign w:val="center"/>
          </w:tcPr>
          <w:p w14:paraId="641C01D4" w14:textId="6CA16D34" w:rsidR="001F44DD" w:rsidRPr="001F44DD" w:rsidRDefault="001F44DD" w:rsidP="001F44DD">
            <w:pPr>
              <w:pStyle w:val="aa"/>
              <w:rPr>
                <w:i/>
              </w:rPr>
            </w:pPr>
            <w:r>
              <w:rPr>
                <w:i/>
              </w:rPr>
              <w:t>Отдел гражданской обороны и мобилизационной работы</w:t>
            </w:r>
          </w:p>
        </w:tc>
        <w:tc>
          <w:tcPr>
            <w:tcW w:w="3686" w:type="dxa"/>
            <w:vAlign w:val="center"/>
          </w:tcPr>
          <w:p w14:paraId="217F09B8" w14:textId="77777777" w:rsidR="001F44DD" w:rsidRDefault="001F44DD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21A49A4F" w14:textId="77777777" w:rsidR="001F44DD" w:rsidRDefault="001F44DD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42C08099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6E123463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4B70ACC1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15163765" w14:textId="77777777" w:rsidTr="008B4051">
        <w:trPr>
          <w:jc w:val="center"/>
        </w:trPr>
        <w:tc>
          <w:tcPr>
            <w:tcW w:w="3049" w:type="dxa"/>
            <w:vAlign w:val="center"/>
          </w:tcPr>
          <w:p w14:paraId="5B87CD38" w14:textId="1057CD93" w:rsidR="001F44DD" w:rsidRPr="001F44DD" w:rsidRDefault="001F44DD" w:rsidP="001F44DD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Общебольничный административно-управленческий персонал</w:t>
            </w:r>
          </w:p>
        </w:tc>
        <w:tc>
          <w:tcPr>
            <w:tcW w:w="3686" w:type="dxa"/>
            <w:vAlign w:val="center"/>
          </w:tcPr>
          <w:p w14:paraId="03D8CF50" w14:textId="77777777" w:rsidR="001F44DD" w:rsidRDefault="001F44DD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2F95EE1B" w14:textId="77777777" w:rsidR="001F44DD" w:rsidRDefault="001F44DD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25DC4492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0E3F68D0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31A4A9E3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5CDD3139" w14:textId="77777777" w:rsidTr="008B4051">
        <w:trPr>
          <w:jc w:val="center"/>
        </w:trPr>
        <w:tc>
          <w:tcPr>
            <w:tcW w:w="3049" w:type="dxa"/>
            <w:vAlign w:val="center"/>
          </w:tcPr>
          <w:p w14:paraId="30402EB3" w14:textId="2CB648A0" w:rsidR="001F44DD" w:rsidRPr="001F44DD" w:rsidRDefault="001F44DD" w:rsidP="001F44DD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Хозяйственная часть</w:t>
            </w:r>
          </w:p>
        </w:tc>
        <w:tc>
          <w:tcPr>
            <w:tcW w:w="3686" w:type="dxa"/>
            <w:vAlign w:val="center"/>
          </w:tcPr>
          <w:p w14:paraId="294C621E" w14:textId="77777777" w:rsidR="001F44DD" w:rsidRDefault="001F44DD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725CF19C" w14:textId="77777777" w:rsidR="001F44DD" w:rsidRDefault="001F44DD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72ADF045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15E777FC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6BF2CE31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2F36F1F2" w14:textId="77777777" w:rsidTr="008B4051">
        <w:trPr>
          <w:jc w:val="center"/>
        </w:trPr>
        <w:tc>
          <w:tcPr>
            <w:tcW w:w="3049" w:type="dxa"/>
            <w:vAlign w:val="center"/>
          </w:tcPr>
          <w:p w14:paraId="3F088C11" w14:textId="69ECA668" w:rsidR="001F44DD" w:rsidRPr="001F44DD" w:rsidRDefault="001F44DD" w:rsidP="001F44DD">
            <w:pPr>
              <w:pStyle w:val="aa"/>
              <w:rPr>
                <w:i/>
              </w:rPr>
            </w:pPr>
            <w:r>
              <w:rPr>
                <w:i/>
              </w:rPr>
              <w:t>Хозяйственный отдел № 1</w:t>
            </w:r>
          </w:p>
        </w:tc>
        <w:tc>
          <w:tcPr>
            <w:tcW w:w="3686" w:type="dxa"/>
            <w:vAlign w:val="center"/>
          </w:tcPr>
          <w:p w14:paraId="45F24F5A" w14:textId="77777777" w:rsidR="001F44DD" w:rsidRDefault="001F44DD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7BDB0E1A" w14:textId="77777777" w:rsidR="001F44DD" w:rsidRDefault="001F44DD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1DB8F68E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5BD769D8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72046F83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4914B766" w14:textId="77777777" w:rsidTr="008B4051">
        <w:trPr>
          <w:jc w:val="center"/>
        </w:trPr>
        <w:tc>
          <w:tcPr>
            <w:tcW w:w="3049" w:type="dxa"/>
            <w:vAlign w:val="center"/>
          </w:tcPr>
          <w:p w14:paraId="5AFE90B2" w14:textId="3ACCAD7B" w:rsidR="001F44DD" w:rsidRPr="001F44DD" w:rsidRDefault="001F44DD" w:rsidP="001F44DD">
            <w:pPr>
              <w:pStyle w:val="aa"/>
              <w:rPr>
                <w:i/>
              </w:rPr>
            </w:pPr>
            <w:r>
              <w:rPr>
                <w:i/>
              </w:rPr>
              <w:t>Хозяйственный отдел № 2</w:t>
            </w:r>
          </w:p>
        </w:tc>
        <w:tc>
          <w:tcPr>
            <w:tcW w:w="3686" w:type="dxa"/>
            <w:vAlign w:val="center"/>
          </w:tcPr>
          <w:p w14:paraId="7301EFAD" w14:textId="77777777" w:rsidR="001F44DD" w:rsidRDefault="001F44DD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2C54B915" w14:textId="77777777" w:rsidR="001F44DD" w:rsidRDefault="001F44DD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494D3092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314D37FE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7A69D4C6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2AD680ED" w14:textId="77777777" w:rsidTr="008B4051">
        <w:trPr>
          <w:jc w:val="center"/>
        </w:trPr>
        <w:tc>
          <w:tcPr>
            <w:tcW w:w="3049" w:type="dxa"/>
            <w:vAlign w:val="center"/>
          </w:tcPr>
          <w:p w14:paraId="6DB50BEF" w14:textId="021CD254" w:rsidR="001F44DD" w:rsidRPr="001F44DD" w:rsidRDefault="001F44DD" w:rsidP="001F44DD">
            <w:pPr>
              <w:pStyle w:val="aa"/>
              <w:jc w:val="left"/>
            </w:pPr>
            <w:r>
              <w:t xml:space="preserve">20240164. Подсобный рабочий 2-й разряд (оператор утилизатора </w:t>
            </w:r>
            <w:proofErr w:type="spellStart"/>
            <w:r>
              <w:t>медотходов</w:t>
            </w:r>
            <w:proofErr w:type="spellEnd"/>
            <w:r>
              <w:t>)</w:t>
            </w:r>
          </w:p>
        </w:tc>
        <w:tc>
          <w:tcPr>
            <w:tcW w:w="3686" w:type="dxa"/>
            <w:vAlign w:val="center"/>
          </w:tcPr>
          <w:p w14:paraId="5597D32C" w14:textId="4FC6E143" w:rsidR="001F44DD" w:rsidRDefault="001F44DD" w:rsidP="00DB70BA">
            <w:pPr>
              <w:pStyle w:val="aa"/>
            </w:pPr>
            <w:r>
              <w:t>Биологический: Вредные условия труда по биологическому фактору обусловлены спецификой трудовой деятельности, необходимо соблюдение режимов труда и отдыха, соблюдение периодичности медицинских осмотров, а также организовать выдачу специального питания (молока)</w:t>
            </w:r>
          </w:p>
        </w:tc>
        <w:tc>
          <w:tcPr>
            <w:tcW w:w="2835" w:type="dxa"/>
            <w:vAlign w:val="center"/>
          </w:tcPr>
          <w:p w14:paraId="3C8D28DC" w14:textId="1BBC98DD" w:rsidR="001F44DD" w:rsidRDefault="001F44DD" w:rsidP="00DB70BA">
            <w:pPr>
              <w:pStyle w:val="aa"/>
            </w:pPr>
            <w:r>
              <w:t xml:space="preserve">Снижение вредного воздействия биологического фактора </w:t>
            </w:r>
          </w:p>
        </w:tc>
        <w:tc>
          <w:tcPr>
            <w:tcW w:w="1384" w:type="dxa"/>
            <w:vAlign w:val="center"/>
          </w:tcPr>
          <w:p w14:paraId="0E654CA7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5F3A5624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5C079B1D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18A2C794" w14:textId="77777777" w:rsidTr="008B4051">
        <w:trPr>
          <w:jc w:val="center"/>
        </w:trPr>
        <w:tc>
          <w:tcPr>
            <w:tcW w:w="3049" w:type="dxa"/>
            <w:vAlign w:val="center"/>
          </w:tcPr>
          <w:p w14:paraId="3F5A9DB7" w14:textId="77777777" w:rsidR="001F44DD" w:rsidRDefault="001F44DD" w:rsidP="001F44DD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14:paraId="12614ECC" w14:textId="37CF262C" w:rsidR="001F44DD" w:rsidRDefault="001F44DD" w:rsidP="00DB70BA">
            <w:pPr>
              <w:pStyle w:val="aa"/>
            </w:pPr>
            <w:r>
              <w:t>Тяжесть: Вредные условия труда по фактору тяжести трудового процесса обусловлены спецификой трудового процесса, необходимо соблюдение режимов труда и отдыха, соблюдение периодичности медицинских осмотров.</w:t>
            </w:r>
          </w:p>
        </w:tc>
        <w:tc>
          <w:tcPr>
            <w:tcW w:w="2835" w:type="dxa"/>
            <w:vAlign w:val="center"/>
          </w:tcPr>
          <w:p w14:paraId="3A18AF5E" w14:textId="20F842AC" w:rsidR="001F44DD" w:rsidRDefault="001F44DD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14:paraId="600C7905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598BA6C8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5D8A2B0F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775B3C8C" w14:textId="77777777" w:rsidTr="008B4051">
        <w:trPr>
          <w:jc w:val="center"/>
        </w:trPr>
        <w:tc>
          <w:tcPr>
            <w:tcW w:w="3049" w:type="dxa"/>
            <w:vAlign w:val="center"/>
          </w:tcPr>
          <w:p w14:paraId="0974092A" w14:textId="022ECB30" w:rsidR="001F44DD" w:rsidRPr="001F44DD" w:rsidRDefault="001F44DD" w:rsidP="001F44DD">
            <w:pPr>
              <w:pStyle w:val="aa"/>
              <w:rPr>
                <w:i/>
              </w:rPr>
            </w:pPr>
            <w:r>
              <w:rPr>
                <w:i/>
              </w:rPr>
              <w:t>Хозяйственный отдел № 5</w:t>
            </w:r>
          </w:p>
        </w:tc>
        <w:tc>
          <w:tcPr>
            <w:tcW w:w="3686" w:type="dxa"/>
            <w:vAlign w:val="center"/>
          </w:tcPr>
          <w:p w14:paraId="43904F59" w14:textId="77777777" w:rsidR="001F44DD" w:rsidRDefault="001F44DD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1240E0ED" w14:textId="77777777" w:rsidR="001F44DD" w:rsidRDefault="001F44DD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5E01A489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0011FDB4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4D3EA560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313FFC31" w14:textId="77777777" w:rsidTr="008B4051">
        <w:trPr>
          <w:jc w:val="center"/>
        </w:trPr>
        <w:tc>
          <w:tcPr>
            <w:tcW w:w="3049" w:type="dxa"/>
            <w:vAlign w:val="center"/>
          </w:tcPr>
          <w:p w14:paraId="189E5F28" w14:textId="7EBAC175" w:rsidR="001F44DD" w:rsidRPr="001F44DD" w:rsidRDefault="001F44DD" w:rsidP="001F44DD">
            <w:pPr>
              <w:pStyle w:val="aa"/>
              <w:rPr>
                <w:i/>
              </w:rPr>
            </w:pPr>
            <w:r>
              <w:rPr>
                <w:i/>
              </w:rPr>
              <w:t>Кислородно-</w:t>
            </w:r>
            <w:proofErr w:type="spellStart"/>
            <w:r>
              <w:rPr>
                <w:i/>
              </w:rPr>
              <w:t>газификационная</w:t>
            </w:r>
            <w:proofErr w:type="spellEnd"/>
            <w:r>
              <w:rPr>
                <w:i/>
              </w:rPr>
              <w:t xml:space="preserve"> служба</w:t>
            </w:r>
          </w:p>
        </w:tc>
        <w:tc>
          <w:tcPr>
            <w:tcW w:w="3686" w:type="dxa"/>
            <w:vAlign w:val="center"/>
          </w:tcPr>
          <w:p w14:paraId="0EB54A5D" w14:textId="77777777" w:rsidR="001F44DD" w:rsidRDefault="001F44DD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5BF29A8A" w14:textId="77777777" w:rsidR="001F44DD" w:rsidRDefault="001F44DD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051F8849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25BC1E6E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3CE8277F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70903C43" w14:textId="77777777" w:rsidTr="008B4051">
        <w:trPr>
          <w:jc w:val="center"/>
        </w:trPr>
        <w:tc>
          <w:tcPr>
            <w:tcW w:w="3049" w:type="dxa"/>
            <w:vAlign w:val="center"/>
          </w:tcPr>
          <w:p w14:paraId="324D0DD8" w14:textId="6864C71B" w:rsidR="001F44DD" w:rsidRPr="001F44DD" w:rsidRDefault="001F44DD" w:rsidP="001F44DD">
            <w:pPr>
              <w:pStyle w:val="aa"/>
              <w:jc w:val="left"/>
            </w:pPr>
            <w:r>
              <w:t xml:space="preserve">20240171. Аппаратчик </w:t>
            </w:r>
            <w:proofErr w:type="spellStart"/>
            <w:r>
              <w:t>воздухоразделения</w:t>
            </w:r>
            <w:proofErr w:type="spellEnd"/>
            <w:r>
              <w:t xml:space="preserve"> 5-й разряд</w:t>
            </w:r>
          </w:p>
        </w:tc>
        <w:tc>
          <w:tcPr>
            <w:tcW w:w="3686" w:type="dxa"/>
            <w:vAlign w:val="center"/>
          </w:tcPr>
          <w:p w14:paraId="5118F068" w14:textId="7D373EE1" w:rsidR="001F44DD" w:rsidRDefault="001F44DD" w:rsidP="00DB70BA">
            <w:pPr>
              <w:pStyle w:val="aa"/>
            </w:pPr>
            <w:r>
              <w:t>Тяжесть: Вредные условия труда по фактору тяжести трудового процесса обусловлены спецификой трудового процесса, необходимо соблюдение режимов труда и отдыха, соблюдение периодичности медицинских осмотров.</w:t>
            </w:r>
          </w:p>
        </w:tc>
        <w:tc>
          <w:tcPr>
            <w:tcW w:w="2835" w:type="dxa"/>
            <w:vAlign w:val="center"/>
          </w:tcPr>
          <w:p w14:paraId="44CBB6EC" w14:textId="4B744967" w:rsidR="001F44DD" w:rsidRDefault="001F44DD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14:paraId="56356036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58B8E7B5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489E00C4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22328C36" w14:textId="77777777" w:rsidTr="008B4051">
        <w:trPr>
          <w:jc w:val="center"/>
        </w:trPr>
        <w:tc>
          <w:tcPr>
            <w:tcW w:w="3049" w:type="dxa"/>
            <w:vAlign w:val="center"/>
          </w:tcPr>
          <w:p w14:paraId="5774FA69" w14:textId="0839B017" w:rsidR="001F44DD" w:rsidRPr="001F44DD" w:rsidRDefault="001F44DD" w:rsidP="001F44DD">
            <w:pPr>
              <w:pStyle w:val="aa"/>
              <w:rPr>
                <w:i/>
              </w:rPr>
            </w:pPr>
            <w:r>
              <w:rPr>
                <w:i/>
              </w:rPr>
              <w:t>Гараж</w:t>
            </w:r>
          </w:p>
        </w:tc>
        <w:tc>
          <w:tcPr>
            <w:tcW w:w="3686" w:type="dxa"/>
            <w:vAlign w:val="center"/>
          </w:tcPr>
          <w:p w14:paraId="3DB7680F" w14:textId="77777777" w:rsidR="001F44DD" w:rsidRDefault="001F44DD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401FE017" w14:textId="77777777" w:rsidR="001F44DD" w:rsidRDefault="001F44DD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21E4A7A0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5BFF73B9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72076ECC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6B8ADE7E" w14:textId="77777777" w:rsidTr="008B4051">
        <w:trPr>
          <w:jc w:val="center"/>
        </w:trPr>
        <w:tc>
          <w:tcPr>
            <w:tcW w:w="3049" w:type="dxa"/>
            <w:vAlign w:val="center"/>
          </w:tcPr>
          <w:p w14:paraId="52DAC330" w14:textId="49868B46" w:rsidR="001F44DD" w:rsidRPr="001F44DD" w:rsidRDefault="001F44DD" w:rsidP="001F44DD">
            <w:pPr>
              <w:pStyle w:val="aa"/>
              <w:jc w:val="left"/>
            </w:pPr>
            <w:r>
              <w:t>20240175. Водитель автомобиля Toyota Camry Е496УО 159</w:t>
            </w:r>
          </w:p>
        </w:tc>
        <w:tc>
          <w:tcPr>
            <w:tcW w:w="3686" w:type="dxa"/>
            <w:vAlign w:val="center"/>
          </w:tcPr>
          <w:p w14:paraId="2D7EE247" w14:textId="4999CDE0" w:rsidR="001F44DD" w:rsidRDefault="001F44DD" w:rsidP="00DB70BA">
            <w:pPr>
              <w:pStyle w:val="aa"/>
            </w:pPr>
            <w:r>
              <w:t>Тяжесть: Вредные условия труда по фактору тяжести трудового процесса обусловлены спецификой трудового процесса, необходимо соблюдение режимов труда и отдыха, соблюдение периодичности медицинских осмотров.</w:t>
            </w:r>
          </w:p>
        </w:tc>
        <w:tc>
          <w:tcPr>
            <w:tcW w:w="2835" w:type="dxa"/>
            <w:vAlign w:val="center"/>
          </w:tcPr>
          <w:p w14:paraId="77BB8F76" w14:textId="2C7BF539" w:rsidR="001F44DD" w:rsidRDefault="001F44DD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14:paraId="717BA19E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2EF41F10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66587B9B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3DEA8FC9" w14:textId="77777777" w:rsidTr="008B4051">
        <w:trPr>
          <w:jc w:val="center"/>
        </w:trPr>
        <w:tc>
          <w:tcPr>
            <w:tcW w:w="3049" w:type="dxa"/>
            <w:vAlign w:val="center"/>
          </w:tcPr>
          <w:p w14:paraId="34F01455" w14:textId="6A9AF034" w:rsidR="001F44DD" w:rsidRPr="001F44DD" w:rsidRDefault="001F44DD" w:rsidP="001F44DD">
            <w:pPr>
              <w:pStyle w:val="aa"/>
              <w:jc w:val="left"/>
            </w:pPr>
            <w:r>
              <w:t>20240176. Водитель автомобиля Toyota Camry М782ХТ 159</w:t>
            </w:r>
          </w:p>
        </w:tc>
        <w:tc>
          <w:tcPr>
            <w:tcW w:w="3686" w:type="dxa"/>
            <w:vAlign w:val="center"/>
          </w:tcPr>
          <w:p w14:paraId="7948E102" w14:textId="54FDE118" w:rsidR="001F44DD" w:rsidRDefault="001F44DD" w:rsidP="00DB70BA">
            <w:pPr>
              <w:pStyle w:val="aa"/>
            </w:pPr>
            <w:r>
              <w:t>Тяжесть: Вредные условия труда по фактору тяжести трудового процесса обусловлены спецификой трудового процесса, необходимо соблюдение режимов труда и отдыха, соблюдение периодичности медицинских осмотров.</w:t>
            </w:r>
          </w:p>
        </w:tc>
        <w:tc>
          <w:tcPr>
            <w:tcW w:w="2835" w:type="dxa"/>
            <w:vAlign w:val="center"/>
          </w:tcPr>
          <w:p w14:paraId="7BED0BA6" w14:textId="2AB12645" w:rsidR="001F44DD" w:rsidRDefault="001F44DD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14:paraId="4FE4DE4F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1A31520C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71254590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0F88E0B6" w14:textId="77777777" w:rsidTr="008B4051">
        <w:trPr>
          <w:jc w:val="center"/>
        </w:trPr>
        <w:tc>
          <w:tcPr>
            <w:tcW w:w="3049" w:type="dxa"/>
            <w:vAlign w:val="center"/>
          </w:tcPr>
          <w:p w14:paraId="5B0E72AC" w14:textId="11217253" w:rsidR="001F44DD" w:rsidRPr="001F44DD" w:rsidRDefault="001F44DD" w:rsidP="001F44DD">
            <w:pPr>
              <w:pStyle w:val="aa"/>
              <w:jc w:val="left"/>
            </w:pPr>
            <w:r>
              <w:t>20240177. Водитель автомобиля Toyota Camry М785ХТ 159</w:t>
            </w:r>
          </w:p>
        </w:tc>
        <w:tc>
          <w:tcPr>
            <w:tcW w:w="3686" w:type="dxa"/>
            <w:vAlign w:val="center"/>
          </w:tcPr>
          <w:p w14:paraId="5452066D" w14:textId="4B2B8336" w:rsidR="001F44DD" w:rsidRDefault="001F44DD" w:rsidP="00DB70BA">
            <w:pPr>
              <w:pStyle w:val="aa"/>
            </w:pPr>
            <w:r>
              <w:t>Тяжесть: Вредные условия труда по фактору тяжести трудового процесса обусловлены спецификой трудового процесса, необходимо соблюдение режимов труда и отдыха, соблюдение периодичности медицинских осмотров.</w:t>
            </w:r>
          </w:p>
        </w:tc>
        <w:tc>
          <w:tcPr>
            <w:tcW w:w="2835" w:type="dxa"/>
            <w:vAlign w:val="center"/>
          </w:tcPr>
          <w:p w14:paraId="69CD6A8C" w14:textId="5F559D23" w:rsidR="001F44DD" w:rsidRDefault="001F44DD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14:paraId="087D6CBB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4EC0FCAD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5CAA6245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2AB53CEE" w14:textId="77777777" w:rsidTr="008B4051">
        <w:trPr>
          <w:jc w:val="center"/>
        </w:trPr>
        <w:tc>
          <w:tcPr>
            <w:tcW w:w="3049" w:type="dxa"/>
            <w:vAlign w:val="center"/>
          </w:tcPr>
          <w:p w14:paraId="7C17C025" w14:textId="05EF46A3" w:rsidR="001F44DD" w:rsidRPr="001F44DD" w:rsidRDefault="001F44DD" w:rsidP="001F44DD">
            <w:pPr>
              <w:pStyle w:val="aa"/>
              <w:jc w:val="left"/>
            </w:pPr>
            <w:r>
              <w:t>20240178. Водитель автомобиля Ford Transit Е809ХХ 159</w:t>
            </w:r>
          </w:p>
        </w:tc>
        <w:tc>
          <w:tcPr>
            <w:tcW w:w="3686" w:type="dxa"/>
            <w:vAlign w:val="center"/>
          </w:tcPr>
          <w:p w14:paraId="3633511D" w14:textId="47759C54" w:rsidR="001F44DD" w:rsidRDefault="001F44DD" w:rsidP="00DB70BA">
            <w:pPr>
              <w:pStyle w:val="aa"/>
            </w:pPr>
            <w:r>
              <w:t>Тяжесть: Вредные условия труда по фактору тяжести трудового процесса обусловлены спецификой трудового процесса, необходимо соблюдение режимов труда и отдыха, соблюдение периодичности медицинских осмотров.</w:t>
            </w:r>
          </w:p>
        </w:tc>
        <w:tc>
          <w:tcPr>
            <w:tcW w:w="2835" w:type="dxa"/>
            <w:vAlign w:val="center"/>
          </w:tcPr>
          <w:p w14:paraId="69BBA12C" w14:textId="05FB1670" w:rsidR="001F44DD" w:rsidRDefault="001F44DD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14:paraId="5E22F471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7E087C9F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26A1DD58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2B6B4D4A" w14:textId="77777777" w:rsidTr="008B4051">
        <w:trPr>
          <w:jc w:val="center"/>
        </w:trPr>
        <w:tc>
          <w:tcPr>
            <w:tcW w:w="3049" w:type="dxa"/>
            <w:vAlign w:val="center"/>
          </w:tcPr>
          <w:p w14:paraId="6BF338F1" w14:textId="4E80C741" w:rsidR="001F44DD" w:rsidRPr="001F44DD" w:rsidRDefault="001F44DD" w:rsidP="001F44DD">
            <w:pPr>
              <w:pStyle w:val="aa"/>
              <w:jc w:val="left"/>
            </w:pPr>
            <w:r>
              <w:t>20240179. Водитель автомобиля Mercedes-Benz Sprinter К328ОУ 159</w:t>
            </w:r>
          </w:p>
        </w:tc>
        <w:tc>
          <w:tcPr>
            <w:tcW w:w="3686" w:type="dxa"/>
            <w:vAlign w:val="center"/>
          </w:tcPr>
          <w:p w14:paraId="6CDC77A0" w14:textId="3D68EB5F" w:rsidR="001F44DD" w:rsidRDefault="001F44DD" w:rsidP="00DB70BA">
            <w:pPr>
              <w:pStyle w:val="aa"/>
            </w:pPr>
            <w:r>
              <w:t xml:space="preserve">Тяжесть: Вредные условия труда по фактору тяжести трудового процесса обусловлены спецификой трудового </w:t>
            </w:r>
            <w:r>
              <w:lastRenderedPageBreak/>
              <w:t>процесса, необходимо соблюдение режимов труда и отдыха, соблюдение периодичности медицинских осмотров.</w:t>
            </w:r>
          </w:p>
        </w:tc>
        <w:tc>
          <w:tcPr>
            <w:tcW w:w="2835" w:type="dxa"/>
            <w:vAlign w:val="center"/>
          </w:tcPr>
          <w:p w14:paraId="60E61B8D" w14:textId="7D1A5E6B" w:rsidR="001F44DD" w:rsidRDefault="001F44DD" w:rsidP="00DB70BA">
            <w:pPr>
              <w:pStyle w:val="aa"/>
            </w:pPr>
            <w:r>
              <w:lastRenderedPageBreak/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14:paraId="76BBD5BF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1F040550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784C8A87" w14:textId="77777777" w:rsidR="001F44DD" w:rsidRPr="00E25464" w:rsidRDefault="001F44DD" w:rsidP="00DB70BA">
            <w:pPr>
              <w:pStyle w:val="aa"/>
            </w:pPr>
          </w:p>
        </w:tc>
      </w:tr>
      <w:tr w:rsidR="001F44DD" w:rsidRPr="00E25464" w14:paraId="66181F77" w14:textId="77777777" w:rsidTr="008B4051">
        <w:trPr>
          <w:jc w:val="center"/>
        </w:trPr>
        <w:tc>
          <w:tcPr>
            <w:tcW w:w="3049" w:type="dxa"/>
            <w:vAlign w:val="center"/>
          </w:tcPr>
          <w:p w14:paraId="08C38C79" w14:textId="467C1822" w:rsidR="001F44DD" w:rsidRPr="001F44DD" w:rsidRDefault="001F44DD" w:rsidP="001F44DD">
            <w:pPr>
              <w:pStyle w:val="aa"/>
              <w:jc w:val="left"/>
            </w:pPr>
            <w:r>
              <w:t>20240180. Водитель автомобиля Mercedes-Benz Sprinter К865ОР 159</w:t>
            </w:r>
          </w:p>
        </w:tc>
        <w:tc>
          <w:tcPr>
            <w:tcW w:w="3686" w:type="dxa"/>
            <w:vAlign w:val="center"/>
          </w:tcPr>
          <w:p w14:paraId="50F0B747" w14:textId="21B6AC84" w:rsidR="001F44DD" w:rsidRDefault="001F44DD" w:rsidP="00DB70BA">
            <w:pPr>
              <w:pStyle w:val="aa"/>
            </w:pPr>
            <w:r>
              <w:t>Тяжесть: Вредные условия труда по фактору тяжести трудового процесса обусловлены спецификой трудового процесса, необходимо соблюдение режимов труда и отдыха, соблюдение периодичности медицинских осмотров.</w:t>
            </w:r>
          </w:p>
        </w:tc>
        <w:tc>
          <w:tcPr>
            <w:tcW w:w="2835" w:type="dxa"/>
            <w:vAlign w:val="center"/>
          </w:tcPr>
          <w:p w14:paraId="3DB3F6E9" w14:textId="78050776" w:rsidR="001F44DD" w:rsidRDefault="001F44DD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14:paraId="3C141380" w14:textId="77777777" w:rsidR="001F44DD" w:rsidRPr="00E25464" w:rsidRDefault="001F44D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693CDA95" w14:textId="77777777" w:rsidR="001F44DD" w:rsidRPr="00E25464" w:rsidRDefault="001F44D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5E9A7219" w14:textId="77777777" w:rsidR="001F44DD" w:rsidRPr="00E25464" w:rsidRDefault="001F44DD" w:rsidP="00DB70BA">
            <w:pPr>
              <w:pStyle w:val="aa"/>
            </w:pPr>
          </w:p>
        </w:tc>
      </w:tr>
    </w:tbl>
    <w:p w14:paraId="164CC312" w14:textId="65BE89C6" w:rsidR="00DB70BA" w:rsidRPr="00E25464" w:rsidRDefault="00DB70BA" w:rsidP="00DB70BA">
      <w:r w:rsidRPr="00E25464">
        <w:t>Дата составления:</w:t>
      </w:r>
      <w:r w:rsidR="00FD5E7D" w:rsidRPr="00E25464">
        <w:rPr>
          <w:rStyle w:val="a9"/>
        </w:rPr>
        <w:t xml:space="preserve"> </w:t>
      </w:r>
      <w:r w:rsidR="00FD5E7D" w:rsidRPr="00E25464">
        <w:rPr>
          <w:rStyle w:val="a9"/>
        </w:rPr>
        <w:fldChar w:fldCharType="begin"/>
      </w:r>
      <w:r w:rsidR="00FD5E7D" w:rsidRPr="00E25464">
        <w:rPr>
          <w:rStyle w:val="a9"/>
        </w:rPr>
        <w:instrText xml:space="preserve"> DOCVARIABLE fill_date \* MERGEFORMAT </w:instrText>
      </w:r>
      <w:r w:rsidR="00FD5E7D" w:rsidRPr="00E25464">
        <w:rPr>
          <w:rStyle w:val="a9"/>
        </w:rPr>
        <w:fldChar w:fldCharType="separate"/>
      </w:r>
      <w:r w:rsidR="001F44DD">
        <w:rPr>
          <w:rStyle w:val="a9"/>
        </w:rPr>
        <w:t>23.12.2024</w:t>
      </w:r>
      <w:r w:rsidR="00FD5E7D" w:rsidRPr="00E25464">
        <w:rPr>
          <w:rStyle w:val="a9"/>
        </w:rPr>
        <w:fldChar w:fldCharType="end"/>
      </w:r>
      <w:r w:rsidR="00FD5E7D" w:rsidRPr="00E25464">
        <w:rPr>
          <w:rStyle w:val="a9"/>
        </w:rPr>
        <w:t> </w:t>
      </w:r>
    </w:p>
    <w:p w14:paraId="19E43CDE" w14:textId="77777777" w:rsidR="0065289A" w:rsidRPr="00E25464" w:rsidRDefault="0065289A" w:rsidP="009A1326">
      <w:pPr>
        <w:rPr>
          <w:sz w:val="18"/>
          <w:szCs w:val="18"/>
        </w:rPr>
      </w:pPr>
    </w:p>
    <w:p w14:paraId="63FFD462" w14:textId="77777777" w:rsidR="009D6532" w:rsidRPr="00E25464" w:rsidRDefault="009D6532" w:rsidP="009D6532">
      <w:r w:rsidRPr="00E25464">
        <w:t>Председатель комиссии по проведению специальной оценки условий труда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E25464" w14:paraId="553EE6C1" w14:textId="77777777" w:rsidTr="00B1405F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14:paraId="6883953B" w14:textId="77777777" w:rsidR="009D6532" w:rsidRPr="00E25464" w:rsidRDefault="001F44DD" w:rsidP="009D6532">
            <w:pPr>
              <w:pStyle w:val="aa"/>
            </w:pPr>
            <w:r>
              <w:t>Заместитель главного врача по медицинской части</w:t>
            </w:r>
          </w:p>
        </w:tc>
        <w:tc>
          <w:tcPr>
            <w:tcW w:w="283" w:type="dxa"/>
            <w:vAlign w:val="bottom"/>
          </w:tcPr>
          <w:p w14:paraId="1B00EC46" w14:textId="77777777" w:rsidR="009D6532" w:rsidRPr="00E25464" w:rsidRDefault="009D6532" w:rsidP="009D6532">
            <w:pPr>
              <w:pStyle w:val="aa"/>
            </w:pPr>
            <w:bookmarkStart w:id="1" w:name="com_pred"/>
            <w:bookmarkEnd w:id="1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14:paraId="0D750C3B" w14:textId="77777777" w:rsidR="009D6532" w:rsidRPr="00E25464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14:paraId="5E62DBE5" w14:textId="77777777" w:rsidR="009D6532" w:rsidRPr="00E25464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14:paraId="119ABD55" w14:textId="77777777" w:rsidR="009D6532" w:rsidRPr="00E25464" w:rsidRDefault="001F44DD" w:rsidP="009D6532">
            <w:pPr>
              <w:pStyle w:val="aa"/>
            </w:pPr>
            <w:r>
              <w:t>Балакирева В.В.</w:t>
            </w:r>
          </w:p>
        </w:tc>
        <w:tc>
          <w:tcPr>
            <w:tcW w:w="284" w:type="dxa"/>
            <w:vAlign w:val="bottom"/>
          </w:tcPr>
          <w:p w14:paraId="785E10E2" w14:textId="77777777" w:rsidR="009D6532" w:rsidRPr="00E25464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14:paraId="4BBAB858" w14:textId="77777777" w:rsidR="009D6532" w:rsidRPr="00E25464" w:rsidRDefault="009D6532" w:rsidP="009D6532">
            <w:pPr>
              <w:pStyle w:val="aa"/>
            </w:pPr>
          </w:p>
        </w:tc>
      </w:tr>
      <w:tr w:rsidR="009D6532" w:rsidRPr="00E25464" w14:paraId="7307AE43" w14:textId="77777777" w:rsidTr="00B1405F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14:paraId="69274B55" w14:textId="77777777" w:rsidR="009D6532" w:rsidRPr="00E25464" w:rsidRDefault="009D6532" w:rsidP="009D6532">
            <w:pPr>
              <w:pStyle w:val="aa"/>
              <w:rPr>
                <w:vertAlign w:val="superscript"/>
              </w:rPr>
            </w:pPr>
            <w:bookmarkStart w:id="2" w:name="s070_1"/>
            <w:bookmarkEnd w:id="2"/>
            <w:r w:rsidRPr="00E25464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14:paraId="2381F830" w14:textId="77777777" w:rsidR="009D6532" w:rsidRPr="00E25464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14:paraId="4C1B0A06" w14:textId="77777777" w:rsidR="009D6532" w:rsidRPr="00E25464" w:rsidRDefault="009D6532" w:rsidP="009D6532">
            <w:pPr>
              <w:pStyle w:val="aa"/>
              <w:rPr>
                <w:vertAlign w:val="superscript"/>
              </w:rPr>
            </w:pPr>
            <w:r w:rsidRPr="00E25464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14:paraId="445C780C" w14:textId="77777777" w:rsidR="009D6532" w:rsidRPr="00E25464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14:paraId="2A764578" w14:textId="77777777" w:rsidR="009D6532" w:rsidRPr="00E25464" w:rsidRDefault="001F44DD" w:rsidP="009D6532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(фамилия, имя, отчество (при наличии)</w:t>
            </w:r>
          </w:p>
        </w:tc>
        <w:tc>
          <w:tcPr>
            <w:tcW w:w="284" w:type="dxa"/>
            <w:vAlign w:val="bottom"/>
          </w:tcPr>
          <w:p w14:paraId="1653CFA8" w14:textId="77777777" w:rsidR="009D6532" w:rsidRPr="00E25464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14:paraId="28522950" w14:textId="77777777" w:rsidR="009D6532" w:rsidRPr="00E25464" w:rsidRDefault="009D6532" w:rsidP="009D6532">
            <w:pPr>
              <w:pStyle w:val="aa"/>
              <w:rPr>
                <w:vertAlign w:val="superscript"/>
              </w:rPr>
            </w:pPr>
            <w:r w:rsidRPr="00E25464">
              <w:rPr>
                <w:vertAlign w:val="superscript"/>
              </w:rPr>
              <w:t>(дата)</w:t>
            </w:r>
          </w:p>
        </w:tc>
      </w:tr>
    </w:tbl>
    <w:p w14:paraId="08B53621" w14:textId="77777777" w:rsidR="009D6532" w:rsidRPr="00E25464" w:rsidRDefault="009D6532" w:rsidP="009D6532"/>
    <w:p w14:paraId="2AEA5825" w14:textId="77777777" w:rsidR="009D6532" w:rsidRPr="00E25464" w:rsidRDefault="009D6532" w:rsidP="009D6532">
      <w:r w:rsidRPr="00E25464">
        <w:t>Члены комиссии по проведению специальной оценки условий труда: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E25464" w14:paraId="7E389D5E" w14:textId="77777777" w:rsidTr="001F44DD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14:paraId="7B445A34" w14:textId="77777777" w:rsidR="009D6532" w:rsidRPr="00E25464" w:rsidRDefault="001F44DD" w:rsidP="009D6532">
            <w:pPr>
              <w:pStyle w:val="aa"/>
            </w:pPr>
            <w:r>
              <w:t>Начальник отдела по управлению персоналом</w:t>
            </w:r>
          </w:p>
        </w:tc>
        <w:tc>
          <w:tcPr>
            <w:tcW w:w="283" w:type="dxa"/>
            <w:vAlign w:val="bottom"/>
          </w:tcPr>
          <w:p w14:paraId="08458A22" w14:textId="77777777" w:rsidR="009D6532" w:rsidRPr="00E25464" w:rsidRDefault="009D6532" w:rsidP="009D6532">
            <w:pPr>
              <w:pStyle w:val="aa"/>
            </w:pPr>
            <w:bookmarkStart w:id="3" w:name="com_chlens"/>
            <w:bookmarkEnd w:id="3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14:paraId="6ED0FCF6" w14:textId="77777777" w:rsidR="009D6532" w:rsidRPr="00E25464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14:paraId="62855590" w14:textId="77777777" w:rsidR="009D6532" w:rsidRPr="00E25464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14:paraId="30305A3E" w14:textId="77777777" w:rsidR="009D6532" w:rsidRPr="00E25464" w:rsidRDefault="001F44DD" w:rsidP="009D6532">
            <w:pPr>
              <w:pStyle w:val="aa"/>
            </w:pPr>
            <w:r>
              <w:t>Гашков М.Г.</w:t>
            </w:r>
          </w:p>
        </w:tc>
        <w:tc>
          <w:tcPr>
            <w:tcW w:w="284" w:type="dxa"/>
            <w:vAlign w:val="bottom"/>
          </w:tcPr>
          <w:p w14:paraId="4A02C9B3" w14:textId="77777777" w:rsidR="009D6532" w:rsidRPr="00E25464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14:paraId="6800B550" w14:textId="77777777" w:rsidR="009D6532" w:rsidRPr="00E25464" w:rsidRDefault="009D6532" w:rsidP="009D6532">
            <w:pPr>
              <w:pStyle w:val="aa"/>
            </w:pPr>
          </w:p>
        </w:tc>
      </w:tr>
      <w:tr w:rsidR="009D6532" w:rsidRPr="00E25464" w14:paraId="3A32AA59" w14:textId="77777777" w:rsidTr="001F44DD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14:paraId="5CFA2126" w14:textId="77777777" w:rsidR="009D6532" w:rsidRPr="00E25464" w:rsidRDefault="009D6532" w:rsidP="009D6532">
            <w:pPr>
              <w:pStyle w:val="aa"/>
              <w:rPr>
                <w:vertAlign w:val="superscript"/>
              </w:rPr>
            </w:pPr>
            <w:bookmarkStart w:id="4" w:name="s070_2"/>
            <w:bookmarkEnd w:id="4"/>
            <w:r w:rsidRPr="00E25464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14:paraId="02D68E58" w14:textId="77777777" w:rsidR="009D6532" w:rsidRPr="00E25464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14:paraId="7C1F69C8" w14:textId="77777777" w:rsidR="009D6532" w:rsidRPr="00E25464" w:rsidRDefault="009D6532" w:rsidP="009D6532">
            <w:pPr>
              <w:pStyle w:val="aa"/>
              <w:rPr>
                <w:vertAlign w:val="superscript"/>
              </w:rPr>
            </w:pPr>
            <w:r w:rsidRPr="00E25464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14:paraId="5C2A171E" w14:textId="77777777" w:rsidR="009D6532" w:rsidRPr="00E25464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14:paraId="55C5B53C" w14:textId="77777777" w:rsidR="009D6532" w:rsidRPr="00E25464" w:rsidRDefault="001F44DD" w:rsidP="009D6532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(фамилия, имя, отчество (при наличии)</w:t>
            </w:r>
          </w:p>
        </w:tc>
        <w:tc>
          <w:tcPr>
            <w:tcW w:w="284" w:type="dxa"/>
            <w:vAlign w:val="bottom"/>
          </w:tcPr>
          <w:p w14:paraId="1CC6A8BF" w14:textId="77777777" w:rsidR="009D6532" w:rsidRPr="00E25464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14:paraId="0C447B16" w14:textId="77777777" w:rsidR="009D6532" w:rsidRPr="00E25464" w:rsidRDefault="009D6532" w:rsidP="009D6532">
            <w:pPr>
              <w:pStyle w:val="aa"/>
              <w:rPr>
                <w:vertAlign w:val="superscript"/>
              </w:rPr>
            </w:pPr>
            <w:r w:rsidRPr="00E25464">
              <w:rPr>
                <w:vertAlign w:val="superscript"/>
              </w:rPr>
              <w:t>(дата)</w:t>
            </w:r>
          </w:p>
        </w:tc>
      </w:tr>
      <w:tr w:rsidR="001F44DD" w:rsidRPr="001F44DD" w14:paraId="3EE81EC1" w14:textId="77777777" w:rsidTr="001F44DD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4BDEA61" w14:textId="77777777" w:rsidR="001F44DD" w:rsidRPr="001F44DD" w:rsidRDefault="001F44DD" w:rsidP="009D6532">
            <w:pPr>
              <w:pStyle w:val="aa"/>
            </w:pPr>
            <w:r>
              <w:t>Начальник планово-экономического отдела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44D5611B" w14:textId="77777777" w:rsidR="001F44DD" w:rsidRPr="001F44DD" w:rsidRDefault="001F44DD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8FB28CB" w14:textId="77777777" w:rsidR="001F44DD" w:rsidRPr="001F44DD" w:rsidRDefault="001F44DD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14:paraId="6658C15F" w14:textId="77777777" w:rsidR="001F44DD" w:rsidRPr="001F44DD" w:rsidRDefault="001F44DD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5FF3A3E" w14:textId="77777777" w:rsidR="001F44DD" w:rsidRPr="001F44DD" w:rsidRDefault="001F44DD" w:rsidP="009D6532">
            <w:pPr>
              <w:pStyle w:val="aa"/>
            </w:pPr>
            <w:r>
              <w:t>Сарапулова М.А.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5B6A4978" w14:textId="77777777" w:rsidR="001F44DD" w:rsidRPr="001F44DD" w:rsidRDefault="001F44DD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7915EA2" w14:textId="77777777" w:rsidR="001F44DD" w:rsidRPr="001F44DD" w:rsidRDefault="001F44DD" w:rsidP="009D6532">
            <w:pPr>
              <w:pStyle w:val="aa"/>
            </w:pPr>
          </w:p>
        </w:tc>
      </w:tr>
      <w:tr w:rsidR="001F44DD" w:rsidRPr="001F44DD" w14:paraId="42E31F80" w14:textId="77777777" w:rsidTr="001F44DD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14:paraId="69F0AAE7" w14:textId="77777777" w:rsidR="001F44DD" w:rsidRPr="001F44DD" w:rsidRDefault="001F44DD" w:rsidP="009D6532">
            <w:pPr>
              <w:pStyle w:val="aa"/>
              <w:rPr>
                <w:vertAlign w:val="superscript"/>
              </w:rPr>
            </w:pPr>
            <w:r w:rsidRPr="001F44DD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14:paraId="50D9431F" w14:textId="77777777" w:rsidR="001F44DD" w:rsidRPr="001F44DD" w:rsidRDefault="001F44DD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39F0E8FC" w14:textId="77777777" w:rsidR="001F44DD" w:rsidRPr="001F44DD" w:rsidRDefault="001F44DD" w:rsidP="009D6532">
            <w:pPr>
              <w:pStyle w:val="aa"/>
              <w:rPr>
                <w:vertAlign w:val="superscript"/>
              </w:rPr>
            </w:pPr>
            <w:r w:rsidRPr="001F44DD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14:paraId="6A26D486" w14:textId="77777777" w:rsidR="001F44DD" w:rsidRPr="001F44DD" w:rsidRDefault="001F44DD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14:paraId="6EB415BC" w14:textId="77777777" w:rsidR="001F44DD" w:rsidRPr="001F44DD" w:rsidRDefault="001F44DD" w:rsidP="009D6532">
            <w:pPr>
              <w:pStyle w:val="aa"/>
              <w:rPr>
                <w:vertAlign w:val="superscript"/>
              </w:rPr>
            </w:pPr>
            <w:r w:rsidRPr="001F44DD">
              <w:rPr>
                <w:vertAlign w:val="superscript"/>
              </w:rPr>
              <w:t>(фамилия, имя, отчество (при наличии)</w:t>
            </w:r>
          </w:p>
        </w:tc>
        <w:tc>
          <w:tcPr>
            <w:tcW w:w="284" w:type="dxa"/>
          </w:tcPr>
          <w:p w14:paraId="0DB2AD35" w14:textId="77777777" w:rsidR="001F44DD" w:rsidRPr="001F44DD" w:rsidRDefault="001F44DD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14:paraId="1AAB90EA" w14:textId="77777777" w:rsidR="001F44DD" w:rsidRPr="001F44DD" w:rsidRDefault="001F44DD" w:rsidP="009D6532">
            <w:pPr>
              <w:pStyle w:val="aa"/>
              <w:rPr>
                <w:vertAlign w:val="superscript"/>
              </w:rPr>
            </w:pPr>
            <w:r w:rsidRPr="001F44DD">
              <w:rPr>
                <w:vertAlign w:val="superscript"/>
              </w:rPr>
              <w:t>(дата)</w:t>
            </w:r>
          </w:p>
        </w:tc>
      </w:tr>
      <w:tr w:rsidR="001F44DD" w:rsidRPr="001F44DD" w14:paraId="38973AB1" w14:textId="77777777" w:rsidTr="001F44DD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E3C37B6" w14:textId="77777777" w:rsidR="001F44DD" w:rsidRPr="001F44DD" w:rsidRDefault="001F44DD" w:rsidP="009D6532">
            <w:pPr>
              <w:pStyle w:val="aa"/>
            </w:pPr>
            <w:r>
              <w:t>Заведующая эпидемиологическим отделом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0731FC2A" w14:textId="77777777" w:rsidR="001F44DD" w:rsidRPr="001F44DD" w:rsidRDefault="001F44DD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3A38FD5" w14:textId="77777777" w:rsidR="001F44DD" w:rsidRPr="001F44DD" w:rsidRDefault="001F44DD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14:paraId="54D1972C" w14:textId="77777777" w:rsidR="001F44DD" w:rsidRPr="001F44DD" w:rsidRDefault="001F44DD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7A1670D" w14:textId="77777777" w:rsidR="001F44DD" w:rsidRPr="001F44DD" w:rsidRDefault="001F44DD" w:rsidP="009D6532">
            <w:pPr>
              <w:pStyle w:val="aa"/>
            </w:pPr>
            <w:r>
              <w:t>Зуева Н.Г.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55FB1F0F" w14:textId="77777777" w:rsidR="001F44DD" w:rsidRPr="001F44DD" w:rsidRDefault="001F44DD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DE36B47" w14:textId="77777777" w:rsidR="001F44DD" w:rsidRPr="001F44DD" w:rsidRDefault="001F44DD" w:rsidP="009D6532">
            <w:pPr>
              <w:pStyle w:val="aa"/>
            </w:pPr>
          </w:p>
        </w:tc>
      </w:tr>
      <w:tr w:rsidR="001F44DD" w:rsidRPr="001F44DD" w14:paraId="715413E3" w14:textId="77777777" w:rsidTr="001F44DD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14:paraId="1CB35F1C" w14:textId="77777777" w:rsidR="001F44DD" w:rsidRPr="001F44DD" w:rsidRDefault="001F44DD" w:rsidP="009D6532">
            <w:pPr>
              <w:pStyle w:val="aa"/>
              <w:rPr>
                <w:vertAlign w:val="superscript"/>
              </w:rPr>
            </w:pPr>
            <w:r w:rsidRPr="001F44DD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14:paraId="2854819A" w14:textId="77777777" w:rsidR="001F44DD" w:rsidRPr="001F44DD" w:rsidRDefault="001F44DD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4CFCAEE9" w14:textId="77777777" w:rsidR="001F44DD" w:rsidRPr="001F44DD" w:rsidRDefault="001F44DD" w:rsidP="009D6532">
            <w:pPr>
              <w:pStyle w:val="aa"/>
              <w:rPr>
                <w:vertAlign w:val="superscript"/>
              </w:rPr>
            </w:pPr>
            <w:r w:rsidRPr="001F44DD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14:paraId="14CF02CE" w14:textId="77777777" w:rsidR="001F44DD" w:rsidRPr="001F44DD" w:rsidRDefault="001F44DD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14:paraId="64AB4A5D" w14:textId="77777777" w:rsidR="001F44DD" w:rsidRPr="001F44DD" w:rsidRDefault="001F44DD" w:rsidP="009D6532">
            <w:pPr>
              <w:pStyle w:val="aa"/>
              <w:rPr>
                <w:vertAlign w:val="superscript"/>
              </w:rPr>
            </w:pPr>
            <w:r w:rsidRPr="001F44DD">
              <w:rPr>
                <w:vertAlign w:val="superscript"/>
              </w:rPr>
              <w:t>(фамилия, имя, отчество (при наличии)</w:t>
            </w:r>
          </w:p>
        </w:tc>
        <w:tc>
          <w:tcPr>
            <w:tcW w:w="284" w:type="dxa"/>
          </w:tcPr>
          <w:p w14:paraId="1A50AE19" w14:textId="77777777" w:rsidR="001F44DD" w:rsidRPr="001F44DD" w:rsidRDefault="001F44DD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14:paraId="2433C688" w14:textId="77777777" w:rsidR="001F44DD" w:rsidRPr="001F44DD" w:rsidRDefault="001F44DD" w:rsidP="009D6532">
            <w:pPr>
              <w:pStyle w:val="aa"/>
              <w:rPr>
                <w:vertAlign w:val="superscript"/>
              </w:rPr>
            </w:pPr>
            <w:r w:rsidRPr="001F44DD">
              <w:rPr>
                <w:vertAlign w:val="superscript"/>
              </w:rPr>
              <w:t>(дата)</w:t>
            </w:r>
          </w:p>
        </w:tc>
      </w:tr>
      <w:tr w:rsidR="001F44DD" w:rsidRPr="001F44DD" w14:paraId="0A55C8D3" w14:textId="77777777" w:rsidTr="001F44DD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18BEC6B" w14:textId="77777777" w:rsidR="001F44DD" w:rsidRPr="001F44DD" w:rsidRDefault="001F44DD" w:rsidP="009D6532">
            <w:pPr>
              <w:pStyle w:val="aa"/>
            </w:pPr>
            <w:r>
              <w:t>Юрисконсульт I категории, юротдел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2FF98F93" w14:textId="77777777" w:rsidR="001F44DD" w:rsidRPr="001F44DD" w:rsidRDefault="001F44DD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405D7EA" w14:textId="77777777" w:rsidR="001F44DD" w:rsidRPr="001F44DD" w:rsidRDefault="001F44DD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14:paraId="3F38F9DC" w14:textId="77777777" w:rsidR="001F44DD" w:rsidRPr="001F44DD" w:rsidRDefault="001F44DD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7D63C33" w14:textId="77777777" w:rsidR="001F44DD" w:rsidRPr="001F44DD" w:rsidRDefault="001F44DD" w:rsidP="009D6532">
            <w:pPr>
              <w:pStyle w:val="aa"/>
            </w:pPr>
            <w:r>
              <w:t>Зименков Д.М.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40D02ABF" w14:textId="77777777" w:rsidR="001F44DD" w:rsidRPr="001F44DD" w:rsidRDefault="001F44DD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D04C066" w14:textId="77777777" w:rsidR="001F44DD" w:rsidRPr="001F44DD" w:rsidRDefault="001F44DD" w:rsidP="009D6532">
            <w:pPr>
              <w:pStyle w:val="aa"/>
            </w:pPr>
          </w:p>
        </w:tc>
      </w:tr>
      <w:tr w:rsidR="001F44DD" w:rsidRPr="001F44DD" w14:paraId="63D72CAC" w14:textId="77777777" w:rsidTr="001F44DD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14:paraId="1805E9DF" w14:textId="77777777" w:rsidR="001F44DD" w:rsidRPr="001F44DD" w:rsidRDefault="001F44DD" w:rsidP="009D6532">
            <w:pPr>
              <w:pStyle w:val="aa"/>
              <w:rPr>
                <w:vertAlign w:val="superscript"/>
              </w:rPr>
            </w:pPr>
            <w:r w:rsidRPr="001F44DD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14:paraId="35E9D1BA" w14:textId="77777777" w:rsidR="001F44DD" w:rsidRPr="001F44DD" w:rsidRDefault="001F44DD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661F8B82" w14:textId="77777777" w:rsidR="001F44DD" w:rsidRPr="001F44DD" w:rsidRDefault="001F44DD" w:rsidP="009D6532">
            <w:pPr>
              <w:pStyle w:val="aa"/>
              <w:rPr>
                <w:vertAlign w:val="superscript"/>
              </w:rPr>
            </w:pPr>
            <w:r w:rsidRPr="001F44DD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14:paraId="6337EA3E" w14:textId="77777777" w:rsidR="001F44DD" w:rsidRPr="001F44DD" w:rsidRDefault="001F44DD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14:paraId="73223B90" w14:textId="77777777" w:rsidR="001F44DD" w:rsidRPr="001F44DD" w:rsidRDefault="001F44DD" w:rsidP="009D6532">
            <w:pPr>
              <w:pStyle w:val="aa"/>
              <w:rPr>
                <w:vertAlign w:val="superscript"/>
              </w:rPr>
            </w:pPr>
            <w:r w:rsidRPr="001F44DD">
              <w:rPr>
                <w:vertAlign w:val="superscript"/>
              </w:rPr>
              <w:t>(фамилия, имя, отчество (при наличии)</w:t>
            </w:r>
          </w:p>
        </w:tc>
        <w:tc>
          <w:tcPr>
            <w:tcW w:w="284" w:type="dxa"/>
          </w:tcPr>
          <w:p w14:paraId="03540ADD" w14:textId="77777777" w:rsidR="001F44DD" w:rsidRPr="001F44DD" w:rsidRDefault="001F44DD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14:paraId="4A316407" w14:textId="77777777" w:rsidR="001F44DD" w:rsidRPr="001F44DD" w:rsidRDefault="001F44DD" w:rsidP="009D6532">
            <w:pPr>
              <w:pStyle w:val="aa"/>
              <w:rPr>
                <w:vertAlign w:val="superscript"/>
              </w:rPr>
            </w:pPr>
            <w:r w:rsidRPr="001F44DD">
              <w:rPr>
                <w:vertAlign w:val="superscript"/>
              </w:rPr>
              <w:t>(дата)</w:t>
            </w:r>
          </w:p>
        </w:tc>
      </w:tr>
      <w:tr w:rsidR="001F44DD" w:rsidRPr="001F44DD" w14:paraId="151F4673" w14:textId="77777777" w:rsidTr="001F44DD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0D9A1F1" w14:textId="77777777" w:rsidR="001F44DD" w:rsidRPr="001F44DD" w:rsidRDefault="001F44DD" w:rsidP="009D6532">
            <w:pPr>
              <w:pStyle w:val="aa"/>
            </w:pPr>
            <w:r>
              <w:t>Председатель профкома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48268420" w14:textId="77777777" w:rsidR="001F44DD" w:rsidRPr="001F44DD" w:rsidRDefault="001F44DD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8A796D8" w14:textId="77777777" w:rsidR="001F44DD" w:rsidRPr="001F44DD" w:rsidRDefault="001F44DD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14:paraId="2052A06E" w14:textId="77777777" w:rsidR="001F44DD" w:rsidRPr="001F44DD" w:rsidRDefault="001F44DD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CE16C23" w14:textId="77777777" w:rsidR="001F44DD" w:rsidRPr="001F44DD" w:rsidRDefault="001F44DD" w:rsidP="009D6532">
            <w:pPr>
              <w:pStyle w:val="aa"/>
            </w:pPr>
            <w:proofErr w:type="spellStart"/>
            <w:r>
              <w:t>Вецлер</w:t>
            </w:r>
            <w:proofErr w:type="spellEnd"/>
            <w:r>
              <w:t xml:space="preserve"> Н.Г.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0EFE3BD5" w14:textId="77777777" w:rsidR="001F44DD" w:rsidRPr="001F44DD" w:rsidRDefault="001F44DD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A4A07EF" w14:textId="77777777" w:rsidR="001F44DD" w:rsidRPr="001F44DD" w:rsidRDefault="001F44DD" w:rsidP="009D6532">
            <w:pPr>
              <w:pStyle w:val="aa"/>
            </w:pPr>
          </w:p>
        </w:tc>
      </w:tr>
      <w:tr w:rsidR="001F44DD" w:rsidRPr="001F44DD" w14:paraId="63BC49F5" w14:textId="77777777" w:rsidTr="001F44DD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14:paraId="6BDE6F75" w14:textId="77777777" w:rsidR="001F44DD" w:rsidRPr="001F44DD" w:rsidRDefault="001F44DD" w:rsidP="009D6532">
            <w:pPr>
              <w:pStyle w:val="aa"/>
              <w:rPr>
                <w:vertAlign w:val="superscript"/>
              </w:rPr>
            </w:pPr>
            <w:r w:rsidRPr="001F44DD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14:paraId="4F66D8DC" w14:textId="77777777" w:rsidR="001F44DD" w:rsidRPr="001F44DD" w:rsidRDefault="001F44DD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379A456A" w14:textId="77777777" w:rsidR="001F44DD" w:rsidRPr="001F44DD" w:rsidRDefault="001F44DD" w:rsidP="009D6532">
            <w:pPr>
              <w:pStyle w:val="aa"/>
              <w:rPr>
                <w:vertAlign w:val="superscript"/>
              </w:rPr>
            </w:pPr>
            <w:r w:rsidRPr="001F44DD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14:paraId="3465D703" w14:textId="77777777" w:rsidR="001F44DD" w:rsidRPr="001F44DD" w:rsidRDefault="001F44DD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14:paraId="41F67052" w14:textId="77777777" w:rsidR="001F44DD" w:rsidRPr="001F44DD" w:rsidRDefault="001F44DD" w:rsidP="009D6532">
            <w:pPr>
              <w:pStyle w:val="aa"/>
              <w:rPr>
                <w:vertAlign w:val="superscript"/>
              </w:rPr>
            </w:pPr>
            <w:r w:rsidRPr="001F44DD">
              <w:rPr>
                <w:vertAlign w:val="superscript"/>
              </w:rPr>
              <w:t>(фамилия, имя, отчество (при наличии)</w:t>
            </w:r>
          </w:p>
        </w:tc>
        <w:tc>
          <w:tcPr>
            <w:tcW w:w="284" w:type="dxa"/>
          </w:tcPr>
          <w:p w14:paraId="263FD8A6" w14:textId="77777777" w:rsidR="001F44DD" w:rsidRPr="001F44DD" w:rsidRDefault="001F44DD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14:paraId="7A67307E" w14:textId="77777777" w:rsidR="001F44DD" w:rsidRPr="001F44DD" w:rsidRDefault="001F44DD" w:rsidP="009D6532">
            <w:pPr>
              <w:pStyle w:val="aa"/>
              <w:rPr>
                <w:vertAlign w:val="superscript"/>
              </w:rPr>
            </w:pPr>
            <w:r w:rsidRPr="001F44DD">
              <w:rPr>
                <w:vertAlign w:val="superscript"/>
              </w:rPr>
              <w:t>(дата)</w:t>
            </w:r>
          </w:p>
        </w:tc>
      </w:tr>
      <w:tr w:rsidR="001F44DD" w:rsidRPr="001F44DD" w14:paraId="23C0F607" w14:textId="77777777" w:rsidTr="001F44DD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96E2354" w14:textId="77777777" w:rsidR="001F44DD" w:rsidRPr="001F44DD" w:rsidRDefault="001F44DD" w:rsidP="009D6532">
            <w:pPr>
              <w:pStyle w:val="aa"/>
            </w:pPr>
            <w:r>
              <w:t>Ведущий специалист по охране труда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214E39DD" w14:textId="77777777" w:rsidR="001F44DD" w:rsidRPr="001F44DD" w:rsidRDefault="001F44DD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10E9FC9" w14:textId="77777777" w:rsidR="001F44DD" w:rsidRPr="001F44DD" w:rsidRDefault="001F44DD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14:paraId="3914CD51" w14:textId="77777777" w:rsidR="001F44DD" w:rsidRPr="001F44DD" w:rsidRDefault="001F44DD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E157A75" w14:textId="77777777" w:rsidR="001F44DD" w:rsidRPr="001F44DD" w:rsidRDefault="001F44DD" w:rsidP="009D6532">
            <w:pPr>
              <w:pStyle w:val="aa"/>
            </w:pPr>
            <w:r>
              <w:t>Лукин М.Е.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4907D922" w14:textId="77777777" w:rsidR="001F44DD" w:rsidRPr="001F44DD" w:rsidRDefault="001F44DD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D21C64A" w14:textId="77777777" w:rsidR="001F44DD" w:rsidRPr="001F44DD" w:rsidRDefault="001F44DD" w:rsidP="009D6532">
            <w:pPr>
              <w:pStyle w:val="aa"/>
            </w:pPr>
          </w:p>
        </w:tc>
      </w:tr>
      <w:tr w:rsidR="001F44DD" w:rsidRPr="001F44DD" w14:paraId="1B07BA4E" w14:textId="77777777" w:rsidTr="001F44DD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14:paraId="3CAB28A9" w14:textId="77777777" w:rsidR="001F44DD" w:rsidRPr="001F44DD" w:rsidRDefault="001F44DD" w:rsidP="009D6532">
            <w:pPr>
              <w:pStyle w:val="aa"/>
              <w:rPr>
                <w:vertAlign w:val="superscript"/>
              </w:rPr>
            </w:pPr>
            <w:r w:rsidRPr="001F44DD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14:paraId="0D43A521" w14:textId="77777777" w:rsidR="001F44DD" w:rsidRPr="001F44DD" w:rsidRDefault="001F44DD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77228C45" w14:textId="77777777" w:rsidR="001F44DD" w:rsidRPr="001F44DD" w:rsidRDefault="001F44DD" w:rsidP="009D6532">
            <w:pPr>
              <w:pStyle w:val="aa"/>
              <w:rPr>
                <w:vertAlign w:val="superscript"/>
              </w:rPr>
            </w:pPr>
            <w:r w:rsidRPr="001F44DD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14:paraId="036C367F" w14:textId="77777777" w:rsidR="001F44DD" w:rsidRPr="001F44DD" w:rsidRDefault="001F44DD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14:paraId="69734A53" w14:textId="77777777" w:rsidR="001F44DD" w:rsidRPr="001F44DD" w:rsidRDefault="001F44DD" w:rsidP="009D6532">
            <w:pPr>
              <w:pStyle w:val="aa"/>
              <w:rPr>
                <w:vertAlign w:val="superscript"/>
              </w:rPr>
            </w:pPr>
            <w:r w:rsidRPr="001F44DD">
              <w:rPr>
                <w:vertAlign w:val="superscript"/>
              </w:rPr>
              <w:t>(фамилия, имя, отчество (при наличии)</w:t>
            </w:r>
          </w:p>
        </w:tc>
        <w:tc>
          <w:tcPr>
            <w:tcW w:w="284" w:type="dxa"/>
          </w:tcPr>
          <w:p w14:paraId="06F74818" w14:textId="77777777" w:rsidR="001F44DD" w:rsidRPr="001F44DD" w:rsidRDefault="001F44DD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14:paraId="57957072" w14:textId="77777777" w:rsidR="001F44DD" w:rsidRPr="001F44DD" w:rsidRDefault="001F44DD" w:rsidP="009D6532">
            <w:pPr>
              <w:pStyle w:val="aa"/>
              <w:rPr>
                <w:vertAlign w:val="superscript"/>
              </w:rPr>
            </w:pPr>
            <w:r w:rsidRPr="001F44DD">
              <w:rPr>
                <w:vertAlign w:val="superscript"/>
              </w:rPr>
              <w:t>(дата)</w:t>
            </w:r>
          </w:p>
        </w:tc>
      </w:tr>
    </w:tbl>
    <w:p w14:paraId="1283039A" w14:textId="77777777" w:rsidR="00C45714" w:rsidRPr="00E25464" w:rsidRDefault="00C45714" w:rsidP="00C45714"/>
    <w:p w14:paraId="472DE670" w14:textId="77777777" w:rsidR="00C45714" w:rsidRPr="00E25464" w:rsidRDefault="00C45714" w:rsidP="00C45714">
      <w:r w:rsidRPr="00E25464">
        <w:t>Эксперт</w:t>
      </w:r>
      <w:r w:rsidR="00681D90" w:rsidRPr="00E25464">
        <w:t xml:space="preserve"> </w:t>
      </w:r>
      <w:r w:rsidRPr="00E25464">
        <w:t>(</w:t>
      </w:r>
      <w:r w:rsidR="00681D90" w:rsidRPr="00E25464">
        <w:t>эксперты</w:t>
      </w:r>
      <w:r w:rsidRPr="00E25464">
        <w:t xml:space="preserve">) </w:t>
      </w:r>
      <w:r w:rsidR="00056BFC" w:rsidRPr="00E25464">
        <w:t>организации, проводившей специальную оценку условий труда</w:t>
      </w:r>
      <w:r w:rsidRPr="00E25464">
        <w:t>:</w:t>
      </w:r>
    </w:p>
    <w:tbl>
      <w:tblPr>
        <w:tblW w:w="11307" w:type="dxa"/>
        <w:tblLayout w:type="fixed"/>
        <w:tblLook w:val="01E0" w:firstRow="1" w:lastRow="1" w:firstColumn="1" w:lastColumn="1" w:noHBand="0" w:noVBand="0"/>
      </w:tblPr>
      <w:tblGrid>
        <w:gridCol w:w="3652"/>
        <w:gridCol w:w="284"/>
        <w:gridCol w:w="1842"/>
        <w:gridCol w:w="284"/>
        <w:gridCol w:w="3260"/>
        <w:gridCol w:w="284"/>
        <w:gridCol w:w="1701"/>
      </w:tblGrid>
      <w:tr w:rsidR="00C45714" w:rsidRPr="001F44DD" w14:paraId="7BEED2C9" w14:textId="77777777" w:rsidTr="001F44DD">
        <w:trPr>
          <w:trHeight w:val="284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6EE3911" w14:textId="77777777" w:rsidR="00C45714" w:rsidRPr="001F44DD" w:rsidRDefault="001F44DD" w:rsidP="00C45714">
            <w:pPr>
              <w:pStyle w:val="aa"/>
            </w:pPr>
            <w:r w:rsidRPr="001F44DD">
              <w:t>3112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3C102DF9" w14:textId="77777777" w:rsidR="00C45714" w:rsidRPr="001F44DD" w:rsidRDefault="00C45714" w:rsidP="00C45714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3C07968" w14:textId="77777777" w:rsidR="00C45714" w:rsidRPr="001F44DD" w:rsidRDefault="00C45714" w:rsidP="00C45714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14:paraId="19FE5D5B" w14:textId="77777777" w:rsidR="00C45714" w:rsidRPr="001F44DD" w:rsidRDefault="00C45714" w:rsidP="00C45714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E5025FA" w14:textId="77777777" w:rsidR="00C45714" w:rsidRPr="001F44DD" w:rsidRDefault="001F44DD" w:rsidP="00C45714">
            <w:pPr>
              <w:pStyle w:val="aa"/>
            </w:pPr>
            <w:r w:rsidRPr="001F44DD">
              <w:t>Шансков Иван Сергеевич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73CDD151" w14:textId="77777777" w:rsidR="00C45714" w:rsidRPr="001F44DD" w:rsidRDefault="00C45714" w:rsidP="00C45714">
            <w:pPr>
              <w:pStyle w:val="aa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9E4070A" w14:textId="59B84BD1" w:rsidR="00C45714" w:rsidRPr="001F44DD" w:rsidRDefault="001F44DD" w:rsidP="00C45714">
            <w:pPr>
              <w:pStyle w:val="aa"/>
            </w:pPr>
            <w:r>
              <w:t>23.12.2024</w:t>
            </w:r>
          </w:p>
        </w:tc>
      </w:tr>
      <w:tr w:rsidR="00C45714" w:rsidRPr="001F44DD" w14:paraId="05A5348C" w14:textId="77777777" w:rsidTr="001F44DD">
        <w:trPr>
          <w:trHeight w:val="284"/>
        </w:trPr>
        <w:tc>
          <w:tcPr>
            <w:tcW w:w="3652" w:type="dxa"/>
            <w:tcBorders>
              <w:top w:val="single" w:sz="4" w:space="0" w:color="auto"/>
            </w:tcBorders>
            <w:shd w:val="clear" w:color="auto" w:fill="auto"/>
          </w:tcPr>
          <w:p w14:paraId="14196627" w14:textId="77777777" w:rsidR="00C45714" w:rsidRPr="001F44DD" w:rsidRDefault="001F44DD" w:rsidP="00C45714">
            <w:pPr>
              <w:pStyle w:val="aa"/>
              <w:rPr>
                <w:b/>
                <w:vertAlign w:val="superscript"/>
              </w:rPr>
            </w:pPr>
            <w:r w:rsidRPr="001F44DD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  <w:shd w:val="clear" w:color="auto" w:fill="auto"/>
          </w:tcPr>
          <w:p w14:paraId="2D70A6D5" w14:textId="77777777" w:rsidR="00C45714" w:rsidRPr="001F44DD" w:rsidRDefault="00C45714" w:rsidP="00C45714">
            <w:pPr>
              <w:pStyle w:val="aa"/>
              <w:rPr>
                <w:b/>
                <w:vertAlign w:val="superscript"/>
              </w:rPr>
            </w:pPr>
            <w:bookmarkStart w:id="5" w:name="fio_users"/>
            <w:bookmarkEnd w:id="5"/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</w:tcPr>
          <w:p w14:paraId="55BD09DA" w14:textId="77777777" w:rsidR="00C45714" w:rsidRPr="001F44DD" w:rsidRDefault="001F44DD" w:rsidP="00C45714">
            <w:pPr>
              <w:pStyle w:val="aa"/>
              <w:rPr>
                <w:b/>
                <w:vertAlign w:val="superscript"/>
              </w:rPr>
            </w:pPr>
            <w:r w:rsidRPr="001F44DD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shd w:val="clear" w:color="auto" w:fill="auto"/>
          </w:tcPr>
          <w:p w14:paraId="502FCD2E" w14:textId="77777777" w:rsidR="00C45714" w:rsidRPr="001F44DD" w:rsidRDefault="00C45714" w:rsidP="00C45714">
            <w:pPr>
              <w:pStyle w:val="aa"/>
              <w:rPr>
                <w:b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shd w:val="clear" w:color="auto" w:fill="auto"/>
          </w:tcPr>
          <w:p w14:paraId="54DF4782" w14:textId="77777777" w:rsidR="00C45714" w:rsidRPr="001F44DD" w:rsidRDefault="001F44DD" w:rsidP="00C45714">
            <w:pPr>
              <w:pStyle w:val="aa"/>
              <w:rPr>
                <w:b/>
                <w:vertAlign w:val="superscript"/>
              </w:rPr>
            </w:pPr>
            <w:r w:rsidRPr="001F44DD">
              <w:rPr>
                <w:vertAlign w:val="superscript"/>
              </w:rPr>
              <w:t>(фамилия, имя, отчество (при наличии)</w:t>
            </w:r>
          </w:p>
        </w:tc>
        <w:tc>
          <w:tcPr>
            <w:tcW w:w="284" w:type="dxa"/>
            <w:shd w:val="clear" w:color="auto" w:fill="auto"/>
          </w:tcPr>
          <w:p w14:paraId="14C7325A" w14:textId="77777777" w:rsidR="00C45714" w:rsidRPr="001F44DD" w:rsidRDefault="00C45714" w:rsidP="00C45714">
            <w:pPr>
              <w:pStyle w:val="aa"/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14:paraId="38E35E4B" w14:textId="77777777" w:rsidR="00C45714" w:rsidRPr="001F44DD" w:rsidRDefault="001F44DD" w:rsidP="00C45714">
            <w:pPr>
              <w:pStyle w:val="aa"/>
              <w:rPr>
                <w:vertAlign w:val="superscript"/>
              </w:rPr>
            </w:pPr>
            <w:r w:rsidRPr="001F44DD">
              <w:rPr>
                <w:vertAlign w:val="superscript"/>
              </w:rPr>
              <w:t>(дата)</w:t>
            </w:r>
          </w:p>
        </w:tc>
      </w:tr>
    </w:tbl>
    <w:p w14:paraId="2DDD9569" w14:textId="77777777" w:rsidR="001B06AD" w:rsidRPr="00E25464" w:rsidRDefault="001B06AD" w:rsidP="001B06AD"/>
    <w:sectPr w:rsidR="001B06AD" w:rsidRPr="00E25464" w:rsidSect="0002033E"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A1DBE7" w14:textId="77777777" w:rsidR="00B442DB" w:rsidRDefault="00B442DB" w:rsidP="001F44DD">
      <w:r>
        <w:separator/>
      </w:r>
    </w:p>
  </w:endnote>
  <w:endnote w:type="continuationSeparator" w:id="0">
    <w:p w14:paraId="5FC19C08" w14:textId="77777777" w:rsidR="00B442DB" w:rsidRDefault="00B442DB" w:rsidP="001F44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2BB0BC" w14:textId="77777777" w:rsidR="00B442DB" w:rsidRDefault="00B442DB" w:rsidP="001F44DD">
      <w:r>
        <w:separator/>
      </w:r>
    </w:p>
  </w:footnote>
  <w:footnote w:type="continuationSeparator" w:id="0">
    <w:p w14:paraId="3A60F2E0" w14:textId="77777777" w:rsidR="00B442DB" w:rsidRDefault="00B442DB" w:rsidP="001F44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dv_info1" w:val="     "/>
    <w:docVar w:name="adv_info2" w:val="     "/>
    <w:docVar w:name="adv_info3" w:val="     "/>
    <w:docVar w:name="att_org_adr" w:val="460035, Россия, Оренбургская область, г. Оренбург, ул. Новгородская/ Комсомольская, д. 99/231"/>
    <w:docVar w:name="att_org_dop" w:val="Общество с ограниченной ответственностью &quot;Юркон&quot;_x000d__x000a_(ООО &quot;Юркон&quot;)_x000d__x000a_ИСПЫТАТЕЛЬНАЯ ЛАБОРАТОРИЯ_x000d__x000a_460035, Россия, Оренбургская область, г. Оренбург, ул. Новгородская/ Комсомольская, д. 99/231 _x000d__x000a_+7 (3532) 67-20-44; malov.urkon@mail.ru; _x000d__x000a_Регистрационный номер записи в реестре организаций, проводящих специальную оценку условий труда - 116 от 12.10.2015"/>
    <w:docVar w:name="att_org_name" w:val="Общество с ограниченной ответственностью &quot;Юркон&quot;"/>
    <w:docVar w:name="att_org_reg_date" w:val="12.10.2015"/>
    <w:docVar w:name="att_org_reg_num" w:val="116"/>
    <w:docVar w:name="boss_fio" w:val="Малов Дмитрий Владимирович"/>
    <w:docVar w:name="ceh_info" w:val=" Государственное бюджетное учреждение здравоохранения Пермского края &quot;Ордена &quot;Знак Почёта&quot; Пермская краевая клиническая больница&quot; "/>
    <w:docVar w:name="D_dog" w:val="   "/>
    <w:docVar w:name="D_prikaz" w:val="   "/>
    <w:docVar w:name="doc_type" w:val="6"/>
    <w:docVar w:name="fill_date" w:val="23.12.2024"/>
    <w:docVar w:name="kpp_code" w:val="   "/>
    <w:docVar w:name="N_dog" w:val="   "/>
    <w:docVar w:name="N_prikaz" w:val="   "/>
    <w:docVar w:name="org_guid" w:val="5EE5EEA6FD1E497BB0388F8428D5341A"/>
    <w:docVar w:name="org_id" w:val="169"/>
    <w:docVar w:name="org_name" w:val="     "/>
    <w:docVar w:name="pers_guids" w:val="E70834E3C0834AA1B81ED73E6D7D43ED@126-908-358 79"/>
    <w:docVar w:name="pers_snils" w:val="E70834E3C0834AA1B81ED73E6D7D43ED@126-908-358 79"/>
    <w:docVar w:name="podr_id" w:val="org_169"/>
    <w:docVar w:name="pred_dolg" w:val="Заместитель главного врача по медицинской части"/>
    <w:docVar w:name="pred_fio" w:val="Балакирева В.В."/>
    <w:docVar w:name="prikaz_sout" w:val="817"/>
    <w:docVar w:name="rbtd_adr" w:val="     "/>
    <w:docVar w:name="rbtd_name" w:val="Государственное бюджетное учреждение здравоохранения Пермского края &quot;Ордена &quot;Знак Почёта&quot; Пермская краевая клиническая больница&quot;"/>
    <w:docVar w:name="sout_id" w:val="   "/>
    <w:docVar w:name="sv_docs" w:val="1"/>
  </w:docVars>
  <w:rsids>
    <w:rsidRoot w:val="001F44DD"/>
    <w:rsid w:val="0002033E"/>
    <w:rsid w:val="00056BFC"/>
    <w:rsid w:val="0007776A"/>
    <w:rsid w:val="00093D2E"/>
    <w:rsid w:val="000C5130"/>
    <w:rsid w:val="00196135"/>
    <w:rsid w:val="001A7AC3"/>
    <w:rsid w:val="001B06AD"/>
    <w:rsid w:val="001F44DD"/>
    <w:rsid w:val="00237B32"/>
    <w:rsid w:val="003A1C01"/>
    <w:rsid w:val="003A2259"/>
    <w:rsid w:val="003C79E5"/>
    <w:rsid w:val="00483A6A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F64E6"/>
    <w:rsid w:val="0065289A"/>
    <w:rsid w:val="0067226F"/>
    <w:rsid w:val="00681D90"/>
    <w:rsid w:val="006E662C"/>
    <w:rsid w:val="00725C51"/>
    <w:rsid w:val="00820552"/>
    <w:rsid w:val="008B4051"/>
    <w:rsid w:val="008C0968"/>
    <w:rsid w:val="00922677"/>
    <w:rsid w:val="009647F7"/>
    <w:rsid w:val="009A1326"/>
    <w:rsid w:val="009D6532"/>
    <w:rsid w:val="00A026A4"/>
    <w:rsid w:val="00A567D1"/>
    <w:rsid w:val="00B12F45"/>
    <w:rsid w:val="00B1405F"/>
    <w:rsid w:val="00B3448B"/>
    <w:rsid w:val="00B442DB"/>
    <w:rsid w:val="00B5534B"/>
    <w:rsid w:val="00BA560A"/>
    <w:rsid w:val="00BD0A92"/>
    <w:rsid w:val="00C0355B"/>
    <w:rsid w:val="00C45714"/>
    <w:rsid w:val="00C93056"/>
    <w:rsid w:val="00CA2E96"/>
    <w:rsid w:val="00CD2568"/>
    <w:rsid w:val="00D11966"/>
    <w:rsid w:val="00DB70BA"/>
    <w:rsid w:val="00DC0F74"/>
    <w:rsid w:val="00DD6622"/>
    <w:rsid w:val="00E25119"/>
    <w:rsid w:val="00E25464"/>
    <w:rsid w:val="00E458F1"/>
    <w:rsid w:val="00EB7BDE"/>
    <w:rsid w:val="00EC5373"/>
    <w:rsid w:val="00F262EE"/>
    <w:rsid w:val="00F835B0"/>
    <w:rsid w:val="00FD4EE4"/>
    <w:rsid w:val="00FD5E7D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93ADDDA"/>
  <w15:chartTrackingRefBased/>
  <w15:docId w15:val="{3136AB99-7E5D-43BF-ADAC-0F28AF1BD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1F44D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1F44DD"/>
    <w:rPr>
      <w:sz w:val="24"/>
    </w:rPr>
  </w:style>
  <w:style w:type="paragraph" w:styleId="ad">
    <w:name w:val="footer"/>
    <w:basedOn w:val="a"/>
    <w:link w:val="ae"/>
    <w:rsid w:val="001F44D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1F44DD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sv_docs_date.dot</Template>
  <TotalTime>0</TotalTime>
  <Pages>33</Pages>
  <Words>8982</Words>
  <Characters>51204</Characters>
  <Application>Microsoft Office Word</Application>
  <DocSecurity>0</DocSecurity>
  <Lines>426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мероприятий</vt:lpstr>
    </vt:vector>
  </TitlesOfParts>
  <Company/>
  <LinksUpToDate>false</LinksUpToDate>
  <CharactersWithSpaces>60066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мероприятий</dc:title>
  <dc:subject/>
  <dc:creator>Иван</dc:creator>
  <cp:keywords/>
  <dc:description/>
  <cp:lastModifiedBy>Иван Шансков</cp:lastModifiedBy>
  <cp:revision>1</cp:revision>
  <cp:lastPrinted>2024-12-22T08:08:00Z</cp:lastPrinted>
  <dcterms:created xsi:type="dcterms:W3CDTF">2024-12-22T08:07:00Z</dcterms:created>
  <dcterms:modified xsi:type="dcterms:W3CDTF">2024-12-22T08:08:00Z</dcterms:modified>
</cp:coreProperties>
</file>